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6D1" w:rsidRPr="00927A87" w:rsidRDefault="000546D1" w:rsidP="00927A8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9350" w:right="102"/>
        <w:jc w:val="center"/>
        <w:rPr>
          <w:rFonts w:ascii="Times New Roman" w:hAnsi="Times New Roman"/>
          <w:sz w:val="28"/>
          <w:szCs w:val="28"/>
        </w:rPr>
      </w:pPr>
      <w:r w:rsidRPr="00927A87">
        <w:rPr>
          <w:rFonts w:ascii="Times New Roman" w:hAnsi="Times New Roman"/>
          <w:sz w:val="28"/>
          <w:szCs w:val="28"/>
        </w:rPr>
        <w:t>ПРИЛОЖЕНИЕ</w:t>
      </w:r>
    </w:p>
    <w:p w:rsidR="000546D1" w:rsidRPr="00927A87" w:rsidRDefault="000546D1" w:rsidP="00927A8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9350" w:right="102"/>
        <w:jc w:val="center"/>
        <w:rPr>
          <w:rFonts w:ascii="Times New Roman" w:hAnsi="Times New Roman"/>
          <w:sz w:val="28"/>
          <w:szCs w:val="28"/>
        </w:rPr>
      </w:pPr>
      <w:r w:rsidRPr="00927A87">
        <w:rPr>
          <w:rFonts w:ascii="Times New Roman" w:hAnsi="Times New Roman"/>
          <w:sz w:val="28"/>
          <w:szCs w:val="28"/>
        </w:rPr>
        <w:t>к постановлению администрации Старотитаровского сельского поселения Темрюкского района</w:t>
      </w:r>
    </w:p>
    <w:p w:rsidR="000546D1" w:rsidRPr="00927A87" w:rsidRDefault="000546D1" w:rsidP="00927A8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9350" w:right="102"/>
        <w:jc w:val="center"/>
        <w:rPr>
          <w:rFonts w:ascii="Times New Roman" w:hAnsi="Times New Roman"/>
          <w:sz w:val="28"/>
          <w:szCs w:val="28"/>
        </w:rPr>
      </w:pPr>
      <w:r w:rsidRPr="00927A87">
        <w:rPr>
          <w:rFonts w:ascii="Times New Roman" w:hAnsi="Times New Roman"/>
          <w:sz w:val="28"/>
          <w:szCs w:val="28"/>
        </w:rPr>
        <w:t>от __</w:t>
      </w:r>
      <w:r>
        <w:rPr>
          <w:rFonts w:ascii="Times New Roman" w:hAnsi="Times New Roman"/>
          <w:sz w:val="28"/>
          <w:szCs w:val="28"/>
          <w:u w:val="single"/>
        </w:rPr>
        <w:t>02.03.2018 г.</w:t>
      </w:r>
      <w:r w:rsidRPr="00927A87">
        <w:rPr>
          <w:rFonts w:ascii="Times New Roman" w:hAnsi="Times New Roman"/>
          <w:sz w:val="28"/>
          <w:szCs w:val="28"/>
        </w:rPr>
        <w:t>_ № _</w:t>
      </w:r>
      <w:r>
        <w:rPr>
          <w:rFonts w:ascii="Times New Roman" w:hAnsi="Times New Roman"/>
          <w:sz w:val="28"/>
          <w:szCs w:val="28"/>
          <w:u w:val="single"/>
        </w:rPr>
        <w:t>36</w:t>
      </w:r>
      <w:r w:rsidRPr="00927A87">
        <w:rPr>
          <w:rFonts w:ascii="Times New Roman" w:hAnsi="Times New Roman"/>
          <w:sz w:val="28"/>
          <w:szCs w:val="28"/>
        </w:rPr>
        <w:t>__</w:t>
      </w:r>
    </w:p>
    <w:p w:rsidR="000546D1" w:rsidRPr="00927A87" w:rsidRDefault="000546D1" w:rsidP="00927A8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9350" w:right="102"/>
        <w:jc w:val="center"/>
        <w:rPr>
          <w:rFonts w:ascii="Times New Roman" w:hAnsi="Times New Roman"/>
          <w:sz w:val="28"/>
          <w:szCs w:val="28"/>
        </w:rPr>
      </w:pPr>
    </w:p>
    <w:p w:rsidR="000546D1" w:rsidRPr="00927A87" w:rsidRDefault="000546D1" w:rsidP="00927A8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9350" w:right="102"/>
        <w:jc w:val="center"/>
        <w:rPr>
          <w:rFonts w:ascii="Times New Roman" w:hAnsi="Times New Roman"/>
          <w:sz w:val="28"/>
          <w:szCs w:val="28"/>
        </w:rPr>
      </w:pPr>
    </w:p>
    <w:p w:rsidR="000546D1" w:rsidRPr="00927A87" w:rsidRDefault="000546D1" w:rsidP="00927A8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9350" w:right="102"/>
        <w:jc w:val="center"/>
        <w:rPr>
          <w:rFonts w:ascii="Times New Roman" w:hAnsi="Times New Roman"/>
          <w:sz w:val="28"/>
          <w:szCs w:val="28"/>
        </w:rPr>
      </w:pPr>
      <w:r w:rsidRPr="00927A87">
        <w:rPr>
          <w:rFonts w:ascii="Times New Roman" w:hAnsi="Times New Roman"/>
          <w:sz w:val="28"/>
          <w:szCs w:val="28"/>
        </w:rPr>
        <w:t>УТВЕРЖДАЮ</w:t>
      </w:r>
    </w:p>
    <w:p w:rsidR="000546D1" w:rsidRPr="00927A87" w:rsidRDefault="000546D1" w:rsidP="00927A8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9350" w:right="102"/>
        <w:jc w:val="center"/>
        <w:rPr>
          <w:rFonts w:ascii="Times New Roman" w:hAnsi="Times New Roman"/>
          <w:sz w:val="28"/>
          <w:szCs w:val="28"/>
        </w:rPr>
      </w:pPr>
      <w:r w:rsidRPr="00927A87">
        <w:rPr>
          <w:rFonts w:ascii="Times New Roman" w:hAnsi="Times New Roman"/>
          <w:sz w:val="28"/>
          <w:szCs w:val="28"/>
        </w:rPr>
        <w:t xml:space="preserve">Глава Старотитаровского сельского поселения Темрюкского района  </w:t>
      </w:r>
    </w:p>
    <w:p w:rsidR="000546D1" w:rsidRPr="00927A87" w:rsidRDefault="000546D1" w:rsidP="00927A8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9350" w:right="102"/>
        <w:jc w:val="center"/>
        <w:rPr>
          <w:rFonts w:ascii="Times New Roman" w:hAnsi="Times New Roman"/>
          <w:sz w:val="28"/>
          <w:szCs w:val="28"/>
        </w:rPr>
      </w:pPr>
      <w:r w:rsidRPr="00927A87">
        <w:rPr>
          <w:rFonts w:ascii="Times New Roman" w:hAnsi="Times New Roman"/>
          <w:sz w:val="28"/>
          <w:szCs w:val="28"/>
        </w:rPr>
        <w:t>___________ А.Г. Титаренко</w:t>
      </w:r>
    </w:p>
    <w:p w:rsidR="000546D1" w:rsidRPr="00927A87" w:rsidRDefault="000546D1" w:rsidP="00927A8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9350" w:right="102"/>
        <w:jc w:val="center"/>
        <w:rPr>
          <w:rFonts w:ascii="Times New Roman" w:hAnsi="Times New Roman"/>
          <w:sz w:val="28"/>
          <w:szCs w:val="28"/>
        </w:rPr>
      </w:pPr>
      <w:r w:rsidRPr="00927A87">
        <w:rPr>
          <w:rFonts w:ascii="Times New Roman" w:hAnsi="Times New Roman"/>
          <w:sz w:val="28"/>
          <w:szCs w:val="28"/>
        </w:rPr>
        <w:t xml:space="preserve">«___» _____________ 2018г. </w:t>
      </w:r>
    </w:p>
    <w:p w:rsidR="000546D1" w:rsidRDefault="000546D1" w:rsidP="00107BD5">
      <w:pPr>
        <w:spacing w:after="0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0546D1" w:rsidRDefault="000546D1" w:rsidP="00107BD5">
      <w:pPr>
        <w:spacing w:after="0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0546D1" w:rsidRDefault="000546D1" w:rsidP="00107BD5">
      <w:pPr>
        <w:spacing w:after="0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A866ED">
        <w:rPr>
          <w:rFonts w:ascii="Times New Roman" w:hAnsi="Times New Roman"/>
          <w:b/>
          <w:sz w:val="26"/>
          <w:szCs w:val="26"/>
        </w:rPr>
        <w:t xml:space="preserve"> План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A866ED">
        <w:rPr>
          <w:rFonts w:ascii="Times New Roman" w:hAnsi="Times New Roman"/>
          <w:b/>
          <w:sz w:val="26"/>
          <w:szCs w:val="26"/>
        </w:rPr>
        <w:t xml:space="preserve">работы администрации </w:t>
      </w:r>
      <w:r>
        <w:rPr>
          <w:rFonts w:ascii="Times New Roman" w:hAnsi="Times New Roman"/>
          <w:b/>
          <w:sz w:val="26"/>
          <w:szCs w:val="26"/>
        </w:rPr>
        <w:t xml:space="preserve">Старотитаровского </w:t>
      </w:r>
      <w:r w:rsidRPr="00A866ED">
        <w:rPr>
          <w:rFonts w:ascii="Times New Roman" w:hAnsi="Times New Roman"/>
          <w:b/>
          <w:sz w:val="26"/>
          <w:szCs w:val="26"/>
        </w:rPr>
        <w:t>сельского поселения</w:t>
      </w:r>
      <w:r>
        <w:rPr>
          <w:rFonts w:ascii="Times New Roman" w:hAnsi="Times New Roman"/>
          <w:b/>
          <w:sz w:val="26"/>
          <w:szCs w:val="26"/>
        </w:rPr>
        <w:t xml:space="preserve"> Темрюкского района</w:t>
      </w:r>
      <w:r w:rsidRPr="00A866ED">
        <w:rPr>
          <w:rFonts w:ascii="Times New Roman" w:hAnsi="Times New Roman"/>
          <w:b/>
          <w:sz w:val="26"/>
          <w:szCs w:val="26"/>
        </w:rPr>
        <w:t xml:space="preserve"> на 201</w:t>
      </w:r>
      <w:r>
        <w:rPr>
          <w:rFonts w:ascii="Times New Roman" w:hAnsi="Times New Roman"/>
          <w:b/>
          <w:sz w:val="26"/>
          <w:szCs w:val="26"/>
        </w:rPr>
        <w:t>8</w:t>
      </w:r>
      <w:r w:rsidRPr="00A866ED">
        <w:rPr>
          <w:rFonts w:ascii="Times New Roman" w:hAnsi="Times New Roman"/>
          <w:b/>
          <w:sz w:val="26"/>
          <w:szCs w:val="26"/>
        </w:rPr>
        <w:t xml:space="preserve"> год</w:t>
      </w:r>
    </w:p>
    <w:p w:rsidR="000546D1" w:rsidRPr="00A866ED" w:rsidRDefault="000546D1" w:rsidP="00A866ED">
      <w:pPr>
        <w:spacing w:after="0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5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617"/>
        <w:gridCol w:w="2122"/>
        <w:gridCol w:w="2835"/>
        <w:gridCol w:w="2440"/>
      </w:tblGrid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п/п</w:t>
            </w:r>
          </w:p>
        </w:tc>
        <w:tc>
          <w:tcPr>
            <w:tcW w:w="6617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2122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Дата проведения</w:t>
            </w:r>
          </w:p>
        </w:tc>
        <w:tc>
          <w:tcPr>
            <w:tcW w:w="2835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Место проведения</w:t>
            </w:r>
          </w:p>
        </w:tc>
        <w:tc>
          <w:tcPr>
            <w:tcW w:w="2440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Ответственные</w:t>
            </w:r>
          </w:p>
        </w:tc>
      </w:tr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96FAD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6617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96FAD"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2122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96FAD"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  <w:tc>
          <w:tcPr>
            <w:tcW w:w="2835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96FAD">
              <w:rPr>
                <w:rFonts w:ascii="Times New Roman" w:hAnsi="Times New Roman"/>
                <w:b/>
                <w:sz w:val="26"/>
                <w:szCs w:val="26"/>
              </w:rPr>
              <w:t>4</w:t>
            </w:r>
          </w:p>
        </w:tc>
        <w:tc>
          <w:tcPr>
            <w:tcW w:w="2440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96FAD">
              <w:rPr>
                <w:rFonts w:ascii="Times New Roman" w:hAnsi="Times New Roman"/>
                <w:b/>
                <w:sz w:val="26"/>
                <w:szCs w:val="26"/>
              </w:rPr>
              <w:t>5</w:t>
            </w:r>
          </w:p>
        </w:tc>
      </w:tr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Рабочее совещание при главе сельского поселения</w:t>
            </w:r>
          </w:p>
        </w:tc>
        <w:tc>
          <w:tcPr>
            <w:tcW w:w="2122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Каждый понедельник</w:t>
            </w:r>
          </w:p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08</w:t>
            </w:r>
            <w:r w:rsidRPr="00996FAD">
              <w:rPr>
                <w:rFonts w:ascii="Times New Roman" w:hAnsi="Times New Roman"/>
                <w:sz w:val="26"/>
                <w:szCs w:val="26"/>
              </w:rPr>
              <w:t>:30</w:t>
            </w:r>
          </w:p>
        </w:tc>
        <w:tc>
          <w:tcPr>
            <w:tcW w:w="2835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Администрация сельского поселения</w:t>
            </w:r>
          </w:p>
        </w:tc>
        <w:tc>
          <w:tcPr>
            <w:tcW w:w="2440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Пелипенко </w:t>
            </w:r>
            <w:r w:rsidRPr="00996FAD">
              <w:rPr>
                <w:rFonts w:ascii="Times New Roman" w:hAnsi="Times New Roman"/>
                <w:sz w:val="26"/>
                <w:szCs w:val="26"/>
              </w:rPr>
              <w:t>О.Н.</w:t>
            </w:r>
          </w:p>
        </w:tc>
      </w:tr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Приём граждан главой Старотитаровского сельского поселения</w:t>
            </w:r>
          </w:p>
        </w:tc>
        <w:tc>
          <w:tcPr>
            <w:tcW w:w="2122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По графику</w:t>
            </w:r>
          </w:p>
        </w:tc>
        <w:tc>
          <w:tcPr>
            <w:tcW w:w="2835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Администрация сельского поселения</w:t>
            </w:r>
          </w:p>
        </w:tc>
        <w:tc>
          <w:tcPr>
            <w:tcW w:w="2440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Титаренко А.Г.</w:t>
            </w:r>
          </w:p>
        </w:tc>
      </w:tr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Приём граждан депутатами  Совета Старотитаровского  сельского поселения</w:t>
            </w:r>
          </w:p>
        </w:tc>
        <w:tc>
          <w:tcPr>
            <w:tcW w:w="2122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По графику</w:t>
            </w:r>
          </w:p>
        </w:tc>
        <w:tc>
          <w:tcPr>
            <w:tcW w:w="2835" w:type="dxa"/>
          </w:tcPr>
          <w:p w:rsidR="000546D1" w:rsidRPr="000E781D" w:rsidRDefault="000546D1" w:rsidP="000E781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781D">
              <w:rPr>
                <w:rFonts w:ascii="Times New Roman" w:hAnsi="Times New Roman"/>
                <w:sz w:val="26"/>
                <w:szCs w:val="26"/>
              </w:rPr>
              <w:t>Администрация, Совет сельского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E781D">
              <w:rPr>
                <w:rFonts w:ascii="Times New Roman" w:hAnsi="Times New Roman"/>
                <w:sz w:val="26"/>
                <w:szCs w:val="26"/>
              </w:rPr>
              <w:t>поселения</w:t>
            </w:r>
          </w:p>
        </w:tc>
        <w:tc>
          <w:tcPr>
            <w:tcW w:w="2440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Петренко И.А.</w:t>
            </w:r>
          </w:p>
        </w:tc>
      </w:tr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Участие в планерных совещаниях проводимых главой администрации района, заместителями главы администрации и начальниками управлений администрации района</w:t>
            </w:r>
          </w:p>
        </w:tc>
        <w:tc>
          <w:tcPr>
            <w:tcW w:w="2122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По графику администрации района</w:t>
            </w:r>
          </w:p>
        </w:tc>
        <w:tc>
          <w:tcPr>
            <w:tcW w:w="2835" w:type="dxa"/>
          </w:tcPr>
          <w:p w:rsidR="000546D1" w:rsidRPr="000E781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781D">
              <w:rPr>
                <w:rFonts w:ascii="Times New Roman" w:hAnsi="Times New Roman"/>
                <w:sz w:val="26"/>
                <w:szCs w:val="26"/>
              </w:rPr>
              <w:t>Администрация сельского поселения</w:t>
            </w:r>
          </w:p>
        </w:tc>
        <w:tc>
          <w:tcPr>
            <w:tcW w:w="2440" w:type="dxa"/>
          </w:tcPr>
          <w:p w:rsidR="000546D1" w:rsidRDefault="000546D1" w:rsidP="00996FA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Титаренко А.Г.</w:t>
            </w:r>
          </w:p>
          <w:p w:rsidR="000546D1" w:rsidRDefault="000546D1" w:rsidP="00996FA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Петренко И.А. </w:t>
            </w:r>
          </w:p>
          <w:p w:rsidR="000546D1" w:rsidRPr="00996FAD" w:rsidRDefault="000546D1" w:rsidP="000E781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Василенко В.Г.</w:t>
            </w:r>
          </w:p>
          <w:p w:rsidR="000546D1" w:rsidRPr="00996FAD" w:rsidRDefault="000546D1" w:rsidP="000E781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Опарина Т.И.</w:t>
            </w:r>
          </w:p>
          <w:p w:rsidR="000546D1" w:rsidRPr="00996FAD" w:rsidRDefault="000546D1" w:rsidP="000E781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Пелипенко О.Н.</w:t>
            </w:r>
          </w:p>
          <w:p w:rsidR="000546D1" w:rsidRPr="00996FAD" w:rsidRDefault="000546D1" w:rsidP="000E781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Зимина Е.М.</w:t>
            </w:r>
          </w:p>
          <w:p w:rsidR="000546D1" w:rsidRPr="00996FAD" w:rsidRDefault="000546D1" w:rsidP="000E781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Хвостик Я.И.</w:t>
            </w:r>
          </w:p>
        </w:tc>
      </w:tr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996FAD" w:rsidRDefault="000546D1" w:rsidP="00996FA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 xml:space="preserve">Подготовка, утверждение и контроль распорядительных документов по личному составу, по основной деятельности </w:t>
            </w:r>
          </w:p>
        </w:tc>
        <w:tc>
          <w:tcPr>
            <w:tcW w:w="2122" w:type="dxa"/>
          </w:tcPr>
          <w:p w:rsidR="000546D1" w:rsidRPr="00996FAD" w:rsidRDefault="000546D1" w:rsidP="00996F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В течение года</w:t>
            </w:r>
          </w:p>
        </w:tc>
        <w:tc>
          <w:tcPr>
            <w:tcW w:w="2835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Администрация сельского поселения</w:t>
            </w:r>
          </w:p>
        </w:tc>
        <w:tc>
          <w:tcPr>
            <w:tcW w:w="2440" w:type="dxa"/>
          </w:tcPr>
          <w:p w:rsidR="000546D1" w:rsidRPr="00996FAD" w:rsidRDefault="000546D1" w:rsidP="00996FA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Пелипенко О.Н.</w:t>
            </w:r>
          </w:p>
          <w:p w:rsidR="000546D1" w:rsidRPr="00996FAD" w:rsidRDefault="000546D1" w:rsidP="00996FA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996FAD" w:rsidRDefault="000546D1" w:rsidP="00996FA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Разработка и утверждение нормативно-правовых актов администрации сельского поселения</w:t>
            </w:r>
          </w:p>
        </w:tc>
        <w:tc>
          <w:tcPr>
            <w:tcW w:w="2122" w:type="dxa"/>
          </w:tcPr>
          <w:p w:rsidR="000546D1" w:rsidRPr="00996FAD" w:rsidRDefault="000546D1" w:rsidP="00996F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В течение года</w:t>
            </w:r>
          </w:p>
        </w:tc>
        <w:tc>
          <w:tcPr>
            <w:tcW w:w="2835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Администрация сельского поселения</w:t>
            </w:r>
          </w:p>
        </w:tc>
        <w:tc>
          <w:tcPr>
            <w:tcW w:w="2440" w:type="dxa"/>
          </w:tcPr>
          <w:p w:rsidR="000546D1" w:rsidRPr="00996FAD" w:rsidRDefault="000546D1" w:rsidP="00927A87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Василенко В.Г.</w:t>
            </w:r>
          </w:p>
          <w:p w:rsidR="000546D1" w:rsidRPr="00996FAD" w:rsidRDefault="000546D1" w:rsidP="00927A87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Опарина Т.И.</w:t>
            </w:r>
          </w:p>
          <w:p w:rsidR="000546D1" w:rsidRDefault="000546D1" w:rsidP="00927A8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Пелипенко О.Н.</w:t>
            </w:r>
          </w:p>
          <w:p w:rsidR="000546D1" w:rsidRPr="00996FAD" w:rsidRDefault="000546D1" w:rsidP="00927A8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Петренко И.А.</w:t>
            </w:r>
          </w:p>
          <w:p w:rsidR="000546D1" w:rsidRPr="00996FAD" w:rsidRDefault="000546D1" w:rsidP="00927A87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Зимина Е.М.</w:t>
            </w:r>
          </w:p>
          <w:p w:rsidR="000546D1" w:rsidRPr="00996FAD" w:rsidRDefault="000546D1" w:rsidP="00927A8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Хвостик Я.И.</w:t>
            </w:r>
          </w:p>
        </w:tc>
      </w:tr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996FAD" w:rsidRDefault="000546D1" w:rsidP="00996FA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Контроль и внесение изменений по мере надобности в нормативно-правовые акты администрации сельского поселения</w:t>
            </w:r>
          </w:p>
        </w:tc>
        <w:tc>
          <w:tcPr>
            <w:tcW w:w="2122" w:type="dxa"/>
          </w:tcPr>
          <w:p w:rsidR="000546D1" w:rsidRPr="00996FAD" w:rsidRDefault="000546D1" w:rsidP="00996F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В течение года</w:t>
            </w:r>
          </w:p>
        </w:tc>
        <w:tc>
          <w:tcPr>
            <w:tcW w:w="2835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Администрация сельского поселения</w:t>
            </w:r>
          </w:p>
        </w:tc>
        <w:tc>
          <w:tcPr>
            <w:tcW w:w="2440" w:type="dxa"/>
          </w:tcPr>
          <w:p w:rsidR="000546D1" w:rsidRPr="00996FAD" w:rsidRDefault="000546D1" w:rsidP="00996FA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Пелипенко О.Н.</w:t>
            </w:r>
          </w:p>
          <w:p w:rsidR="000546D1" w:rsidRPr="00996FAD" w:rsidRDefault="000546D1" w:rsidP="00996FA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Петренко И.А. </w:t>
            </w:r>
          </w:p>
        </w:tc>
      </w:tr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996FAD" w:rsidRDefault="000546D1" w:rsidP="00996FAD">
            <w:pPr>
              <w:tabs>
                <w:tab w:val="left" w:pos="463"/>
                <w:tab w:val="left" w:pos="64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 xml:space="preserve">Ведение реестра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муниципальных </w:t>
            </w:r>
            <w:r w:rsidRPr="00996FAD">
              <w:rPr>
                <w:rFonts w:ascii="Times New Roman" w:hAnsi="Times New Roman"/>
                <w:sz w:val="26"/>
                <w:szCs w:val="26"/>
              </w:rPr>
              <w:t>актов</w:t>
            </w:r>
          </w:p>
        </w:tc>
        <w:tc>
          <w:tcPr>
            <w:tcW w:w="2122" w:type="dxa"/>
          </w:tcPr>
          <w:p w:rsidR="000546D1" w:rsidRPr="00996FAD" w:rsidRDefault="000546D1" w:rsidP="00996FAD">
            <w:pPr>
              <w:tabs>
                <w:tab w:val="left" w:pos="4134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В течение года</w:t>
            </w:r>
          </w:p>
        </w:tc>
        <w:tc>
          <w:tcPr>
            <w:tcW w:w="2835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Администрация сельского поселения</w:t>
            </w:r>
          </w:p>
        </w:tc>
        <w:tc>
          <w:tcPr>
            <w:tcW w:w="2440" w:type="dxa"/>
          </w:tcPr>
          <w:p w:rsidR="000546D1" w:rsidRPr="00996FAD" w:rsidRDefault="000546D1" w:rsidP="00996FA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Пелипенко О.Н.</w:t>
            </w:r>
          </w:p>
          <w:p w:rsidR="000546D1" w:rsidRPr="00996FAD" w:rsidRDefault="000546D1" w:rsidP="00996FA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996FAD" w:rsidRDefault="000546D1" w:rsidP="00996FA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Сбор и хранение документов, формирование архива администрации</w:t>
            </w:r>
          </w:p>
        </w:tc>
        <w:tc>
          <w:tcPr>
            <w:tcW w:w="2122" w:type="dxa"/>
          </w:tcPr>
          <w:p w:rsidR="000546D1" w:rsidRPr="00996FAD" w:rsidRDefault="000546D1" w:rsidP="00996F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1 квартал</w:t>
            </w:r>
          </w:p>
        </w:tc>
        <w:tc>
          <w:tcPr>
            <w:tcW w:w="2835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Администрация сельского поселения</w:t>
            </w:r>
          </w:p>
        </w:tc>
        <w:tc>
          <w:tcPr>
            <w:tcW w:w="2440" w:type="dxa"/>
          </w:tcPr>
          <w:p w:rsidR="000546D1" w:rsidRPr="00996FAD" w:rsidRDefault="000546D1" w:rsidP="00996FA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Пелипенко О.Н.</w:t>
            </w:r>
          </w:p>
          <w:p w:rsidR="000546D1" w:rsidRPr="00996FAD" w:rsidRDefault="000546D1" w:rsidP="00996FA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996FAD" w:rsidRDefault="000546D1" w:rsidP="00996FA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Контроль соблюдения Правил благоустройства на территории поселения и составление протоколов по административным нарушениям</w:t>
            </w:r>
          </w:p>
        </w:tc>
        <w:tc>
          <w:tcPr>
            <w:tcW w:w="2122" w:type="dxa"/>
          </w:tcPr>
          <w:p w:rsidR="000546D1" w:rsidRPr="00996FAD" w:rsidRDefault="000546D1" w:rsidP="00996F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В течение года</w:t>
            </w:r>
          </w:p>
        </w:tc>
        <w:tc>
          <w:tcPr>
            <w:tcW w:w="2835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Администрация сельского поселения</w:t>
            </w:r>
          </w:p>
        </w:tc>
        <w:tc>
          <w:tcPr>
            <w:tcW w:w="2440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Василенко В.Г.</w:t>
            </w:r>
          </w:p>
        </w:tc>
      </w:tr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996FAD" w:rsidRDefault="000546D1" w:rsidP="00996FA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Подготовка и сдача статистических отчетов, годовых отчетов</w:t>
            </w:r>
          </w:p>
        </w:tc>
        <w:tc>
          <w:tcPr>
            <w:tcW w:w="2122" w:type="dxa"/>
          </w:tcPr>
          <w:p w:rsidR="000546D1" w:rsidRPr="00996FAD" w:rsidRDefault="000546D1" w:rsidP="00996F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По срокам сдачи</w:t>
            </w:r>
          </w:p>
        </w:tc>
        <w:tc>
          <w:tcPr>
            <w:tcW w:w="2835" w:type="dxa"/>
          </w:tcPr>
          <w:p w:rsidR="000546D1" w:rsidRPr="00996FAD" w:rsidRDefault="000546D1" w:rsidP="00996F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Администрация сельского поселения</w:t>
            </w:r>
          </w:p>
        </w:tc>
        <w:tc>
          <w:tcPr>
            <w:tcW w:w="2440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Василенко В.Г.</w:t>
            </w:r>
          </w:p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Опарина Т.И.</w:t>
            </w:r>
          </w:p>
          <w:p w:rsidR="000546D1" w:rsidRPr="00996FAD" w:rsidRDefault="000546D1" w:rsidP="00996FA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Пелипенко О.Н.</w:t>
            </w:r>
          </w:p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Зимина Е.М.</w:t>
            </w:r>
          </w:p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Хвостик Я.И.</w:t>
            </w:r>
          </w:p>
        </w:tc>
      </w:tr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996FAD" w:rsidRDefault="000546D1" w:rsidP="00996FA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 xml:space="preserve">Подготовка и сдача статистических, финансовых отчетов и бухгалтерской отчетности в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Финансовое у</w:t>
            </w:r>
            <w:r w:rsidRPr="00547155">
              <w:rPr>
                <w:rFonts w:ascii="Times New Roman" w:hAnsi="Times New Roman"/>
                <w:sz w:val="26"/>
                <w:szCs w:val="26"/>
              </w:rPr>
              <w:t>правление</w:t>
            </w:r>
            <w:r w:rsidRPr="00996FAD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</w:p>
        </w:tc>
        <w:tc>
          <w:tcPr>
            <w:tcW w:w="2122" w:type="dxa"/>
          </w:tcPr>
          <w:p w:rsidR="000546D1" w:rsidRPr="00996FAD" w:rsidRDefault="000546D1" w:rsidP="00996F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по срокам сдачи</w:t>
            </w:r>
          </w:p>
        </w:tc>
        <w:tc>
          <w:tcPr>
            <w:tcW w:w="2835" w:type="dxa"/>
          </w:tcPr>
          <w:p w:rsidR="000546D1" w:rsidRPr="00996FAD" w:rsidRDefault="000546D1" w:rsidP="00996F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Администрация сельского поселения</w:t>
            </w:r>
          </w:p>
        </w:tc>
        <w:tc>
          <w:tcPr>
            <w:tcW w:w="2440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Хвостик Я.И</w:t>
            </w:r>
          </w:p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Титаренко Н.В.</w:t>
            </w:r>
          </w:p>
        </w:tc>
      </w:tr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996FAD" w:rsidRDefault="000546D1" w:rsidP="00996FA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Работа с населением: выдача справок,  характеризующий материал  по запросам</w:t>
            </w:r>
          </w:p>
        </w:tc>
        <w:tc>
          <w:tcPr>
            <w:tcW w:w="2122" w:type="dxa"/>
          </w:tcPr>
          <w:p w:rsidR="000546D1" w:rsidRPr="00996FAD" w:rsidRDefault="000546D1" w:rsidP="00996F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в течении года</w:t>
            </w:r>
          </w:p>
        </w:tc>
        <w:tc>
          <w:tcPr>
            <w:tcW w:w="2835" w:type="dxa"/>
          </w:tcPr>
          <w:p w:rsidR="000546D1" w:rsidRPr="00996FAD" w:rsidRDefault="000546D1" w:rsidP="00996F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Администрация сельского поселения</w:t>
            </w:r>
          </w:p>
        </w:tc>
        <w:tc>
          <w:tcPr>
            <w:tcW w:w="2440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Специалисты администрации</w:t>
            </w:r>
          </w:p>
        </w:tc>
      </w:tr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996FAD" w:rsidRDefault="000546D1" w:rsidP="00996FA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Контроль  и составление регистра нормативно-правовых актов администрации и сельского поселения</w:t>
            </w:r>
          </w:p>
        </w:tc>
        <w:tc>
          <w:tcPr>
            <w:tcW w:w="2122" w:type="dxa"/>
          </w:tcPr>
          <w:p w:rsidR="000546D1" w:rsidRPr="00996FAD" w:rsidRDefault="000546D1" w:rsidP="00996F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ежемесячно</w:t>
            </w:r>
          </w:p>
        </w:tc>
        <w:tc>
          <w:tcPr>
            <w:tcW w:w="2835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Администрация сельского поселения</w:t>
            </w:r>
          </w:p>
        </w:tc>
        <w:tc>
          <w:tcPr>
            <w:tcW w:w="2440" w:type="dxa"/>
          </w:tcPr>
          <w:p w:rsidR="000546D1" w:rsidRDefault="000546D1" w:rsidP="00996FA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Пелипенко О.Н.</w:t>
            </w:r>
          </w:p>
          <w:p w:rsidR="000546D1" w:rsidRPr="00996FAD" w:rsidRDefault="000546D1" w:rsidP="00996FA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Петренко И.А.</w:t>
            </w:r>
          </w:p>
        </w:tc>
      </w:tr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0E781D" w:rsidRDefault="000546D1" w:rsidP="00996FA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0E781D">
              <w:rPr>
                <w:rFonts w:ascii="Times New Roman" w:hAnsi="Times New Roman"/>
                <w:sz w:val="26"/>
                <w:szCs w:val="24"/>
              </w:rPr>
              <w:t xml:space="preserve">Предоставление муниципальными </w:t>
            </w:r>
            <w:r w:rsidRPr="000E781D">
              <w:rPr>
                <w:rFonts w:ascii="Times New Roman" w:hAnsi="Times New Roman"/>
                <w:w w:val="98"/>
                <w:sz w:val="26"/>
                <w:szCs w:val="24"/>
              </w:rPr>
              <w:t>служащими сведений о доходах, об</w:t>
            </w:r>
            <w:r w:rsidRPr="000E781D">
              <w:rPr>
                <w:rFonts w:ascii="Times New Roman" w:hAnsi="Times New Roman"/>
                <w:sz w:val="26"/>
                <w:szCs w:val="24"/>
              </w:rPr>
              <w:t xml:space="preserve"> имуществе и обязательствах имущественного характера и </w:t>
            </w:r>
            <w:r w:rsidRPr="000E781D">
              <w:rPr>
                <w:rFonts w:ascii="Times New Roman" w:hAnsi="Times New Roman"/>
                <w:w w:val="93"/>
                <w:sz w:val="26"/>
                <w:szCs w:val="24"/>
              </w:rPr>
              <w:t>организация проверки достоверности</w:t>
            </w:r>
            <w:r w:rsidRPr="000E781D">
              <w:rPr>
                <w:rFonts w:ascii="Times New Roman" w:hAnsi="Times New Roman"/>
                <w:sz w:val="26"/>
                <w:szCs w:val="24"/>
              </w:rPr>
              <w:t xml:space="preserve"> представленных сведений</w:t>
            </w:r>
          </w:p>
        </w:tc>
        <w:tc>
          <w:tcPr>
            <w:tcW w:w="2122" w:type="dxa"/>
          </w:tcPr>
          <w:p w:rsidR="000546D1" w:rsidRPr="00996FAD" w:rsidRDefault="000546D1" w:rsidP="00996F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март- апрель</w:t>
            </w:r>
          </w:p>
        </w:tc>
        <w:tc>
          <w:tcPr>
            <w:tcW w:w="2835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Администрация сельского поселения</w:t>
            </w:r>
          </w:p>
        </w:tc>
        <w:tc>
          <w:tcPr>
            <w:tcW w:w="2440" w:type="dxa"/>
          </w:tcPr>
          <w:p w:rsidR="000546D1" w:rsidRPr="00996FAD" w:rsidRDefault="000546D1" w:rsidP="00996FA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Пелипенко О.Н.</w:t>
            </w:r>
          </w:p>
        </w:tc>
      </w:tr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996FAD" w:rsidRDefault="000546D1" w:rsidP="00996FA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Подготовка номенклатуры дел на 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996FAD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122" w:type="dxa"/>
          </w:tcPr>
          <w:p w:rsidR="000546D1" w:rsidRPr="00996FAD" w:rsidRDefault="000546D1" w:rsidP="00996F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январь 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996FAD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  <w:tc>
          <w:tcPr>
            <w:tcW w:w="2835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Администрация сельского поселения</w:t>
            </w:r>
          </w:p>
        </w:tc>
        <w:tc>
          <w:tcPr>
            <w:tcW w:w="2440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Пелипенко О.Н.</w:t>
            </w:r>
          </w:p>
          <w:p w:rsidR="000546D1" w:rsidRPr="00996FAD" w:rsidRDefault="000546D1" w:rsidP="00996FA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996FAD" w:rsidRDefault="000546D1" w:rsidP="00996FA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Подготовка планов работы администрации</w:t>
            </w:r>
          </w:p>
        </w:tc>
        <w:tc>
          <w:tcPr>
            <w:tcW w:w="2122" w:type="dxa"/>
          </w:tcPr>
          <w:p w:rsidR="000546D1" w:rsidRPr="00996FAD" w:rsidRDefault="000546D1" w:rsidP="00996F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ежемесячно</w:t>
            </w:r>
          </w:p>
        </w:tc>
        <w:tc>
          <w:tcPr>
            <w:tcW w:w="2835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Администрация сельского поселения</w:t>
            </w:r>
          </w:p>
        </w:tc>
        <w:tc>
          <w:tcPr>
            <w:tcW w:w="2440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Пелипенко О.Н.</w:t>
            </w:r>
          </w:p>
          <w:p w:rsidR="000546D1" w:rsidRPr="00996FAD" w:rsidRDefault="000546D1" w:rsidP="00996FA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0E781D" w:rsidRDefault="000546D1" w:rsidP="00996FA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E781D">
              <w:rPr>
                <w:rFonts w:ascii="Times New Roman" w:hAnsi="Times New Roman"/>
                <w:sz w:val="26"/>
                <w:szCs w:val="28"/>
              </w:rPr>
              <w:t>Наполнение официального сайта поселения необходимой информацией</w:t>
            </w:r>
          </w:p>
        </w:tc>
        <w:tc>
          <w:tcPr>
            <w:tcW w:w="2122" w:type="dxa"/>
          </w:tcPr>
          <w:p w:rsidR="000546D1" w:rsidRPr="00996FAD" w:rsidRDefault="000546D1" w:rsidP="00996F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По мере необходимости в течении года</w:t>
            </w:r>
          </w:p>
        </w:tc>
        <w:tc>
          <w:tcPr>
            <w:tcW w:w="2835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Администрация сельского поселения</w:t>
            </w:r>
          </w:p>
        </w:tc>
        <w:tc>
          <w:tcPr>
            <w:tcW w:w="2440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Пелипенко О.Н. Петренко И.А.</w:t>
            </w:r>
          </w:p>
        </w:tc>
      </w:tr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Заседание комиссии по противодействию коррупции</w:t>
            </w:r>
          </w:p>
        </w:tc>
        <w:tc>
          <w:tcPr>
            <w:tcW w:w="2122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один раз в квартал</w:t>
            </w:r>
          </w:p>
        </w:tc>
        <w:tc>
          <w:tcPr>
            <w:tcW w:w="2835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Администрация сельского поселения</w:t>
            </w:r>
          </w:p>
        </w:tc>
        <w:tc>
          <w:tcPr>
            <w:tcW w:w="2440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Пелипенко О.Н.</w:t>
            </w:r>
          </w:p>
        </w:tc>
      </w:tr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Заседание комиссии по административной реформе</w:t>
            </w:r>
          </w:p>
        </w:tc>
        <w:tc>
          <w:tcPr>
            <w:tcW w:w="2122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один раз в квартал</w:t>
            </w:r>
          </w:p>
        </w:tc>
        <w:tc>
          <w:tcPr>
            <w:tcW w:w="2835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Администрация сельского поселения</w:t>
            </w:r>
          </w:p>
        </w:tc>
        <w:tc>
          <w:tcPr>
            <w:tcW w:w="2440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Пелипенко О.Н.</w:t>
            </w:r>
          </w:p>
        </w:tc>
      </w:tr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0E781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E781D">
              <w:rPr>
                <w:rFonts w:ascii="Times New Roman" w:hAnsi="Times New Roman"/>
                <w:sz w:val="26"/>
                <w:szCs w:val="26"/>
              </w:rPr>
              <w:t>Заседание административной комиссии</w:t>
            </w:r>
          </w:p>
        </w:tc>
        <w:tc>
          <w:tcPr>
            <w:tcW w:w="2122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835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Администрация сельского поселения</w:t>
            </w:r>
          </w:p>
        </w:tc>
        <w:tc>
          <w:tcPr>
            <w:tcW w:w="2440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Василенко В.Г.</w:t>
            </w:r>
          </w:p>
        </w:tc>
      </w:tr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0E781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E781D">
              <w:rPr>
                <w:rFonts w:ascii="Times New Roman" w:hAnsi="Times New Roman"/>
                <w:sz w:val="26"/>
                <w:szCs w:val="26"/>
              </w:rPr>
              <w:t xml:space="preserve">Заседание межведомственной территориальной комиссии по профилактике правонарушений </w:t>
            </w:r>
          </w:p>
        </w:tc>
        <w:tc>
          <w:tcPr>
            <w:tcW w:w="2122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один раз в месяц согласно графика</w:t>
            </w:r>
          </w:p>
        </w:tc>
        <w:tc>
          <w:tcPr>
            <w:tcW w:w="2835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Администрация сельского поселения</w:t>
            </w:r>
          </w:p>
        </w:tc>
        <w:tc>
          <w:tcPr>
            <w:tcW w:w="2440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Пелипенко О.Н.</w:t>
            </w:r>
          </w:p>
        </w:tc>
      </w:tr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0E781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Заседание ч</w:t>
            </w:r>
            <w:r w:rsidRPr="000E781D">
              <w:rPr>
                <w:rFonts w:ascii="Times New Roman" w:hAnsi="Times New Roman"/>
                <w:sz w:val="26"/>
                <w:szCs w:val="26"/>
              </w:rPr>
              <w:t xml:space="preserve">резвычайной комиссии по снижению задолженности по налогам </w:t>
            </w:r>
          </w:p>
        </w:tc>
        <w:tc>
          <w:tcPr>
            <w:tcW w:w="2122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 мере необходимости согласно графика</w:t>
            </w:r>
          </w:p>
        </w:tc>
        <w:tc>
          <w:tcPr>
            <w:tcW w:w="2835" w:type="dxa"/>
          </w:tcPr>
          <w:p w:rsidR="000546D1" w:rsidRPr="00927A87" w:rsidRDefault="000546D1" w:rsidP="00914516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27A87">
              <w:rPr>
                <w:rFonts w:ascii="Times New Roman" w:hAnsi="Times New Roman"/>
                <w:sz w:val="26"/>
                <w:szCs w:val="26"/>
              </w:rPr>
              <w:t>Администрация сельского поселения</w:t>
            </w:r>
          </w:p>
        </w:tc>
        <w:tc>
          <w:tcPr>
            <w:tcW w:w="2440" w:type="dxa"/>
          </w:tcPr>
          <w:p w:rsidR="000546D1" w:rsidRDefault="000546D1" w:rsidP="00914516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Опарина Т.И.</w:t>
            </w:r>
          </w:p>
          <w:p w:rsidR="000546D1" w:rsidRPr="00996FAD" w:rsidRDefault="000546D1" w:rsidP="00914516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Хвостик Я.И</w:t>
            </w:r>
          </w:p>
          <w:p w:rsidR="000546D1" w:rsidRPr="00996FAD" w:rsidRDefault="000546D1" w:rsidP="00914516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Титаренко Н.В.</w:t>
            </w:r>
          </w:p>
        </w:tc>
      </w:tr>
      <w:tr w:rsidR="000546D1" w:rsidRPr="00996FAD" w:rsidTr="00996FAD">
        <w:tc>
          <w:tcPr>
            <w:tcW w:w="1008" w:type="dxa"/>
          </w:tcPr>
          <w:p w:rsidR="000546D1" w:rsidRPr="00927A87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927A87" w:rsidRDefault="000546D1" w:rsidP="00996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6"/>
                <w:szCs w:val="24"/>
              </w:rPr>
            </w:pPr>
            <w:r w:rsidRPr="00927A87">
              <w:rPr>
                <w:rFonts w:ascii="Times New Roman" w:hAnsi="Times New Roman"/>
                <w:sz w:val="26"/>
                <w:szCs w:val="24"/>
              </w:rPr>
              <w:t xml:space="preserve">Формирование и направления для </w:t>
            </w:r>
            <w:r>
              <w:rPr>
                <w:rFonts w:ascii="Times New Roman" w:hAnsi="Times New Roman"/>
                <w:w w:val="96"/>
                <w:sz w:val="26"/>
                <w:szCs w:val="24"/>
              </w:rPr>
              <w:t>утверждения бюджета на 2019</w:t>
            </w:r>
            <w:r w:rsidRPr="00927A87">
              <w:rPr>
                <w:rFonts w:ascii="Times New Roman" w:hAnsi="Times New Roman"/>
                <w:w w:val="96"/>
                <w:sz w:val="26"/>
                <w:szCs w:val="24"/>
              </w:rPr>
              <w:t xml:space="preserve"> год</w:t>
            </w:r>
          </w:p>
        </w:tc>
        <w:tc>
          <w:tcPr>
            <w:tcW w:w="2122" w:type="dxa"/>
          </w:tcPr>
          <w:p w:rsidR="000546D1" w:rsidRPr="00927A87" w:rsidRDefault="000546D1" w:rsidP="00996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6"/>
                <w:szCs w:val="28"/>
              </w:rPr>
            </w:pPr>
            <w:r w:rsidRPr="00927A87">
              <w:rPr>
                <w:rFonts w:ascii="Times New Roman" w:hAnsi="Times New Roman"/>
                <w:sz w:val="26"/>
                <w:szCs w:val="28"/>
              </w:rPr>
              <w:t>4 квартал</w:t>
            </w:r>
          </w:p>
        </w:tc>
        <w:tc>
          <w:tcPr>
            <w:tcW w:w="2835" w:type="dxa"/>
          </w:tcPr>
          <w:p w:rsidR="000546D1" w:rsidRPr="00927A87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27A87">
              <w:rPr>
                <w:rFonts w:ascii="Times New Roman" w:hAnsi="Times New Roman"/>
                <w:sz w:val="26"/>
                <w:szCs w:val="26"/>
              </w:rPr>
              <w:t>Администрация сельского поселения</w:t>
            </w:r>
          </w:p>
        </w:tc>
        <w:tc>
          <w:tcPr>
            <w:tcW w:w="2440" w:type="dxa"/>
          </w:tcPr>
          <w:p w:rsidR="000546D1" w:rsidRPr="00996FAD" w:rsidRDefault="000546D1" w:rsidP="00927A87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Хвостик Я.И</w:t>
            </w:r>
          </w:p>
          <w:p w:rsidR="000546D1" w:rsidRPr="00996FAD" w:rsidRDefault="000546D1" w:rsidP="00927A87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Титаренко Н.В.</w:t>
            </w:r>
          </w:p>
        </w:tc>
      </w:tr>
      <w:tr w:rsidR="000546D1" w:rsidRPr="00996FAD" w:rsidTr="00996FAD">
        <w:tc>
          <w:tcPr>
            <w:tcW w:w="1008" w:type="dxa"/>
          </w:tcPr>
          <w:p w:rsidR="000546D1" w:rsidRPr="00927A87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927A87" w:rsidRDefault="000546D1" w:rsidP="00996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6"/>
                <w:szCs w:val="24"/>
              </w:rPr>
            </w:pPr>
            <w:r w:rsidRPr="00927A87">
              <w:rPr>
                <w:rFonts w:ascii="Times New Roman" w:hAnsi="Times New Roman"/>
                <w:sz w:val="26"/>
                <w:szCs w:val="24"/>
              </w:rPr>
              <w:t>Подготовка и ут</w:t>
            </w:r>
            <w:r>
              <w:rPr>
                <w:rFonts w:ascii="Times New Roman" w:hAnsi="Times New Roman"/>
                <w:sz w:val="26"/>
                <w:szCs w:val="24"/>
              </w:rPr>
              <w:t>верждение отчета бюджета за 2017</w:t>
            </w:r>
            <w:r w:rsidRPr="00927A87">
              <w:rPr>
                <w:rFonts w:ascii="Times New Roman" w:hAnsi="Times New Roman"/>
                <w:sz w:val="26"/>
                <w:szCs w:val="24"/>
              </w:rPr>
              <w:t xml:space="preserve"> год,</w:t>
            </w:r>
          </w:p>
        </w:tc>
        <w:tc>
          <w:tcPr>
            <w:tcW w:w="2122" w:type="dxa"/>
          </w:tcPr>
          <w:p w:rsidR="000546D1" w:rsidRPr="00927A87" w:rsidRDefault="000546D1" w:rsidP="00996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6"/>
                <w:szCs w:val="28"/>
              </w:rPr>
            </w:pPr>
            <w:r w:rsidRPr="00927A87">
              <w:rPr>
                <w:rFonts w:ascii="Times New Roman" w:hAnsi="Times New Roman"/>
                <w:sz w:val="26"/>
                <w:szCs w:val="28"/>
              </w:rPr>
              <w:t>1-2 квартал</w:t>
            </w:r>
          </w:p>
        </w:tc>
        <w:tc>
          <w:tcPr>
            <w:tcW w:w="2835" w:type="dxa"/>
          </w:tcPr>
          <w:p w:rsidR="000546D1" w:rsidRPr="00927A87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27A87">
              <w:rPr>
                <w:rFonts w:ascii="Times New Roman" w:hAnsi="Times New Roman"/>
                <w:sz w:val="26"/>
                <w:szCs w:val="26"/>
              </w:rPr>
              <w:t>Администрация сельского поселения</w:t>
            </w:r>
          </w:p>
        </w:tc>
        <w:tc>
          <w:tcPr>
            <w:tcW w:w="2440" w:type="dxa"/>
          </w:tcPr>
          <w:p w:rsidR="000546D1" w:rsidRPr="00996FAD" w:rsidRDefault="000546D1" w:rsidP="00927A87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Хвостик Я.И</w:t>
            </w:r>
          </w:p>
          <w:p w:rsidR="000546D1" w:rsidRPr="00996FAD" w:rsidRDefault="000546D1" w:rsidP="00927A87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Титаренко Н.В.</w:t>
            </w:r>
          </w:p>
        </w:tc>
      </w:tr>
      <w:tr w:rsidR="000546D1" w:rsidRPr="00996FAD" w:rsidTr="00996FAD">
        <w:tc>
          <w:tcPr>
            <w:tcW w:w="1008" w:type="dxa"/>
          </w:tcPr>
          <w:p w:rsidR="000546D1" w:rsidRPr="00927A87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927A87" w:rsidRDefault="000546D1" w:rsidP="00996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6"/>
                <w:szCs w:val="24"/>
              </w:rPr>
            </w:pPr>
            <w:r w:rsidRPr="00927A87">
              <w:rPr>
                <w:rFonts w:ascii="Times New Roman" w:hAnsi="Times New Roman"/>
                <w:sz w:val="26"/>
                <w:szCs w:val="24"/>
              </w:rPr>
              <w:t>Подготовка отчета и отчет об</w:t>
            </w:r>
          </w:p>
          <w:p w:rsidR="000546D1" w:rsidRPr="00927A87" w:rsidRDefault="000546D1" w:rsidP="00996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6"/>
                <w:szCs w:val="24"/>
              </w:rPr>
            </w:pPr>
            <w:r w:rsidRPr="00927A87">
              <w:rPr>
                <w:rFonts w:ascii="Times New Roman" w:hAnsi="Times New Roman"/>
                <w:w w:val="93"/>
                <w:sz w:val="26"/>
                <w:szCs w:val="24"/>
              </w:rPr>
              <w:t>исполнении бюджета за 1-4 кварталы</w:t>
            </w:r>
          </w:p>
        </w:tc>
        <w:tc>
          <w:tcPr>
            <w:tcW w:w="2122" w:type="dxa"/>
          </w:tcPr>
          <w:p w:rsidR="000546D1" w:rsidRPr="00927A87" w:rsidRDefault="000546D1" w:rsidP="00996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6"/>
                <w:szCs w:val="28"/>
              </w:rPr>
            </w:pPr>
            <w:r w:rsidRPr="00927A87">
              <w:rPr>
                <w:rFonts w:ascii="Times New Roman" w:hAnsi="Times New Roman"/>
                <w:w w:val="96"/>
                <w:sz w:val="26"/>
                <w:szCs w:val="28"/>
              </w:rPr>
              <w:t>в течение года</w:t>
            </w:r>
          </w:p>
        </w:tc>
        <w:tc>
          <w:tcPr>
            <w:tcW w:w="2835" w:type="dxa"/>
          </w:tcPr>
          <w:p w:rsidR="000546D1" w:rsidRPr="00927A87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27A87">
              <w:rPr>
                <w:rFonts w:ascii="Times New Roman" w:hAnsi="Times New Roman"/>
                <w:sz w:val="26"/>
                <w:szCs w:val="26"/>
              </w:rPr>
              <w:t>Администрация сельского поселения</w:t>
            </w:r>
          </w:p>
        </w:tc>
        <w:tc>
          <w:tcPr>
            <w:tcW w:w="2440" w:type="dxa"/>
          </w:tcPr>
          <w:p w:rsidR="000546D1" w:rsidRPr="00996FAD" w:rsidRDefault="000546D1" w:rsidP="00927A87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Хвостик Я.И</w:t>
            </w:r>
          </w:p>
          <w:p w:rsidR="000546D1" w:rsidRPr="00996FAD" w:rsidRDefault="000546D1" w:rsidP="00927A87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Титаренко Н.В.</w:t>
            </w:r>
          </w:p>
        </w:tc>
      </w:tr>
      <w:tr w:rsidR="000546D1" w:rsidRPr="00996FAD" w:rsidTr="00996FAD">
        <w:tc>
          <w:tcPr>
            <w:tcW w:w="1008" w:type="dxa"/>
          </w:tcPr>
          <w:p w:rsidR="000546D1" w:rsidRPr="00927A87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927A87" w:rsidRDefault="000546D1" w:rsidP="00996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6"/>
                <w:szCs w:val="24"/>
              </w:rPr>
            </w:pPr>
            <w:r w:rsidRPr="00927A87">
              <w:rPr>
                <w:rFonts w:ascii="Times New Roman" w:hAnsi="Times New Roman"/>
                <w:w w:val="95"/>
                <w:sz w:val="26"/>
                <w:szCs w:val="24"/>
              </w:rPr>
              <w:t xml:space="preserve">Выявление фактов не постановки на </w:t>
            </w:r>
            <w:r w:rsidRPr="00927A87">
              <w:rPr>
                <w:rFonts w:ascii="Times New Roman" w:hAnsi="Times New Roman"/>
                <w:sz w:val="26"/>
                <w:szCs w:val="24"/>
              </w:rPr>
              <w:t>учет недвижимого имущества и земельных участков гражданами</w:t>
            </w:r>
          </w:p>
        </w:tc>
        <w:tc>
          <w:tcPr>
            <w:tcW w:w="2122" w:type="dxa"/>
          </w:tcPr>
          <w:p w:rsidR="000546D1" w:rsidRPr="00927A87" w:rsidRDefault="000546D1" w:rsidP="00996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6"/>
                <w:szCs w:val="28"/>
              </w:rPr>
            </w:pPr>
            <w:r w:rsidRPr="00927A87">
              <w:rPr>
                <w:rFonts w:ascii="Times New Roman" w:hAnsi="Times New Roman"/>
                <w:w w:val="96"/>
                <w:sz w:val="26"/>
                <w:szCs w:val="28"/>
              </w:rPr>
              <w:t>в течение года</w:t>
            </w:r>
          </w:p>
        </w:tc>
        <w:tc>
          <w:tcPr>
            <w:tcW w:w="2835" w:type="dxa"/>
          </w:tcPr>
          <w:p w:rsidR="000546D1" w:rsidRPr="00927A87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27A87">
              <w:rPr>
                <w:rFonts w:ascii="Times New Roman" w:hAnsi="Times New Roman"/>
                <w:sz w:val="26"/>
                <w:szCs w:val="26"/>
              </w:rPr>
              <w:t>Администрация сельского поселения</w:t>
            </w:r>
          </w:p>
        </w:tc>
        <w:tc>
          <w:tcPr>
            <w:tcW w:w="2440" w:type="dxa"/>
          </w:tcPr>
          <w:p w:rsidR="000546D1" w:rsidRPr="00996FAD" w:rsidRDefault="000546D1" w:rsidP="00927A87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Хвостик Я.И</w:t>
            </w:r>
          </w:p>
          <w:p w:rsidR="000546D1" w:rsidRPr="00996FAD" w:rsidRDefault="000546D1" w:rsidP="00927A87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Титаренко Н.В.</w:t>
            </w:r>
          </w:p>
        </w:tc>
      </w:tr>
      <w:tr w:rsidR="000546D1" w:rsidRPr="00996FAD" w:rsidTr="00996FAD">
        <w:tc>
          <w:tcPr>
            <w:tcW w:w="1008" w:type="dxa"/>
          </w:tcPr>
          <w:p w:rsidR="000546D1" w:rsidRPr="00927A87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927A87" w:rsidRDefault="000546D1" w:rsidP="00996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6"/>
                <w:szCs w:val="24"/>
              </w:rPr>
            </w:pPr>
            <w:r w:rsidRPr="00927A87">
              <w:rPr>
                <w:rFonts w:ascii="Times New Roman" w:hAnsi="Times New Roman"/>
                <w:sz w:val="26"/>
                <w:szCs w:val="24"/>
              </w:rPr>
              <w:t>Подготовка информации и отчетов по запросам</w:t>
            </w:r>
          </w:p>
        </w:tc>
        <w:tc>
          <w:tcPr>
            <w:tcW w:w="2122" w:type="dxa"/>
          </w:tcPr>
          <w:p w:rsidR="000546D1" w:rsidRPr="00927A87" w:rsidRDefault="000546D1" w:rsidP="00996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6"/>
                <w:szCs w:val="28"/>
              </w:rPr>
            </w:pPr>
            <w:r w:rsidRPr="00927A87">
              <w:rPr>
                <w:rFonts w:ascii="Times New Roman" w:hAnsi="Times New Roman"/>
                <w:w w:val="96"/>
                <w:sz w:val="26"/>
                <w:szCs w:val="28"/>
              </w:rPr>
              <w:t>в течение года</w:t>
            </w:r>
          </w:p>
        </w:tc>
        <w:tc>
          <w:tcPr>
            <w:tcW w:w="2835" w:type="dxa"/>
          </w:tcPr>
          <w:p w:rsidR="000546D1" w:rsidRPr="00927A87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27A87">
              <w:rPr>
                <w:rFonts w:ascii="Times New Roman" w:hAnsi="Times New Roman"/>
                <w:sz w:val="26"/>
                <w:szCs w:val="26"/>
              </w:rPr>
              <w:t>Администрация сельского поселения</w:t>
            </w:r>
          </w:p>
        </w:tc>
        <w:tc>
          <w:tcPr>
            <w:tcW w:w="2440" w:type="dxa"/>
          </w:tcPr>
          <w:p w:rsidR="000546D1" w:rsidRPr="00996FAD" w:rsidRDefault="000546D1" w:rsidP="00927A87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Хвостик Я.И</w:t>
            </w:r>
          </w:p>
          <w:p w:rsidR="000546D1" w:rsidRPr="00996FAD" w:rsidRDefault="000546D1" w:rsidP="00927A87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Титаренко Н.В.</w:t>
            </w:r>
          </w:p>
        </w:tc>
      </w:tr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927A87" w:rsidRDefault="000546D1" w:rsidP="00996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6"/>
                <w:szCs w:val="24"/>
              </w:rPr>
            </w:pPr>
            <w:r w:rsidRPr="00927A87">
              <w:rPr>
                <w:rFonts w:ascii="Times New Roman" w:hAnsi="Times New Roman"/>
                <w:sz w:val="26"/>
                <w:szCs w:val="24"/>
              </w:rPr>
              <w:t>Разработка прогноза социально-</w:t>
            </w:r>
          </w:p>
          <w:p w:rsidR="000546D1" w:rsidRPr="00927A87" w:rsidRDefault="000546D1" w:rsidP="00996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6"/>
                <w:szCs w:val="24"/>
              </w:rPr>
            </w:pPr>
            <w:r w:rsidRPr="00927A87">
              <w:rPr>
                <w:rFonts w:ascii="Times New Roman" w:hAnsi="Times New Roman"/>
                <w:w w:val="96"/>
                <w:sz w:val="26"/>
                <w:szCs w:val="24"/>
              </w:rPr>
              <w:t>экономического развития поселения</w:t>
            </w:r>
          </w:p>
        </w:tc>
        <w:tc>
          <w:tcPr>
            <w:tcW w:w="2122" w:type="dxa"/>
          </w:tcPr>
          <w:p w:rsidR="000546D1" w:rsidRPr="00927A87" w:rsidRDefault="000546D1" w:rsidP="00996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6"/>
                <w:szCs w:val="28"/>
              </w:rPr>
            </w:pPr>
            <w:r w:rsidRPr="00927A87">
              <w:rPr>
                <w:rFonts w:ascii="Times New Roman" w:hAnsi="Times New Roman"/>
                <w:sz w:val="26"/>
                <w:szCs w:val="28"/>
              </w:rPr>
              <w:t>3 квартал</w:t>
            </w:r>
          </w:p>
        </w:tc>
        <w:tc>
          <w:tcPr>
            <w:tcW w:w="2835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27A87">
              <w:rPr>
                <w:rFonts w:ascii="Times New Roman" w:hAnsi="Times New Roman"/>
                <w:sz w:val="26"/>
                <w:szCs w:val="26"/>
              </w:rPr>
              <w:t>Администрация сельского поселения</w:t>
            </w:r>
          </w:p>
        </w:tc>
        <w:tc>
          <w:tcPr>
            <w:tcW w:w="2440" w:type="dxa"/>
          </w:tcPr>
          <w:p w:rsidR="000546D1" w:rsidRPr="00996FAD" w:rsidRDefault="000546D1" w:rsidP="00927A87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Хвостик Я.И</w:t>
            </w:r>
          </w:p>
          <w:p w:rsidR="000546D1" w:rsidRPr="00996FAD" w:rsidRDefault="000546D1" w:rsidP="00927A87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Титаренко Н.В.</w:t>
            </w:r>
          </w:p>
        </w:tc>
      </w:tr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«День освобождения станицы»</w:t>
            </w:r>
          </w:p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«День станицы»</w:t>
            </w:r>
          </w:p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Митинг</w:t>
            </w:r>
          </w:p>
        </w:tc>
        <w:tc>
          <w:tcPr>
            <w:tcW w:w="2122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октябрь</w:t>
            </w:r>
          </w:p>
        </w:tc>
        <w:tc>
          <w:tcPr>
            <w:tcW w:w="2835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Администрация сельского поселения Старотитаровский ДК</w:t>
            </w:r>
          </w:p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40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Титаренко А.Г</w:t>
            </w:r>
          </w:p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Опарина Т.И.</w:t>
            </w:r>
          </w:p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Егорова Т.М.</w:t>
            </w:r>
          </w:p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Проведение культурно- массовых мероприятий (по плану)</w:t>
            </w:r>
          </w:p>
        </w:tc>
        <w:tc>
          <w:tcPr>
            <w:tcW w:w="2122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течении года</w:t>
            </w:r>
          </w:p>
        </w:tc>
        <w:tc>
          <w:tcPr>
            <w:tcW w:w="2835" w:type="dxa"/>
          </w:tcPr>
          <w:p w:rsidR="000546D1" w:rsidRPr="00996FAD" w:rsidRDefault="000546D1" w:rsidP="00110C0C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Администрация сельского поселения Старотитаровский ДК</w:t>
            </w:r>
          </w:p>
          <w:p w:rsidR="000546D1" w:rsidRPr="00996FAD" w:rsidRDefault="000546D1" w:rsidP="00110C0C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546D1" w:rsidRPr="00996FAD" w:rsidRDefault="000546D1" w:rsidP="00110C0C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40" w:type="dxa"/>
          </w:tcPr>
          <w:p w:rsidR="000546D1" w:rsidRPr="00996FAD" w:rsidRDefault="000546D1" w:rsidP="00110C0C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Титаренко А.Г</w:t>
            </w:r>
          </w:p>
          <w:p w:rsidR="000546D1" w:rsidRPr="00996FAD" w:rsidRDefault="000546D1" w:rsidP="00110C0C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Опарина Т.И.</w:t>
            </w:r>
          </w:p>
          <w:p w:rsidR="000546D1" w:rsidRPr="00996FAD" w:rsidRDefault="000546D1" w:rsidP="00110C0C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Егорова Т.М.</w:t>
            </w:r>
          </w:p>
          <w:p w:rsidR="000546D1" w:rsidRPr="00996FAD" w:rsidRDefault="000546D1" w:rsidP="00110C0C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996FAD" w:rsidRDefault="000546D1" w:rsidP="00996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996FAD">
              <w:rPr>
                <w:rFonts w:ascii="Times New Roman" w:hAnsi="Times New Roman"/>
                <w:sz w:val="24"/>
                <w:szCs w:val="24"/>
              </w:rPr>
              <w:t>Проведение спортивных</w:t>
            </w:r>
          </w:p>
          <w:p w:rsidR="000546D1" w:rsidRPr="00996FAD" w:rsidRDefault="000546D1" w:rsidP="00996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996FAD">
              <w:rPr>
                <w:rFonts w:ascii="Times New Roman" w:hAnsi="Times New Roman"/>
                <w:sz w:val="24"/>
                <w:szCs w:val="24"/>
              </w:rPr>
              <w:t>мероприятий (</w:t>
            </w:r>
            <w:r>
              <w:rPr>
                <w:rFonts w:ascii="Times New Roman" w:hAnsi="Times New Roman"/>
                <w:sz w:val="24"/>
                <w:szCs w:val="24"/>
              </w:rPr>
              <w:t>по плану</w:t>
            </w:r>
            <w:r w:rsidRPr="00996FA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122" w:type="dxa"/>
          </w:tcPr>
          <w:p w:rsidR="000546D1" w:rsidRPr="00996FAD" w:rsidRDefault="000546D1" w:rsidP="00996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8"/>
                <w:szCs w:val="28"/>
              </w:rPr>
            </w:pPr>
            <w:r w:rsidRPr="00996FAD">
              <w:rPr>
                <w:rFonts w:ascii="Times New Roman" w:hAnsi="Times New Roman"/>
                <w:w w:val="96"/>
                <w:sz w:val="28"/>
                <w:szCs w:val="28"/>
              </w:rPr>
              <w:t>в течение года</w:t>
            </w:r>
          </w:p>
        </w:tc>
        <w:tc>
          <w:tcPr>
            <w:tcW w:w="2835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МБУ  ФОСК «Виктория»</w:t>
            </w:r>
          </w:p>
        </w:tc>
        <w:tc>
          <w:tcPr>
            <w:tcW w:w="2440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Бойко А.Н.</w:t>
            </w:r>
          </w:p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Подготовка к проведению празднования  73-й годовщины Победы в ВОВ 1941-1945 гг., составление информации о проделанной работе с ветеранами и вдовами погибших (умерших) ветеранов ВОВ</w:t>
            </w:r>
          </w:p>
        </w:tc>
        <w:tc>
          <w:tcPr>
            <w:tcW w:w="2122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апрель 2018г.</w:t>
            </w:r>
          </w:p>
        </w:tc>
        <w:tc>
          <w:tcPr>
            <w:tcW w:w="2835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Администрация сельского поселения</w:t>
            </w:r>
          </w:p>
        </w:tc>
        <w:tc>
          <w:tcPr>
            <w:tcW w:w="2440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Опарина Т.И.</w:t>
            </w:r>
          </w:p>
        </w:tc>
      </w:tr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Работа по наведению экологического и санитарного состояния на прилегающих территориях.</w:t>
            </w:r>
          </w:p>
        </w:tc>
        <w:tc>
          <w:tcPr>
            <w:tcW w:w="2122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апрель 2018г.</w:t>
            </w:r>
          </w:p>
        </w:tc>
        <w:tc>
          <w:tcPr>
            <w:tcW w:w="2835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прилегающая территория</w:t>
            </w:r>
          </w:p>
        </w:tc>
        <w:tc>
          <w:tcPr>
            <w:tcW w:w="2440" w:type="dxa"/>
          </w:tcPr>
          <w:p w:rsidR="000546D1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Василенко В.Г. Руководители учреждений</w:t>
            </w:r>
          </w:p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 xml:space="preserve">Торжественный митинг, посвященный 73-й годовщине Победы в ВОВ 1941 – </w:t>
            </w:r>
            <w:smartTag w:uri="urn:schemas-microsoft-com:office:smarttags" w:element="metricconverter">
              <w:smartTagPr>
                <w:attr w:name="ProductID" w:val="1945 г"/>
              </w:smartTagPr>
              <w:r w:rsidRPr="00996FAD">
                <w:rPr>
                  <w:rFonts w:ascii="Times New Roman" w:hAnsi="Times New Roman"/>
                  <w:sz w:val="26"/>
                  <w:szCs w:val="26"/>
                </w:rPr>
                <w:t>1945 г</w:t>
              </w:r>
            </w:smartTag>
            <w:r w:rsidRPr="00996FAD">
              <w:rPr>
                <w:rFonts w:ascii="Times New Roman" w:hAnsi="Times New Roman"/>
                <w:sz w:val="26"/>
                <w:szCs w:val="26"/>
              </w:rPr>
              <w:t>.г.</w:t>
            </w:r>
          </w:p>
        </w:tc>
        <w:tc>
          <w:tcPr>
            <w:tcW w:w="2122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май 2018г.</w:t>
            </w:r>
          </w:p>
        </w:tc>
        <w:tc>
          <w:tcPr>
            <w:tcW w:w="2835" w:type="dxa"/>
          </w:tcPr>
          <w:p w:rsidR="000546D1" w:rsidRPr="00996FAD" w:rsidRDefault="000546D1" w:rsidP="00547155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Администрация сельского поселения Старотитаровский ДК</w:t>
            </w:r>
          </w:p>
        </w:tc>
        <w:tc>
          <w:tcPr>
            <w:tcW w:w="2440" w:type="dxa"/>
          </w:tcPr>
          <w:p w:rsidR="000546D1" w:rsidRPr="00996FAD" w:rsidRDefault="000546D1" w:rsidP="00914516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Титаренко А.Г</w:t>
            </w:r>
          </w:p>
          <w:p w:rsidR="000546D1" w:rsidRPr="00996FAD" w:rsidRDefault="000546D1" w:rsidP="00914516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Опарина Т.И.</w:t>
            </w:r>
          </w:p>
          <w:p w:rsidR="000546D1" w:rsidRPr="00996FAD" w:rsidRDefault="000546D1" w:rsidP="00914516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Егорова Т.М.</w:t>
            </w:r>
          </w:p>
        </w:tc>
      </w:tr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Праздничный концерт, посвященный 7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996FAD">
              <w:rPr>
                <w:rFonts w:ascii="Times New Roman" w:hAnsi="Times New Roman"/>
                <w:sz w:val="26"/>
                <w:szCs w:val="26"/>
              </w:rPr>
              <w:t xml:space="preserve">-й годовщине Победы в ВОВ 1941 – </w:t>
            </w:r>
            <w:smartTag w:uri="urn:schemas-microsoft-com:office:smarttags" w:element="metricconverter">
              <w:smartTagPr>
                <w:attr w:name="ProductID" w:val="1945 г"/>
              </w:smartTagPr>
              <w:r w:rsidRPr="00996FAD">
                <w:rPr>
                  <w:rFonts w:ascii="Times New Roman" w:hAnsi="Times New Roman"/>
                  <w:sz w:val="26"/>
                  <w:szCs w:val="26"/>
                </w:rPr>
                <w:t>1945 г</w:t>
              </w:r>
            </w:smartTag>
            <w:r w:rsidRPr="00996FAD">
              <w:rPr>
                <w:rFonts w:ascii="Times New Roman" w:hAnsi="Times New Roman"/>
                <w:sz w:val="26"/>
                <w:szCs w:val="26"/>
              </w:rPr>
              <w:t>.г.</w:t>
            </w:r>
          </w:p>
        </w:tc>
        <w:tc>
          <w:tcPr>
            <w:tcW w:w="2122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май 2018г.</w:t>
            </w:r>
          </w:p>
        </w:tc>
        <w:tc>
          <w:tcPr>
            <w:tcW w:w="2835" w:type="dxa"/>
          </w:tcPr>
          <w:p w:rsidR="000546D1" w:rsidRPr="00996FAD" w:rsidRDefault="000546D1" w:rsidP="00914516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Администрация сельского поселения Старотитаровский ДК</w:t>
            </w:r>
          </w:p>
          <w:p w:rsidR="000546D1" w:rsidRPr="00996FAD" w:rsidRDefault="000546D1" w:rsidP="00BF723A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40" w:type="dxa"/>
          </w:tcPr>
          <w:p w:rsidR="000546D1" w:rsidRPr="00996FAD" w:rsidRDefault="000546D1" w:rsidP="00914516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Титаренко А.Г</w:t>
            </w:r>
          </w:p>
          <w:p w:rsidR="000546D1" w:rsidRPr="00996FAD" w:rsidRDefault="000546D1" w:rsidP="00914516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Опарина Т.И.</w:t>
            </w:r>
          </w:p>
          <w:p w:rsidR="000546D1" w:rsidRPr="00996FAD" w:rsidRDefault="000546D1" w:rsidP="00914516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Егорова Т.М.</w:t>
            </w:r>
          </w:p>
          <w:p w:rsidR="000546D1" w:rsidRPr="00996FAD" w:rsidRDefault="000546D1" w:rsidP="00914516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Праздник «Последний звонок»</w:t>
            </w:r>
          </w:p>
        </w:tc>
        <w:tc>
          <w:tcPr>
            <w:tcW w:w="2122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25 мая 2018г.</w:t>
            </w:r>
          </w:p>
        </w:tc>
        <w:tc>
          <w:tcPr>
            <w:tcW w:w="2835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МБОУСОШ</w:t>
            </w:r>
          </w:p>
        </w:tc>
        <w:tc>
          <w:tcPr>
            <w:tcW w:w="2440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Титаренко</w:t>
            </w:r>
            <w:r w:rsidRPr="00996FAD">
              <w:rPr>
                <w:rFonts w:ascii="Times New Roman" w:hAnsi="Times New Roman"/>
                <w:sz w:val="26"/>
                <w:szCs w:val="26"/>
              </w:rPr>
              <w:t xml:space="preserve"> А.</w:t>
            </w:r>
            <w:r>
              <w:rPr>
                <w:rFonts w:ascii="Times New Roman" w:hAnsi="Times New Roman"/>
                <w:sz w:val="26"/>
                <w:szCs w:val="26"/>
              </w:rPr>
              <w:t>Г</w:t>
            </w:r>
            <w:r w:rsidRPr="00996FAD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Опарина Т.И.</w:t>
            </w:r>
          </w:p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Праздник «Перезагрузка»</w:t>
            </w:r>
          </w:p>
        </w:tc>
        <w:tc>
          <w:tcPr>
            <w:tcW w:w="2122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 мая 2018 г.</w:t>
            </w:r>
          </w:p>
        </w:tc>
        <w:tc>
          <w:tcPr>
            <w:tcW w:w="2835" w:type="dxa"/>
          </w:tcPr>
          <w:p w:rsidR="000546D1" w:rsidRPr="00996FAD" w:rsidRDefault="000546D1" w:rsidP="00074F94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Администрация сельского поселения Старотитаровский ДК</w:t>
            </w:r>
          </w:p>
        </w:tc>
        <w:tc>
          <w:tcPr>
            <w:tcW w:w="2440" w:type="dxa"/>
          </w:tcPr>
          <w:p w:rsidR="000546D1" w:rsidRPr="00996FAD" w:rsidRDefault="000546D1" w:rsidP="00914516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Титаренко А.Г</w:t>
            </w:r>
          </w:p>
          <w:p w:rsidR="000546D1" w:rsidRPr="00996FAD" w:rsidRDefault="000546D1" w:rsidP="00914516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Опарина Т.И.</w:t>
            </w:r>
          </w:p>
          <w:p w:rsidR="000546D1" w:rsidRPr="00996FAD" w:rsidRDefault="000546D1" w:rsidP="00914516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Егорова Т.М.</w:t>
            </w:r>
          </w:p>
        </w:tc>
      </w:tr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Участие в проведении профилактической операции «Подросток»</w:t>
            </w:r>
          </w:p>
        </w:tc>
        <w:tc>
          <w:tcPr>
            <w:tcW w:w="2122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с мая 2018г. по сентябрь 2018г.</w:t>
            </w:r>
          </w:p>
        </w:tc>
        <w:tc>
          <w:tcPr>
            <w:tcW w:w="2835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Администрация сельского поселения</w:t>
            </w:r>
          </w:p>
        </w:tc>
        <w:tc>
          <w:tcPr>
            <w:tcW w:w="2440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Пелипенко О.Н.</w:t>
            </w:r>
          </w:p>
        </w:tc>
      </w:tr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Организация и проведение праздника Дня защиты детей </w:t>
            </w:r>
          </w:p>
        </w:tc>
        <w:tc>
          <w:tcPr>
            <w:tcW w:w="2122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01.06. </w:t>
            </w:r>
            <w:r w:rsidRPr="00996FAD">
              <w:rPr>
                <w:rFonts w:ascii="Times New Roman" w:hAnsi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996FAD"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  <w:tc>
          <w:tcPr>
            <w:tcW w:w="2835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Старотитаровский </w:t>
            </w:r>
            <w:r w:rsidRPr="00996FAD">
              <w:rPr>
                <w:rFonts w:ascii="Times New Roman" w:hAnsi="Times New Roman"/>
                <w:color w:val="000000"/>
                <w:sz w:val="26"/>
                <w:szCs w:val="26"/>
              </w:rPr>
              <w:t>ДК</w:t>
            </w:r>
          </w:p>
        </w:tc>
        <w:tc>
          <w:tcPr>
            <w:tcW w:w="2440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Егорова Т.М.</w:t>
            </w:r>
          </w:p>
        </w:tc>
      </w:tr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 xml:space="preserve">Праздничный концерт, посвященный Дню России </w:t>
            </w:r>
          </w:p>
        </w:tc>
        <w:tc>
          <w:tcPr>
            <w:tcW w:w="2122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12.06.2018</w:t>
            </w:r>
            <w:r w:rsidRPr="00996FAD"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  <w:tc>
          <w:tcPr>
            <w:tcW w:w="2835" w:type="dxa"/>
          </w:tcPr>
          <w:p w:rsidR="000546D1" w:rsidRPr="00996FAD" w:rsidRDefault="000546D1" w:rsidP="00914516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Старотитаровский </w:t>
            </w:r>
            <w:r w:rsidRPr="00996FAD">
              <w:rPr>
                <w:rFonts w:ascii="Times New Roman" w:hAnsi="Times New Roman"/>
                <w:color w:val="000000"/>
                <w:sz w:val="26"/>
                <w:szCs w:val="26"/>
              </w:rPr>
              <w:t>ДК</w:t>
            </w:r>
          </w:p>
        </w:tc>
        <w:tc>
          <w:tcPr>
            <w:tcW w:w="2440" w:type="dxa"/>
          </w:tcPr>
          <w:p w:rsidR="000546D1" w:rsidRPr="00996FAD" w:rsidRDefault="000546D1" w:rsidP="00914516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Егорова Т.М.</w:t>
            </w:r>
          </w:p>
        </w:tc>
      </w:tr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Выпускной бал</w:t>
            </w:r>
          </w:p>
        </w:tc>
        <w:tc>
          <w:tcPr>
            <w:tcW w:w="2122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24.06.2018</w:t>
            </w:r>
            <w:r w:rsidRPr="00996FAD"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  <w:tc>
          <w:tcPr>
            <w:tcW w:w="2835" w:type="dxa"/>
          </w:tcPr>
          <w:p w:rsidR="000546D1" w:rsidRPr="00996FAD" w:rsidRDefault="000546D1" w:rsidP="00914516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Старотитаровский </w:t>
            </w:r>
            <w:r w:rsidRPr="00996FAD">
              <w:rPr>
                <w:rFonts w:ascii="Times New Roman" w:hAnsi="Times New Roman"/>
                <w:color w:val="000000"/>
                <w:sz w:val="26"/>
                <w:szCs w:val="26"/>
              </w:rPr>
              <w:t>ДК</w:t>
            </w:r>
          </w:p>
        </w:tc>
        <w:tc>
          <w:tcPr>
            <w:tcW w:w="2440" w:type="dxa"/>
          </w:tcPr>
          <w:p w:rsidR="000546D1" w:rsidRPr="00996FAD" w:rsidRDefault="000546D1" w:rsidP="00914516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Егорова Т.М.</w:t>
            </w:r>
          </w:p>
        </w:tc>
      </w:tr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 xml:space="preserve">Проведение торжественной линейки посвященной Дню знаний </w:t>
            </w:r>
          </w:p>
        </w:tc>
        <w:tc>
          <w:tcPr>
            <w:tcW w:w="2122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01.09.2018</w:t>
            </w:r>
            <w:r w:rsidRPr="00996FAD"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  <w:tc>
          <w:tcPr>
            <w:tcW w:w="2835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МБОУСОШ</w:t>
            </w:r>
          </w:p>
        </w:tc>
        <w:tc>
          <w:tcPr>
            <w:tcW w:w="2440" w:type="dxa"/>
          </w:tcPr>
          <w:p w:rsidR="000546D1" w:rsidRPr="00996FAD" w:rsidRDefault="000546D1" w:rsidP="00BF723A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Титаренко</w:t>
            </w:r>
            <w:r w:rsidRPr="00996FAD">
              <w:rPr>
                <w:rFonts w:ascii="Times New Roman" w:hAnsi="Times New Roman"/>
                <w:sz w:val="26"/>
                <w:szCs w:val="26"/>
              </w:rPr>
              <w:t xml:space="preserve"> А.</w:t>
            </w:r>
            <w:r>
              <w:rPr>
                <w:rFonts w:ascii="Times New Roman" w:hAnsi="Times New Roman"/>
                <w:sz w:val="26"/>
                <w:szCs w:val="26"/>
              </w:rPr>
              <w:t>Г</w:t>
            </w:r>
            <w:r w:rsidRPr="00996FAD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Опарина Т.И.</w:t>
            </w:r>
          </w:p>
        </w:tc>
      </w:tr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7" w:type="dxa"/>
            <w:vAlign w:val="center"/>
          </w:tcPr>
          <w:p w:rsidR="000546D1" w:rsidRPr="00996FAD" w:rsidRDefault="000546D1" w:rsidP="00996FA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Организация и проведение  Дня станицы</w:t>
            </w:r>
          </w:p>
        </w:tc>
        <w:tc>
          <w:tcPr>
            <w:tcW w:w="2122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Октябрь 2018 г.</w:t>
            </w:r>
          </w:p>
        </w:tc>
        <w:tc>
          <w:tcPr>
            <w:tcW w:w="2835" w:type="dxa"/>
          </w:tcPr>
          <w:p w:rsidR="000546D1" w:rsidRPr="00996FAD" w:rsidRDefault="000546D1" w:rsidP="00914516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Старотитаровский </w:t>
            </w:r>
            <w:r w:rsidRPr="00996FAD">
              <w:rPr>
                <w:rFonts w:ascii="Times New Roman" w:hAnsi="Times New Roman"/>
                <w:color w:val="000000"/>
                <w:sz w:val="26"/>
                <w:szCs w:val="26"/>
              </w:rPr>
              <w:t>ДК</w:t>
            </w:r>
          </w:p>
        </w:tc>
        <w:tc>
          <w:tcPr>
            <w:tcW w:w="2440" w:type="dxa"/>
          </w:tcPr>
          <w:p w:rsidR="000546D1" w:rsidRPr="00996FAD" w:rsidRDefault="000546D1" w:rsidP="00914516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Егорова Т.М.</w:t>
            </w:r>
          </w:p>
        </w:tc>
      </w:tr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Празднования Дня Матери</w:t>
            </w:r>
          </w:p>
        </w:tc>
        <w:tc>
          <w:tcPr>
            <w:tcW w:w="2122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ноябрь 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996FAD"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  <w:tc>
          <w:tcPr>
            <w:tcW w:w="2835" w:type="dxa"/>
          </w:tcPr>
          <w:p w:rsidR="000546D1" w:rsidRPr="00996FAD" w:rsidRDefault="000546D1" w:rsidP="00914516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Старотитаровский </w:t>
            </w:r>
            <w:r w:rsidRPr="00996FAD">
              <w:rPr>
                <w:rFonts w:ascii="Times New Roman" w:hAnsi="Times New Roman"/>
                <w:color w:val="000000"/>
                <w:sz w:val="26"/>
                <w:szCs w:val="26"/>
              </w:rPr>
              <w:t>ДК</w:t>
            </w:r>
          </w:p>
        </w:tc>
        <w:tc>
          <w:tcPr>
            <w:tcW w:w="2440" w:type="dxa"/>
          </w:tcPr>
          <w:p w:rsidR="000546D1" w:rsidRPr="00996FAD" w:rsidRDefault="000546D1" w:rsidP="00914516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Егорова Т.М.</w:t>
            </w:r>
          </w:p>
        </w:tc>
      </w:tr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996FAD" w:rsidRDefault="000546D1" w:rsidP="00996FA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Организация и проведение праздничного мероприятия</w:t>
            </w:r>
          </w:p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Нового года</w:t>
            </w:r>
          </w:p>
        </w:tc>
        <w:tc>
          <w:tcPr>
            <w:tcW w:w="2122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Декабрь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2018 г.</w:t>
            </w:r>
          </w:p>
        </w:tc>
        <w:tc>
          <w:tcPr>
            <w:tcW w:w="2835" w:type="dxa"/>
          </w:tcPr>
          <w:p w:rsidR="000546D1" w:rsidRPr="00996FAD" w:rsidRDefault="000546D1" w:rsidP="00914516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Старотитаровский </w:t>
            </w:r>
            <w:r w:rsidRPr="00996FAD">
              <w:rPr>
                <w:rFonts w:ascii="Times New Roman" w:hAnsi="Times New Roman"/>
                <w:color w:val="000000"/>
                <w:sz w:val="26"/>
                <w:szCs w:val="26"/>
              </w:rPr>
              <w:t>ДК</w:t>
            </w:r>
          </w:p>
        </w:tc>
        <w:tc>
          <w:tcPr>
            <w:tcW w:w="2440" w:type="dxa"/>
          </w:tcPr>
          <w:p w:rsidR="000546D1" w:rsidRPr="00996FAD" w:rsidRDefault="000546D1" w:rsidP="00914516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Егорова Т.М.</w:t>
            </w:r>
          </w:p>
        </w:tc>
      </w:tr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996FAD" w:rsidRDefault="000546D1" w:rsidP="00996FA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Рейды по местам массового сбора молодежи</w:t>
            </w:r>
          </w:p>
        </w:tc>
        <w:tc>
          <w:tcPr>
            <w:tcW w:w="2122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В течение года</w:t>
            </w:r>
          </w:p>
        </w:tc>
        <w:tc>
          <w:tcPr>
            <w:tcW w:w="2835" w:type="dxa"/>
          </w:tcPr>
          <w:p w:rsidR="000546D1" w:rsidRPr="00996FAD" w:rsidRDefault="000546D1" w:rsidP="00914516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Администрация сельского поселения</w:t>
            </w:r>
          </w:p>
        </w:tc>
        <w:tc>
          <w:tcPr>
            <w:tcW w:w="2440" w:type="dxa"/>
          </w:tcPr>
          <w:p w:rsidR="000546D1" w:rsidRPr="00996FAD" w:rsidRDefault="000546D1" w:rsidP="00914516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Василенко В.Г</w:t>
            </w:r>
            <w:r w:rsidRPr="00996FA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996FAD" w:rsidRDefault="000546D1" w:rsidP="00996FA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Обсадка и благоустройство кладбищ</w:t>
            </w:r>
          </w:p>
        </w:tc>
        <w:tc>
          <w:tcPr>
            <w:tcW w:w="2122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Весна, осень</w:t>
            </w:r>
          </w:p>
        </w:tc>
        <w:tc>
          <w:tcPr>
            <w:tcW w:w="2835" w:type="dxa"/>
          </w:tcPr>
          <w:p w:rsidR="000546D1" w:rsidRPr="00996FAD" w:rsidRDefault="000546D1" w:rsidP="00914516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Администрация сельского поселения</w:t>
            </w:r>
          </w:p>
        </w:tc>
        <w:tc>
          <w:tcPr>
            <w:tcW w:w="2440" w:type="dxa"/>
          </w:tcPr>
          <w:p w:rsidR="000546D1" w:rsidRDefault="000546D1" w:rsidP="00914516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Василенко В.Г.</w:t>
            </w:r>
          </w:p>
          <w:p w:rsidR="000546D1" w:rsidRPr="00996FAD" w:rsidRDefault="000546D1" w:rsidP="00914516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Пелипенко О.Н.</w:t>
            </w:r>
          </w:p>
        </w:tc>
      </w:tr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 xml:space="preserve">Работа по расчистке снега на прилегающих  территориях к учреждениям и организациям  </w:t>
            </w:r>
          </w:p>
        </w:tc>
        <w:tc>
          <w:tcPr>
            <w:tcW w:w="2122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835" w:type="dxa"/>
          </w:tcPr>
          <w:p w:rsidR="000546D1" w:rsidRDefault="000546D1" w:rsidP="00914516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Администрация сельского поселения</w:t>
            </w:r>
          </w:p>
          <w:p w:rsidR="000546D1" w:rsidRPr="00996FAD" w:rsidRDefault="000546D1" w:rsidP="00914516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МУП «Ремстройсервис»</w:t>
            </w:r>
          </w:p>
        </w:tc>
        <w:tc>
          <w:tcPr>
            <w:tcW w:w="2440" w:type="dxa"/>
          </w:tcPr>
          <w:p w:rsidR="000546D1" w:rsidRDefault="000546D1" w:rsidP="00914516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Василенко В.Г</w:t>
            </w:r>
            <w:r w:rsidRPr="00996FAD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0546D1" w:rsidRPr="00996FAD" w:rsidRDefault="000546D1" w:rsidP="00914516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Гусев К.В.</w:t>
            </w:r>
          </w:p>
        </w:tc>
      </w:tr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996FAD" w:rsidRDefault="000546D1" w:rsidP="00996FAD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Проведение мероприятий по отлову безнадзорных собак</w:t>
            </w:r>
          </w:p>
        </w:tc>
        <w:tc>
          <w:tcPr>
            <w:tcW w:w="2122" w:type="dxa"/>
          </w:tcPr>
          <w:p w:rsidR="000546D1" w:rsidRPr="00996FAD" w:rsidRDefault="000546D1" w:rsidP="00996FAD">
            <w:pPr>
              <w:tabs>
                <w:tab w:val="left" w:pos="658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835" w:type="dxa"/>
          </w:tcPr>
          <w:p w:rsidR="000546D1" w:rsidRPr="00996FAD" w:rsidRDefault="000546D1" w:rsidP="00914516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Администрация сельского поселения</w:t>
            </w:r>
          </w:p>
        </w:tc>
        <w:tc>
          <w:tcPr>
            <w:tcW w:w="2440" w:type="dxa"/>
          </w:tcPr>
          <w:p w:rsidR="000546D1" w:rsidRPr="00996FAD" w:rsidRDefault="000546D1" w:rsidP="00914516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Василенко В.Г</w:t>
            </w:r>
            <w:r w:rsidRPr="00996FA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996FAD" w:rsidRDefault="000546D1" w:rsidP="00996FAD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Побелка лесополос, деревьев, линий электропередач, бордюров.</w:t>
            </w:r>
          </w:p>
        </w:tc>
        <w:tc>
          <w:tcPr>
            <w:tcW w:w="2122" w:type="dxa"/>
          </w:tcPr>
          <w:p w:rsidR="000546D1" w:rsidRPr="00996FAD" w:rsidRDefault="000546D1" w:rsidP="00996FAD">
            <w:pPr>
              <w:tabs>
                <w:tab w:val="left" w:pos="658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Апрель 2018г.</w:t>
            </w:r>
          </w:p>
        </w:tc>
        <w:tc>
          <w:tcPr>
            <w:tcW w:w="2835" w:type="dxa"/>
          </w:tcPr>
          <w:p w:rsidR="000546D1" w:rsidRPr="00996FAD" w:rsidRDefault="000546D1" w:rsidP="00914516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Администрация сельского поселения</w:t>
            </w:r>
          </w:p>
        </w:tc>
        <w:tc>
          <w:tcPr>
            <w:tcW w:w="2440" w:type="dxa"/>
          </w:tcPr>
          <w:p w:rsidR="000546D1" w:rsidRPr="00996FAD" w:rsidRDefault="000546D1" w:rsidP="00914516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Василенко В.Г</w:t>
            </w:r>
            <w:r w:rsidRPr="00996FA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996FAD" w:rsidRDefault="000546D1" w:rsidP="00996FA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Работа по наведению экологического и санитарного состояния на улицах села, сбор мусора, рекультивация несанкционированных свалок</w:t>
            </w:r>
          </w:p>
        </w:tc>
        <w:tc>
          <w:tcPr>
            <w:tcW w:w="2122" w:type="dxa"/>
          </w:tcPr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Апрель-</w:t>
            </w:r>
          </w:p>
          <w:p w:rsidR="000546D1" w:rsidRPr="00996FAD" w:rsidRDefault="000546D1" w:rsidP="00996FAD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2018г.</w:t>
            </w:r>
          </w:p>
        </w:tc>
        <w:tc>
          <w:tcPr>
            <w:tcW w:w="2835" w:type="dxa"/>
          </w:tcPr>
          <w:p w:rsidR="000546D1" w:rsidRPr="00996FAD" w:rsidRDefault="000546D1" w:rsidP="00914516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Администрация сельского поселения</w:t>
            </w:r>
          </w:p>
        </w:tc>
        <w:tc>
          <w:tcPr>
            <w:tcW w:w="2440" w:type="dxa"/>
          </w:tcPr>
          <w:p w:rsidR="000546D1" w:rsidRPr="00996FAD" w:rsidRDefault="000546D1" w:rsidP="00914516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Василенко В.Г</w:t>
            </w:r>
            <w:r w:rsidRPr="00996FA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996FAD" w:rsidRDefault="000546D1" w:rsidP="00996FAD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Обкос придорожной полосы, улиц, переулков села, парков, кладбища</w:t>
            </w:r>
          </w:p>
        </w:tc>
        <w:tc>
          <w:tcPr>
            <w:tcW w:w="2122" w:type="dxa"/>
          </w:tcPr>
          <w:p w:rsidR="000546D1" w:rsidRPr="00996FAD" w:rsidRDefault="000546D1" w:rsidP="00996FAD">
            <w:pPr>
              <w:tabs>
                <w:tab w:val="left" w:pos="658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Апрель-сентябрь 2018г.</w:t>
            </w:r>
          </w:p>
        </w:tc>
        <w:tc>
          <w:tcPr>
            <w:tcW w:w="2835" w:type="dxa"/>
          </w:tcPr>
          <w:p w:rsidR="000546D1" w:rsidRPr="00996FAD" w:rsidRDefault="000546D1" w:rsidP="00914516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Администрация сельского поселения</w:t>
            </w:r>
          </w:p>
        </w:tc>
        <w:tc>
          <w:tcPr>
            <w:tcW w:w="2440" w:type="dxa"/>
          </w:tcPr>
          <w:p w:rsidR="000546D1" w:rsidRPr="00996FAD" w:rsidRDefault="000546D1" w:rsidP="00914516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Василенко В.Г</w:t>
            </w:r>
            <w:r w:rsidRPr="00996FA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996FAD" w:rsidRDefault="000546D1" w:rsidP="00996FA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Подворовой обход граждан в пожароопасный весенне-летний, осенний периоды о запрете сжигания</w:t>
            </w:r>
          </w:p>
        </w:tc>
        <w:tc>
          <w:tcPr>
            <w:tcW w:w="2122" w:type="dxa"/>
          </w:tcPr>
          <w:p w:rsidR="000546D1" w:rsidRPr="00996FAD" w:rsidRDefault="000546D1" w:rsidP="00996FAD">
            <w:pPr>
              <w:tabs>
                <w:tab w:val="left" w:pos="658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Весенне-осенний период</w:t>
            </w:r>
          </w:p>
        </w:tc>
        <w:tc>
          <w:tcPr>
            <w:tcW w:w="2835" w:type="dxa"/>
          </w:tcPr>
          <w:p w:rsidR="000546D1" w:rsidRPr="00996FAD" w:rsidRDefault="000546D1" w:rsidP="00914516">
            <w:pPr>
              <w:tabs>
                <w:tab w:val="left" w:pos="658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Администрация сельского поселения</w:t>
            </w:r>
          </w:p>
        </w:tc>
        <w:tc>
          <w:tcPr>
            <w:tcW w:w="2440" w:type="dxa"/>
          </w:tcPr>
          <w:p w:rsidR="000546D1" w:rsidRDefault="000546D1" w:rsidP="00914516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Василенко В.Г</w:t>
            </w:r>
            <w:r w:rsidRPr="00996FAD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0546D1" w:rsidRPr="00996FAD" w:rsidRDefault="000546D1" w:rsidP="00914516">
            <w:p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Председатели ТОС</w:t>
            </w:r>
          </w:p>
        </w:tc>
      </w:tr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996FAD" w:rsidRDefault="000546D1" w:rsidP="00996FA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Организация работы в системе ГАС «Управление</w:t>
            </w:r>
          </w:p>
          <w:p w:rsidR="000546D1" w:rsidRPr="00996FAD" w:rsidRDefault="000546D1" w:rsidP="00996FA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2" w:type="dxa"/>
          </w:tcPr>
          <w:p w:rsidR="000546D1" w:rsidRPr="00996FAD" w:rsidRDefault="000546D1" w:rsidP="00996F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ежеквартально</w:t>
            </w:r>
          </w:p>
        </w:tc>
        <w:tc>
          <w:tcPr>
            <w:tcW w:w="2835" w:type="dxa"/>
          </w:tcPr>
          <w:p w:rsidR="000546D1" w:rsidRPr="00996FAD" w:rsidRDefault="000546D1" w:rsidP="00996F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Администрация сельского поселения</w:t>
            </w:r>
          </w:p>
        </w:tc>
        <w:tc>
          <w:tcPr>
            <w:tcW w:w="2440" w:type="dxa"/>
          </w:tcPr>
          <w:p w:rsidR="000546D1" w:rsidRDefault="000546D1" w:rsidP="00996FA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Гуртовая Н.В.</w:t>
            </w:r>
          </w:p>
          <w:p w:rsidR="000546D1" w:rsidRPr="00996FAD" w:rsidRDefault="000546D1" w:rsidP="00996FA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Титаренко Н.В.</w:t>
            </w:r>
          </w:p>
          <w:p w:rsidR="000546D1" w:rsidRPr="00996FAD" w:rsidRDefault="000546D1" w:rsidP="00996FA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996FAD" w:rsidRDefault="000546D1" w:rsidP="00996FA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Организация работы в системе ФИАС</w:t>
            </w:r>
          </w:p>
        </w:tc>
        <w:tc>
          <w:tcPr>
            <w:tcW w:w="2122" w:type="dxa"/>
          </w:tcPr>
          <w:p w:rsidR="000546D1" w:rsidRPr="00996FAD" w:rsidRDefault="000546D1" w:rsidP="00996F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в течение</w:t>
            </w:r>
          </w:p>
          <w:p w:rsidR="000546D1" w:rsidRPr="00996FAD" w:rsidRDefault="000546D1" w:rsidP="00996F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года</w:t>
            </w:r>
          </w:p>
        </w:tc>
        <w:tc>
          <w:tcPr>
            <w:tcW w:w="2835" w:type="dxa"/>
          </w:tcPr>
          <w:p w:rsidR="000546D1" w:rsidRPr="00996FAD" w:rsidRDefault="000546D1" w:rsidP="00996F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Администрация сельского поселения</w:t>
            </w:r>
          </w:p>
        </w:tc>
        <w:tc>
          <w:tcPr>
            <w:tcW w:w="2440" w:type="dxa"/>
          </w:tcPr>
          <w:p w:rsidR="000546D1" w:rsidRPr="00996FAD" w:rsidRDefault="000546D1" w:rsidP="00996FA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Зимина Е.М.</w:t>
            </w:r>
          </w:p>
        </w:tc>
      </w:tr>
      <w:tr w:rsidR="000546D1" w:rsidRPr="00996FAD" w:rsidTr="00996FAD">
        <w:tc>
          <w:tcPr>
            <w:tcW w:w="1008" w:type="dxa"/>
          </w:tcPr>
          <w:p w:rsidR="000546D1" w:rsidRPr="00996FAD" w:rsidRDefault="000546D1" w:rsidP="00996FAD">
            <w:pPr>
              <w:numPr>
                <w:ilvl w:val="0"/>
                <w:numId w:val="1"/>
              </w:numPr>
              <w:tabs>
                <w:tab w:val="left" w:pos="65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17" w:type="dxa"/>
          </w:tcPr>
          <w:p w:rsidR="000546D1" w:rsidRPr="00996FAD" w:rsidRDefault="000546D1" w:rsidP="00996FA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Организация работы в системе ГИС ЖКХ</w:t>
            </w:r>
          </w:p>
        </w:tc>
        <w:tc>
          <w:tcPr>
            <w:tcW w:w="2122" w:type="dxa"/>
          </w:tcPr>
          <w:p w:rsidR="000546D1" w:rsidRPr="00996FAD" w:rsidRDefault="000546D1" w:rsidP="00996F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ежеквартально</w:t>
            </w:r>
          </w:p>
        </w:tc>
        <w:tc>
          <w:tcPr>
            <w:tcW w:w="2835" w:type="dxa"/>
          </w:tcPr>
          <w:p w:rsidR="000546D1" w:rsidRPr="00996FAD" w:rsidRDefault="000546D1" w:rsidP="00996FA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6FAD">
              <w:rPr>
                <w:rFonts w:ascii="Times New Roman" w:hAnsi="Times New Roman"/>
                <w:sz w:val="26"/>
                <w:szCs w:val="26"/>
              </w:rPr>
              <w:t>Администрация сельского поселения</w:t>
            </w:r>
          </w:p>
        </w:tc>
        <w:tc>
          <w:tcPr>
            <w:tcW w:w="2440" w:type="dxa"/>
          </w:tcPr>
          <w:p w:rsidR="000546D1" w:rsidRDefault="000546D1" w:rsidP="00996FA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Зимина Е.М.</w:t>
            </w:r>
          </w:p>
          <w:p w:rsidR="000546D1" w:rsidRPr="00996FAD" w:rsidRDefault="000546D1" w:rsidP="00996FA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Чупров Г.В.</w:t>
            </w:r>
          </w:p>
        </w:tc>
      </w:tr>
    </w:tbl>
    <w:p w:rsidR="000546D1" w:rsidRDefault="000546D1"/>
    <w:p w:rsidR="000546D1" w:rsidRPr="00547155" w:rsidRDefault="000546D1" w:rsidP="00A15646">
      <w:pPr>
        <w:tabs>
          <w:tab w:val="left" w:pos="789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Старотитаровского</w:t>
      </w:r>
    </w:p>
    <w:p w:rsidR="000546D1" w:rsidRPr="00547155" w:rsidRDefault="000546D1" w:rsidP="009B6873">
      <w:pPr>
        <w:tabs>
          <w:tab w:val="left" w:pos="11175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  <w:r w:rsidRPr="005471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Темрюкского района</w:t>
      </w:r>
      <w:r w:rsidRPr="00547155">
        <w:rPr>
          <w:rFonts w:ascii="Times New Roman" w:hAnsi="Times New Roman"/>
          <w:sz w:val="28"/>
          <w:szCs w:val="28"/>
        </w:rPr>
        <w:t xml:space="preserve">                                                                       Т.И. Опарина</w:t>
      </w:r>
    </w:p>
    <w:sectPr w:rsidR="000546D1" w:rsidRPr="00547155" w:rsidSect="00CE5A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0508BD"/>
    <w:multiLevelType w:val="hybridMultilevel"/>
    <w:tmpl w:val="F580D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5AB5"/>
    <w:rsid w:val="000546D1"/>
    <w:rsid w:val="00060A8F"/>
    <w:rsid w:val="00074F94"/>
    <w:rsid w:val="000E781D"/>
    <w:rsid w:val="0010022C"/>
    <w:rsid w:val="00107B83"/>
    <w:rsid w:val="00107BD5"/>
    <w:rsid w:val="00110C0C"/>
    <w:rsid w:val="00170D76"/>
    <w:rsid w:val="00194CF8"/>
    <w:rsid w:val="00230F5F"/>
    <w:rsid w:val="0024562F"/>
    <w:rsid w:val="002F62AD"/>
    <w:rsid w:val="003C5581"/>
    <w:rsid w:val="00456FF3"/>
    <w:rsid w:val="00477D1B"/>
    <w:rsid w:val="004803E5"/>
    <w:rsid w:val="004B4F05"/>
    <w:rsid w:val="004B5B7C"/>
    <w:rsid w:val="004B653E"/>
    <w:rsid w:val="004F62C6"/>
    <w:rsid w:val="005117AC"/>
    <w:rsid w:val="00517EFB"/>
    <w:rsid w:val="00543A43"/>
    <w:rsid w:val="00547155"/>
    <w:rsid w:val="00571A5D"/>
    <w:rsid w:val="005864EB"/>
    <w:rsid w:val="0062186F"/>
    <w:rsid w:val="00627B0C"/>
    <w:rsid w:val="006A292D"/>
    <w:rsid w:val="006C438D"/>
    <w:rsid w:val="00745C23"/>
    <w:rsid w:val="00847A80"/>
    <w:rsid w:val="00910F16"/>
    <w:rsid w:val="00914516"/>
    <w:rsid w:val="00927A87"/>
    <w:rsid w:val="00932A4E"/>
    <w:rsid w:val="00996FAD"/>
    <w:rsid w:val="009B4153"/>
    <w:rsid w:val="009B6873"/>
    <w:rsid w:val="00A15646"/>
    <w:rsid w:val="00A64844"/>
    <w:rsid w:val="00A866ED"/>
    <w:rsid w:val="00B13333"/>
    <w:rsid w:val="00BC1BD9"/>
    <w:rsid w:val="00BF723A"/>
    <w:rsid w:val="00C24C53"/>
    <w:rsid w:val="00C377B4"/>
    <w:rsid w:val="00CA0CB9"/>
    <w:rsid w:val="00CE5AB5"/>
    <w:rsid w:val="00D10078"/>
    <w:rsid w:val="00D1088B"/>
    <w:rsid w:val="00D96234"/>
    <w:rsid w:val="00DC01FA"/>
    <w:rsid w:val="00F218B0"/>
    <w:rsid w:val="00F4078E"/>
    <w:rsid w:val="00F43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A4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E5AB5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72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572</TotalTime>
  <Pages>6</Pages>
  <Words>1322</Words>
  <Characters>7540</Characters>
  <Application>Microsoft Office Outlook</Application>
  <DocSecurity>0</DocSecurity>
  <Lines>0</Lines>
  <Paragraphs>0</Paragraphs>
  <ScaleCrop>false</ScaleCrop>
  <Company>MultiDVD Team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Loner-XP</cp:lastModifiedBy>
  <cp:revision>17</cp:revision>
  <cp:lastPrinted>2018-03-02T11:10:00Z</cp:lastPrinted>
  <dcterms:created xsi:type="dcterms:W3CDTF">2016-12-20T09:32:00Z</dcterms:created>
  <dcterms:modified xsi:type="dcterms:W3CDTF">2018-03-02T11:11:00Z</dcterms:modified>
</cp:coreProperties>
</file>