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AC48ED" w:rsidRPr="00EE5BAC" w:rsidTr="006E2C64">
        <w:tc>
          <w:tcPr>
            <w:tcW w:w="8934" w:type="dxa"/>
          </w:tcPr>
          <w:p w:rsidR="00AC48ED" w:rsidRPr="00EE5BAC" w:rsidRDefault="00AC48ED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15.05.2023№71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C48ED" w:rsidRPr="00EE5BAC" w:rsidRDefault="00AC48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C48ED" w:rsidRPr="00EE5BAC" w:rsidRDefault="00AC48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AC48ED" w:rsidRPr="00EE5BAC" w:rsidRDefault="00AC48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C48ED" w:rsidRPr="00885C29" w:rsidRDefault="00AC48ED" w:rsidP="001157F7"/>
    <w:p w:rsidR="00AC48ED" w:rsidRDefault="00AC48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в </w:t>
      </w:r>
      <w:r w:rsidRPr="00E72665">
        <w:rPr>
          <w:b/>
          <w:bCs/>
          <w:szCs w:val="28"/>
        </w:rPr>
        <w:t>Старотитаровском сельском поселении Темрюкского района»</w:t>
      </w:r>
    </w:p>
    <w:p w:rsidR="00AC48ED" w:rsidRDefault="00AC48ED" w:rsidP="00BB769B">
      <w:pPr>
        <w:jc w:val="center"/>
        <w:rPr>
          <w:b/>
          <w:szCs w:val="28"/>
        </w:rPr>
      </w:pPr>
      <w:r w:rsidRPr="00BB769B">
        <w:rPr>
          <w:b/>
        </w:rPr>
        <w:t xml:space="preserve"> </w:t>
      </w:r>
    </w:p>
    <w:p w:rsidR="00AC48ED" w:rsidRPr="00950972" w:rsidRDefault="00AC48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C48ED" w:rsidRDefault="00AC48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55115" w:rsidRDefault="00AC48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AC48ED" w:rsidRPr="00632FA9" w:rsidRDefault="00AC48ED" w:rsidP="003C6838">
            <w:pPr>
              <w:rPr>
                <w:rStyle w:val="a4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AC48ED" w:rsidRPr="001B47D8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AC48ED" w:rsidRPr="009F22D5" w:rsidRDefault="00AC48ED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AC48ED" w:rsidRPr="00AA5F98" w:rsidRDefault="00AC48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AC48ED" w:rsidRPr="00487189" w:rsidRDefault="00AC48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AC48ED" w:rsidRPr="000C3C23" w:rsidRDefault="00AC48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C48ED" w:rsidRPr="00190885" w:rsidRDefault="00AC48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1D4C96">
              <w:rPr>
                <w:szCs w:val="28"/>
              </w:rPr>
              <w:t>14</w:t>
            </w:r>
            <w:r>
              <w:rPr>
                <w:szCs w:val="28"/>
              </w:rPr>
              <w:t> 537,6</w:t>
            </w:r>
            <w:r w:rsidRPr="001D4C96">
              <w:rPr>
                <w:szCs w:val="28"/>
              </w:rPr>
              <w:t xml:space="preserve"> </w:t>
            </w:r>
            <w:r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020E78">
            <w:pPr>
              <w:pStyle w:val="ConsPlusNormal0"/>
              <w:jc w:val="center"/>
              <w:rPr>
                <w:szCs w:val="28"/>
              </w:rPr>
            </w:pPr>
            <w:r w:rsidRPr="001D4C96">
              <w:rPr>
                <w:szCs w:val="28"/>
              </w:rPr>
              <w:t>14</w:t>
            </w:r>
            <w:r>
              <w:rPr>
                <w:szCs w:val="28"/>
              </w:rPr>
              <w:t xml:space="preserve"> 537,6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1D4C96">
              <w:rPr>
                <w:szCs w:val="28"/>
              </w:rPr>
              <w:t>14</w:t>
            </w:r>
            <w:r>
              <w:rPr>
                <w:szCs w:val="28"/>
              </w:rPr>
              <w:t> 537,6</w:t>
            </w:r>
            <w:r w:rsidRPr="001D4C96">
              <w:rPr>
                <w:szCs w:val="28"/>
              </w:rPr>
              <w:t xml:space="preserve"> </w:t>
            </w:r>
            <w:r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020E78">
            <w:pPr>
              <w:pStyle w:val="ConsPlusNormal0"/>
              <w:jc w:val="center"/>
              <w:rPr>
                <w:szCs w:val="28"/>
              </w:rPr>
            </w:pPr>
            <w:r w:rsidRPr="001D4C96">
              <w:rPr>
                <w:szCs w:val="28"/>
              </w:rPr>
              <w:t>14</w:t>
            </w:r>
            <w:r>
              <w:rPr>
                <w:szCs w:val="28"/>
              </w:rPr>
              <w:t> 537,6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C48ED" w:rsidRDefault="00AC48ED" w:rsidP="00B97B72">
      <w:pPr>
        <w:pStyle w:val="ListParagraph"/>
        <w:ind w:left="360"/>
        <w:rPr>
          <w:b/>
          <w:sz w:val="24"/>
          <w:szCs w:val="24"/>
        </w:rPr>
      </w:pPr>
    </w:p>
    <w:p w:rsidR="00AC48ED" w:rsidRPr="00B97B72" w:rsidRDefault="00AC48ED" w:rsidP="00B97B72">
      <w:pPr>
        <w:pStyle w:val="ListParagraph"/>
        <w:ind w:left="360"/>
        <w:rPr>
          <w:b/>
          <w:sz w:val="24"/>
          <w:szCs w:val="24"/>
        </w:rPr>
      </w:pPr>
    </w:p>
    <w:p w:rsidR="00AC48ED" w:rsidRPr="00225687" w:rsidRDefault="00AC48ED">
      <w:pPr>
        <w:rPr>
          <w:sz w:val="6"/>
          <w:szCs w:val="6"/>
        </w:rPr>
      </w:pPr>
    </w:p>
    <w:p w:rsidR="00AC48ED" w:rsidRDefault="00AC48ED" w:rsidP="004B1CDB">
      <w:pPr>
        <w:pStyle w:val="ConsPlusNormal0"/>
      </w:pPr>
      <w:r>
        <w:t>Глава Старотитаровского сельского</w:t>
      </w:r>
    </w:p>
    <w:p w:rsidR="00AC48ED" w:rsidRDefault="00AC48ED" w:rsidP="004B1CDB">
      <w:pPr>
        <w:pStyle w:val="ConsPlusNormal0"/>
      </w:pPr>
      <w:r>
        <w:t>поселения Темрюкского района                                                                                                                            А.Г. Титаренко</w:t>
      </w:r>
    </w:p>
    <w:sectPr w:rsidR="00AC48ED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8ED" w:rsidRDefault="00AC48ED" w:rsidP="00EF6F81">
      <w:r>
        <w:separator/>
      </w:r>
    </w:p>
  </w:endnote>
  <w:endnote w:type="continuationSeparator" w:id="0">
    <w:p w:rsidR="00AC48ED" w:rsidRDefault="00AC48E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8ED" w:rsidRDefault="00AC48ED" w:rsidP="00EF6F81">
      <w:r>
        <w:separator/>
      </w:r>
    </w:p>
  </w:footnote>
  <w:footnote w:type="continuationSeparator" w:id="0">
    <w:p w:rsidR="00AC48ED" w:rsidRDefault="00AC48E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ED" w:rsidRDefault="00AC48E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ED" w:rsidRDefault="00AC48ED">
    <w:pPr>
      <w:pStyle w:val="Header"/>
      <w:jc w:val="center"/>
    </w:pPr>
  </w:p>
  <w:p w:rsidR="00AC48ED" w:rsidRDefault="00AC48E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C48ED" w:rsidRPr="00EE5BAC" w:rsidRDefault="00AC48E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0E78"/>
    <w:rsid w:val="00023F4D"/>
    <w:rsid w:val="00031DF9"/>
    <w:rsid w:val="000348BC"/>
    <w:rsid w:val="0003562F"/>
    <w:rsid w:val="00036277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36D9"/>
    <w:rsid w:val="00084E42"/>
    <w:rsid w:val="000A5167"/>
    <w:rsid w:val="000A74C0"/>
    <w:rsid w:val="000B4AE6"/>
    <w:rsid w:val="000C1918"/>
    <w:rsid w:val="000C3C23"/>
    <w:rsid w:val="000C3FBF"/>
    <w:rsid w:val="000C4FF6"/>
    <w:rsid w:val="000C7638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874"/>
    <w:rsid w:val="001379F5"/>
    <w:rsid w:val="001403D0"/>
    <w:rsid w:val="00143C57"/>
    <w:rsid w:val="00145E87"/>
    <w:rsid w:val="00147C6A"/>
    <w:rsid w:val="00151BB2"/>
    <w:rsid w:val="0015265A"/>
    <w:rsid w:val="00153032"/>
    <w:rsid w:val="00153625"/>
    <w:rsid w:val="0015372F"/>
    <w:rsid w:val="00154016"/>
    <w:rsid w:val="00160CCE"/>
    <w:rsid w:val="0016103B"/>
    <w:rsid w:val="00162358"/>
    <w:rsid w:val="001658ED"/>
    <w:rsid w:val="00167C70"/>
    <w:rsid w:val="001717F7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C96"/>
    <w:rsid w:val="001D4E9D"/>
    <w:rsid w:val="001D7910"/>
    <w:rsid w:val="001E468C"/>
    <w:rsid w:val="001E7209"/>
    <w:rsid w:val="001F0F29"/>
    <w:rsid w:val="001F3197"/>
    <w:rsid w:val="001F5CA2"/>
    <w:rsid w:val="001F7787"/>
    <w:rsid w:val="0020737A"/>
    <w:rsid w:val="00211799"/>
    <w:rsid w:val="00214AAC"/>
    <w:rsid w:val="002153DC"/>
    <w:rsid w:val="00216964"/>
    <w:rsid w:val="00217311"/>
    <w:rsid w:val="002175EF"/>
    <w:rsid w:val="00220DC1"/>
    <w:rsid w:val="00223300"/>
    <w:rsid w:val="00223FBC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898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3BF6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7DC5"/>
    <w:rsid w:val="0032194A"/>
    <w:rsid w:val="00324789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B01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6550"/>
    <w:rsid w:val="00412DC4"/>
    <w:rsid w:val="00413494"/>
    <w:rsid w:val="00420D0B"/>
    <w:rsid w:val="00424008"/>
    <w:rsid w:val="004258A2"/>
    <w:rsid w:val="00431578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62ED"/>
    <w:rsid w:val="00487189"/>
    <w:rsid w:val="00491923"/>
    <w:rsid w:val="00494A1C"/>
    <w:rsid w:val="00496BEF"/>
    <w:rsid w:val="00497289"/>
    <w:rsid w:val="004A2815"/>
    <w:rsid w:val="004A2EA4"/>
    <w:rsid w:val="004A51A1"/>
    <w:rsid w:val="004B1CDB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D6D8A"/>
    <w:rsid w:val="004E184B"/>
    <w:rsid w:val="004E660F"/>
    <w:rsid w:val="0050378D"/>
    <w:rsid w:val="0050519C"/>
    <w:rsid w:val="005052B3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39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547D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57E"/>
    <w:rsid w:val="006B1B80"/>
    <w:rsid w:val="006C3978"/>
    <w:rsid w:val="006C4020"/>
    <w:rsid w:val="006C6075"/>
    <w:rsid w:val="006C6F4C"/>
    <w:rsid w:val="006C707C"/>
    <w:rsid w:val="006D0695"/>
    <w:rsid w:val="006D58AD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466E4"/>
    <w:rsid w:val="00756022"/>
    <w:rsid w:val="007756A1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3FC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01EE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4052"/>
    <w:rsid w:val="0088483A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162AC"/>
    <w:rsid w:val="0092378A"/>
    <w:rsid w:val="00924005"/>
    <w:rsid w:val="0092688F"/>
    <w:rsid w:val="00931518"/>
    <w:rsid w:val="00937318"/>
    <w:rsid w:val="00944B19"/>
    <w:rsid w:val="00944C35"/>
    <w:rsid w:val="00944C39"/>
    <w:rsid w:val="00945490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100F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3CF1"/>
    <w:rsid w:val="00A96A8D"/>
    <w:rsid w:val="00AA0D84"/>
    <w:rsid w:val="00AA5C4B"/>
    <w:rsid w:val="00AA5F98"/>
    <w:rsid w:val="00AA7594"/>
    <w:rsid w:val="00AB6738"/>
    <w:rsid w:val="00AC26F6"/>
    <w:rsid w:val="00AC48ED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3097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1725"/>
    <w:rsid w:val="00B46929"/>
    <w:rsid w:val="00B54485"/>
    <w:rsid w:val="00B562B6"/>
    <w:rsid w:val="00B562F6"/>
    <w:rsid w:val="00B56C96"/>
    <w:rsid w:val="00B648BF"/>
    <w:rsid w:val="00B64B51"/>
    <w:rsid w:val="00B67874"/>
    <w:rsid w:val="00B724E4"/>
    <w:rsid w:val="00B76896"/>
    <w:rsid w:val="00B81E45"/>
    <w:rsid w:val="00B84467"/>
    <w:rsid w:val="00B85358"/>
    <w:rsid w:val="00B853B0"/>
    <w:rsid w:val="00B85ED1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04E1"/>
    <w:rsid w:val="00C3292C"/>
    <w:rsid w:val="00C4141F"/>
    <w:rsid w:val="00C4184C"/>
    <w:rsid w:val="00C429D2"/>
    <w:rsid w:val="00C459CD"/>
    <w:rsid w:val="00C53808"/>
    <w:rsid w:val="00C576C0"/>
    <w:rsid w:val="00C71CC2"/>
    <w:rsid w:val="00C72F57"/>
    <w:rsid w:val="00C75EAF"/>
    <w:rsid w:val="00C76508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D6CA0"/>
    <w:rsid w:val="00DE264F"/>
    <w:rsid w:val="00DE4FAE"/>
    <w:rsid w:val="00DE754D"/>
    <w:rsid w:val="00DF23BC"/>
    <w:rsid w:val="00DF3596"/>
    <w:rsid w:val="00DF67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3120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2188</TotalTime>
  <Pages>4</Pages>
  <Words>612</Words>
  <Characters>3490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261</cp:revision>
  <cp:lastPrinted>2022-10-28T12:21:00Z</cp:lastPrinted>
  <dcterms:created xsi:type="dcterms:W3CDTF">2018-08-07T11:48:00Z</dcterms:created>
  <dcterms:modified xsi:type="dcterms:W3CDTF">2023-05-15T10:36:00Z</dcterms:modified>
</cp:coreProperties>
</file>