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331C0A" w:rsidRPr="00F945BC" w:rsidTr="00F945BC">
        <w:tc>
          <w:tcPr>
            <w:tcW w:w="8934" w:type="dxa"/>
          </w:tcPr>
          <w:p w:rsidR="00331C0A" w:rsidRPr="00F945BC" w:rsidRDefault="00331C0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331C0A" w:rsidRDefault="00331C0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331C0A" w:rsidRDefault="00331C0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331C0A" w:rsidRDefault="00331C0A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15.05.2023 № 72</w:t>
            </w:r>
          </w:p>
          <w:p w:rsidR="00331C0A" w:rsidRPr="00EE5BAC" w:rsidRDefault="00331C0A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331C0A" w:rsidRPr="00EE5BAC" w:rsidRDefault="00331C0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331C0A" w:rsidRPr="00EE5BAC" w:rsidRDefault="00331C0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331C0A" w:rsidRPr="00EE5BAC" w:rsidRDefault="00331C0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331C0A" w:rsidRDefault="00331C0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331C0A" w:rsidRPr="00F945BC" w:rsidRDefault="00331C0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331C0A" w:rsidRPr="00885C29" w:rsidRDefault="00331C0A" w:rsidP="001157F7"/>
    <w:p w:rsidR="00331C0A" w:rsidRDefault="00331C0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31C0A" w:rsidRPr="009674C5" w:rsidRDefault="00331C0A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331C0A" w:rsidRDefault="00331C0A" w:rsidP="00BB769B">
      <w:pPr>
        <w:jc w:val="center"/>
        <w:rPr>
          <w:b/>
          <w:szCs w:val="28"/>
        </w:rPr>
      </w:pPr>
    </w:p>
    <w:p w:rsidR="00331C0A" w:rsidRPr="00950972" w:rsidRDefault="00331C0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331C0A" w:rsidRPr="009674C5" w:rsidRDefault="00331C0A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331C0A" w:rsidRPr="00950972" w:rsidRDefault="00331C0A" w:rsidP="00BB769B">
      <w:pPr>
        <w:jc w:val="center"/>
        <w:rPr>
          <w:b/>
          <w:szCs w:val="28"/>
        </w:rPr>
      </w:pPr>
    </w:p>
    <w:p w:rsidR="00331C0A" w:rsidRPr="00950972" w:rsidRDefault="00331C0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Default="00331C0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331C0A" w:rsidRPr="00855115" w:rsidRDefault="00331C0A" w:rsidP="00F9512D">
            <w:pPr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31C0A" w:rsidRDefault="00331C0A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331C0A" w:rsidRPr="0096600F" w:rsidRDefault="00331C0A" w:rsidP="005C3FB8">
            <w:pPr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Default="00331C0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331C0A" w:rsidRPr="00190885" w:rsidRDefault="00331C0A" w:rsidP="00F9512D">
            <w:pPr>
              <w:rPr>
                <w:b/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Pr="005C3FB8" w:rsidRDefault="00331C0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331C0A" w:rsidRPr="005C3FB8" w:rsidRDefault="00331C0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331C0A" w:rsidRPr="00190885" w:rsidRDefault="00331C0A" w:rsidP="00F9512D">
            <w:pPr>
              <w:rPr>
                <w:b/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Pr="005C3FB8" w:rsidRDefault="00331C0A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331C0A" w:rsidRPr="00190885" w:rsidRDefault="00331C0A" w:rsidP="005C3FB8">
            <w:pPr>
              <w:contextualSpacing/>
              <w:rPr>
                <w:b/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Default="00331C0A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331C0A" w:rsidRDefault="00331C0A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331C0A" w:rsidRPr="009F22D5" w:rsidRDefault="00331C0A" w:rsidP="003820BB">
            <w:pPr>
              <w:contextualSpacing/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Школьному от ул. Береговой до ул. Ленина;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331C0A" w:rsidRDefault="00331C0A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331C0A" w:rsidRPr="000C3C23" w:rsidRDefault="00331C0A" w:rsidP="005C3FB8">
            <w:pPr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31C0A" w:rsidRDefault="00331C0A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331C0A" w:rsidRPr="00A46A72" w:rsidRDefault="00331C0A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31C0A" w:rsidRPr="00A46A72" w:rsidRDefault="00331C0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31C0A" w:rsidRPr="00190885" w:rsidRDefault="00331C0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31C0A" w:rsidRPr="00190885" w:rsidRDefault="00331C0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31C0A" w:rsidRPr="00190885" w:rsidRDefault="00331C0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31C0A" w:rsidRPr="00190885" w:rsidRDefault="00331C0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31C0A" w:rsidRPr="00190885" w:rsidRDefault="00331C0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31C0A" w:rsidRPr="00190885" w:rsidRDefault="00331C0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24 230,4</w:t>
            </w: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1C0A" w:rsidRPr="00190885" w:rsidRDefault="00331C0A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24 230,4</w:t>
            </w: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31C0A" w:rsidRPr="00190885" w:rsidRDefault="00331C0A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24 230,4</w:t>
            </w: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1C0A" w:rsidRPr="00190885" w:rsidRDefault="00331C0A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24 230,4</w:t>
            </w: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1C0A" w:rsidRPr="008A6FA1" w:rsidTr="00F9512D">
        <w:tc>
          <w:tcPr>
            <w:tcW w:w="14560" w:type="dxa"/>
            <w:gridSpan w:val="6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1C0A" w:rsidRPr="008A6FA1" w:rsidTr="00F9512D">
        <w:tc>
          <w:tcPr>
            <w:tcW w:w="14560" w:type="dxa"/>
            <w:gridSpan w:val="6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</w:p>
        </w:tc>
      </w:tr>
      <w:tr w:rsidR="00331C0A" w:rsidRPr="008A6FA1" w:rsidTr="00F9512D">
        <w:tc>
          <w:tcPr>
            <w:tcW w:w="6374" w:type="dxa"/>
          </w:tcPr>
          <w:p w:rsidR="00331C0A" w:rsidRPr="00190885" w:rsidRDefault="00331C0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1C0A" w:rsidRPr="00190885" w:rsidRDefault="00331C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31C0A" w:rsidRDefault="00331C0A" w:rsidP="00EF6F81">
      <w:pPr>
        <w:jc w:val="center"/>
        <w:rPr>
          <w:szCs w:val="28"/>
        </w:rPr>
        <w:sectPr w:rsidR="00331C0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31C0A" w:rsidRDefault="00331C0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331C0A" w:rsidRPr="009674C5" w:rsidRDefault="00331C0A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331C0A" w:rsidRDefault="00331C0A" w:rsidP="00A20C08">
      <w:pPr>
        <w:pStyle w:val="ListParagraph"/>
        <w:ind w:left="360"/>
        <w:jc w:val="center"/>
      </w:pPr>
    </w:p>
    <w:p w:rsidR="00331C0A" w:rsidRDefault="00331C0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31C0A" w:rsidRDefault="00331C0A" w:rsidP="00EF6F81">
      <w:pPr>
        <w:jc w:val="center"/>
        <w:rPr>
          <w:szCs w:val="28"/>
        </w:rPr>
      </w:pPr>
    </w:p>
    <w:p w:rsidR="00331C0A" w:rsidRPr="009674C5" w:rsidRDefault="00331C0A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331C0A" w:rsidRDefault="00331C0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7380"/>
        <w:gridCol w:w="1620"/>
        <w:gridCol w:w="900"/>
        <w:gridCol w:w="1800"/>
        <w:gridCol w:w="2160"/>
      </w:tblGrid>
      <w:tr w:rsidR="00331C0A" w:rsidTr="006E4748">
        <w:tc>
          <w:tcPr>
            <w:tcW w:w="808" w:type="dxa"/>
            <w:vMerge w:val="restart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31C0A" w:rsidRPr="00AC26F6" w:rsidRDefault="00331C0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31C0A" w:rsidRPr="00AC26F6" w:rsidRDefault="00331C0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31C0A" w:rsidTr="006E4748">
        <w:tc>
          <w:tcPr>
            <w:tcW w:w="808" w:type="dxa"/>
            <w:vMerge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31C0A" w:rsidRPr="00AC26F6" w:rsidRDefault="00331C0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31C0A" w:rsidRPr="00AC26F6" w:rsidRDefault="00331C0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331C0A" w:rsidTr="006E4748">
        <w:tc>
          <w:tcPr>
            <w:tcW w:w="808" w:type="dxa"/>
          </w:tcPr>
          <w:p w:rsidR="00331C0A" w:rsidRPr="00AC26F6" w:rsidRDefault="00331C0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31C0A" w:rsidRPr="00AC26F6" w:rsidRDefault="00331C0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31C0A" w:rsidRPr="00AC26F6" w:rsidRDefault="00331C0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31C0A" w:rsidRPr="00AC26F6" w:rsidRDefault="00331C0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31C0A" w:rsidRPr="00AC26F6" w:rsidRDefault="00331C0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31C0A" w:rsidRPr="00AC26F6" w:rsidRDefault="00331C0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31C0A" w:rsidTr="006E4748">
        <w:tc>
          <w:tcPr>
            <w:tcW w:w="808" w:type="dxa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331C0A" w:rsidRDefault="00331C0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Tr="006E4748">
        <w:trPr>
          <w:trHeight w:val="332"/>
        </w:trPr>
        <w:tc>
          <w:tcPr>
            <w:tcW w:w="808" w:type="dxa"/>
          </w:tcPr>
          <w:p w:rsidR="00331C0A" w:rsidRPr="00AC26F6" w:rsidRDefault="00331C0A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31C0A" w:rsidRPr="00C25175" w:rsidRDefault="00331C0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331C0A" w:rsidRPr="00C25175" w:rsidRDefault="00331C0A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331C0A" w:rsidRPr="00C25175" w:rsidRDefault="00331C0A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331C0A" w:rsidRPr="00C25175" w:rsidRDefault="00331C0A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331C0A" w:rsidRPr="00877383" w:rsidRDefault="00331C0A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331C0A" w:rsidRPr="00AC26F6" w:rsidRDefault="00331C0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331C0A" w:rsidRPr="00C25175" w:rsidRDefault="00331C0A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331C0A" w:rsidRPr="00AC26F6" w:rsidRDefault="00331C0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331C0A" w:rsidRPr="00C25175" w:rsidRDefault="00331C0A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31C0A" w:rsidRPr="00AC26F6" w:rsidRDefault="00331C0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62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331C0A" w:rsidRPr="0038670E" w:rsidRDefault="00331C0A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осуществление стройконтроля</w:t>
            </w:r>
          </w:p>
        </w:tc>
        <w:tc>
          <w:tcPr>
            <w:tcW w:w="162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331C0A" w:rsidRPr="0038670E" w:rsidRDefault="00331C0A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расчет и подготовка пакета технической документации</w:t>
            </w:r>
          </w:p>
        </w:tc>
        <w:tc>
          <w:tcPr>
            <w:tcW w:w="1620" w:type="dxa"/>
            <w:vAlign w:val="center"/>
          </w:tcPr>
          <w:p w:rsidR="00331C0A" w:rsidRPr="00AC26F6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1C0A" w:rsidRPr="00AC26F6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AC26F6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331C0A" w:rsidRDefault="00331C0A" w:rsidP="00F9512D">
            <w:pPr>
              <w:rPr>
                <w:b/>
                <w:szCs w:val="28"/>
              </w:rPr>
            </w:pPr>
          </w:p>
          <w:p w:rsidR="00331C0A" w:rsidRPr="00AC26F6" w:rsidRDefault="00331C0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331C0A" w:rsidRDefault="00331C0A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331C0A" w:rsidRPr="00AC26F6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331C0A" w:rsidRDefault="00331C0A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331C0A" w:rsidRPr="00C25175" w:rsidRDefault="00331C0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331C0A" w:rsidRPr="00AC26F6" w:rsidRDefault="00331C0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331C0A" w:rsidRDefault="00331C0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331C0A" w:rsidRPr="00C25175" w:rsidRDefault="00331C0A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331C0A" w:rsidRDefault="00331C0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331C0A" w:rsidRPr="00C25175" w:rsidRDefault="00331C0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331C0A" w:rsidRDefault="00331C0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331C0A" w:rsidRPr="00C25175" w:rsidRDefault="00331C0A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331C0A" w:rsidRDefault="00331C0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331C0A" w:rsidRPr="00C25175" w:rsidRDefault="00331C0A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1C0A" w:rsidTr="006E4748">
        <w:tc>
          <w:tcPr>
            <w:tcW w:w="808" w:type="dxa"/>
            <w:vAlign w:val="center"/>
          </w:tcPr>
          <w:p w:rsidR="00331C0A" w:rsidRPr="00AC26F6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331C0A" w:rsidRDefault="00331C0A" w:rsidP="00154EA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331C0A" w:rsidRPr="00C25175" w:rsidRDefault="00331C0A" w:rsidP="00154EA5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331C0A" w:rsidRPr="0098737D" w:rsidTr="006E4748">
        <w:tc>
          <w:tcPr>
            <w:tcW w:w="808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 w:rsidRPr="0098737D"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331C0A" w:rsidRPr="0098737D" w:rsidRDefault="00331C0A" w:rsidP="00F9512D">
            <w:pPr>
              <w:contextualSpacing/>
              <w:rPr>
                <w:szCs w:val="28"/>
              </w:rPr>
            </w:pPr>
            <w:r w:rsidRPr="0098737D">
              <w:rPr>
                <w:szCs w:val="28"/>
              </w:rPr>
              <w:t>выполнение геодезических работ</w:t>
            </w:r>
          </w:p>
        </w:tc>
        <w:tc>
          <w:tcPr>
            <w:tcW w:w="162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1C0A" w:rsidRPr="0098737D" w:rsidTr="006E4748">
        <w:tc>
          <w:tcPr>
            <w:tcW w:w="808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331C0A" w:rsidRPr="0098737D" w:rsidRDefault="00331C0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разметочной машины</w:t>
            </w:r>
          </w:p>
        </w:tc>
        <w:tc>
          <w:tcPr>
            <w:tcW w:w="162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C25175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31C0A" w:rsidRPr="00877383" w:rsidRDefault="00331C0A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1C0A" w:rsidRPr="0098737D" w:rsidTr="006E4748">
        <w:tc>
          <w:tcPr>
            <w:tcW w:w="808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2.10</w:t>
            </w:r>
          </w:p>
        </w:tc>
        <w:tc>
          <w:tcPr>
            <w:tcW w:w="7380" w:type="dxa"/>
          </w:tcPr>
          <w:p w:rsidR="00331C0A" w:rsidRPr="0098737D" w:rsidRDefault="00331C0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песчано-соляной смеси</w:t>
            </w:r>
          </w:p>
        </w:tc>
        <w:tc>
          <w:tcPr>
            <w:tcW w:w="162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331C0A" w:rsidRPr="0098737D" w:rsidTr="006E4748">
        <w:tc>
          <w:tcPr>
            <w:tcW w:w="808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2.11</w:t>
            </w:r>
          </w:p>
        </w:tc>
        <w:tc>
          <w:tcPr>
            <w:tcW w:w="7380" w:type="dxa"/>
          </w:tcPr>
          <w:p w:rsidR="00331C0A" w:rsidRPr="0098737D" w:rsidRDefault="00331C0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асфальтобетонной смеси</w:t>
            </w:r>
          </w:p>
        </w:tc>
        <w:tc>
          <w:tcPr>
            <w:tcW w:w="162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117</w:t>
            </w:r>
          </w:p>
        </w:tc>
        <w:tc>
          <w:tcPr>
            <w:tcW w:w="216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331C0A" w:rsidRPr="0098737D" w:rsidTr="006E4748">
        <w:tc>
          <w:tcPr>
            <w:tcW w:w="808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331C0A" w:rsidRPr="0098737D" w:rsidRDefault="00331C0A" w:rsidP="00F9512D">
            <w:pPr>
              <w:contextualSpacing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31C0A" w:rsidRPr="0098737D" w:rsidRDefault="00331C0A" w:rsidP="00F9512D">
            <w:pPr>
              <w:jc w:val="center"/>
              <w:rPr>
                <w:szCs w:val="28"/>
              </w:rPr>
            </w:pPr>
          </w:p>
        </w:tc>
      </w:tr>
    </w:tbl>
    <w:p w:rsidR="00331C0A" w:rsidRPr="00A74297" w:rsidRDefault="00331C0A" w:rsidP="00225687">
      <w:pPr>
        <w:jc w:val="center"/>
        <w:rPr>
          <w:b/>
          <w:szCs w:val="28"/>
        </w:rPr>
      </w:pPr>
    </w:p>
    <w:p w:rsidR="00331C0A" w:rsidRPr="00225687" w:rsidRDefault="00331C0A">
      <w:pPr>
        <w:rPr>
          <w:sz w:val="6"/>
          <w:szCs w:val="6"/>
        </w:rPr>
      </w:pPr>
    </w:p>
    <w:p w:rsidR="00331C0A" w:rsidRDefault="00331C0A" w:rsidP="0054045D">
      <w:pPr>
        <w:pStyle w:val="ConsPlusNormal0"/>
        <w:jc w:val="center"/>
        <w:rPr>
          <w:b/>
        </w:rPr>
      </w:pPr>
    </w:p>
    <w:p w:rsidR="00331C0A" w:rsidRDefault="00331C0A" w:rsidP="0054045D">
      <w:pPr>
        <w:pStyle w:val="ConsPlusNormal0"/>
        <w:jc w:val="center"/>
        <w:rPr>
          <w:b/>
        </w:rPr>
      </w:pPr>
    </w:p>
    <w:p w:rsidR="00331C0A" w:rsidRDefault="00331C0A" w:rsidP="0054045D">
      <w:pPr>
        <w:pStyle w:val="ConsPlusNormal0"/>
        <w:jc w:val="center"/>
        <w:rPr>
          <w:b/>
        </w:rPr>
      </w:pPr>
    </w:p>
    <w:p w:rsidR="00331C0A" w:rsidRDefault="00331C0A" w:rsidP="0054045D">
      <w:pPr>
        <w:pStyle w:val="ConsPlusNormal0"/>
        <w:jc w:val="center"/>
        <w:rPr>
          <w:b/>
        </w:rPr>
      </w:pPr>
    </w:p>
    <w:p w:rsidR="00331C0A" w:rsidRDefault="00331C0A" w:rsidP="0054045D">
      <w:pPr>
        <w:pStyle w:val="ConsPlusNormal0"/>
        <w:jc w:val="center"/>
        <w:rPr>
          <w:b/>
        </w:rPr>
      </w:pPr>
    </w:p>
    <w:p w:rsidR="00331C0A" w:rsidRPr="003C75F8" w:rsidRDefault="00331C0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331C0A" w:rsidRPr="003C75F8" w:rsidRDefault="00331C0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31C0A" w:rsidRPr="009674C5" w:rsidRDefault="00331C0A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331C0A" w:rsidRPr="003C75F8" w:rsidRDefault="00331C0A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331C0A" w:rsidRPr="00C404E0" w:rsidTr="00C404E0">
        <w:tc>
          <w:tcPr>
            <w:tcW w:w="730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331C0A" w:rsidRPr="0054045D" w:rsidRDefault="00331C0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331C0A" w:rsidRPr="000B0521" w:rsidTr="00C404E0">
        <w:tc>
          <w:tcPr>
            <w:tcW w:w="726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331C0A" w:rsidRPr="000B0521" w:rsidRDefault="00331C0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331C0A" w:rsidRPr="00D060C7" w:rsidRDefault="00331C0A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331C0A" w:rsidRPr="00C404E0" w:rsidRDefault="00331C0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331C0A" w:rsidRPr="00080644" w:rsidRDefault="00331C0A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31C0A" w:rsidRPr="00B51199" w:rsidRDefault="00331C0A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57EFB" w:rsidRDefault="00331C0A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1C0A" w:rsidRPr="00E57BE0" w:rsidRDefault="00331C0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31C0A" w:rsidRPr="00080644" w:rsidRDefault="00331C0A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31C0A" w:rsidRPr="00B51199" w:rsidRDefault="00331C0A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57EFB" w:rsidRDefault="00331C0A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E57BE0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331C0A" w:rsidRPr="00080644" w:rsidRDefault="00331C0A" w:rsidP="00154EA5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31C0A" w:rsidRPr="00B51199" w:rsidRDefault="00331C0A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57EFB" w:rsidRDefault="00331C0A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45BC">
            <w:pPr>
              <w:jc w:val="center"/>
              <w:rPr>
                <w:szCs w:val="28"/>
              </w:rPr>
            </w:pP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331C0A" w:rsidRPr="00E96C5E" w:rsidRDefault="00331C0A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31C0A" w:rsidRPr="00B51199" w:rsidRDefault="00331C0A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57EFB" w:rsidRDefault="00331C0A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45BC">
            <w:pPr>
              <w:jc w:val="center"/>
              <w:rPr>
                <w:szCs w:val="28"/>
              </w:rPr>
            </w:pP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331C0A" w:rsidRPr="00E96C5E" w:rsidRDefault="00331C0A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осуществление стройконтроля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1C0A" w:rsidRPr="00B51199" w:rsidRDefault="00331C0A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57EFB" w:rsidRDefault="00331C0A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45BC">
            <w:pPr>
              <w:jc w:val="center"/>
              <w:rPr>
                <w:szCs w:val="28"/>
              </w:rPr>
            </w:pPr>
          </w:p>
        </w:tc>
      </w:tr>
      <w:tr w:rsidR="00331C0A" w:rsidRPr="00F945BC" w:rsidTr="00C404E0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331C0A" w:rsidRPr="00E96C5E" w:rsidRDefault="00331C0A" w:rsidP="00154EA5">
            <w:pPr>
              <w:rPr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расчет и подготовка пакета технической документации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1C0A" w:rsidRPr="00B51199" w:rsidRDefault="00331C0A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57EFB" w:rsidRDefault="00331C0A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45BC">
            <w:pPr>
              <w:jc w:val="center"/>
              <w:rPr>
                <w:szCs w:val="28"/>
              </w:rPr>
            </w:pPr>
          </w:p>
        </w:tc>
      </w:tr>
      <w:tr w:rsidR="00331C0A" w:rsidRPr="00F945BC" w:rsidTr="00C667BF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331C0A" w:rsidRPr="00215EF9" w:rsidRDefault="00331C0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331C0A" w:rsidRPr="00F945BC" w:rsidTr="00C667BF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331C0A" w:rsidRDefault="00331C0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331C0A" w:rsidRPr="00F945BC" w:rsidRDefault="00331C0A" w:rsidP="00F945BC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1C0A" w:rsidRPr="000612BA" w:rsidRDefault="00331C0A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331C0A" w:rsidRPr="00215EF9" w:rsidRDefault="00331C0A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31C0A" w:rsidRPr="00C404E0" w:rsidRDefault="00331C0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31C0A" w:rsidRPr="00F945BC" w:rsidRDefault="00331C0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1C0A" w:rsidRPr="00F945BC" w:rsidTr="00215EF9">
        <w:tc>
          <w:tcPr>
            <w:tcW w:w="726" w:type="dxa"/>
          </w:tcPr>
          <w:p w:rsidR="00331C0A" w:rsidRPr="00C404E0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31C0A" w:rsidRPr="000612BA" w:rsidRDefault="00331C0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331C0A" w:rsidRPr="00C404E0" w:rsidRDefault="00331C0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31C0A" w:rsidRPr="00F945BC" w:rsidRDefault="00331C0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96601E">
        <w:trPr>
          <w:trHeight w:val="1711"/>
        </w:trPr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31C0A" w:rsidRPr="001439EC" w:rsidRDefault="00331C0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331C0A" w:rsidRPr="001439EC" w:rsidRDefault="00331C0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331C0A" w:rsidRPr="00F945BC" w:rsidRDefault="00331C0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31C0A" w:rsidRPr="000933C9" w:rsidRDefault="00331C0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331C0A" w:rsidRPr="000933C9" w:rsidRDefault="00331C0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1C0A" w:rsidRPr="00F945BC" w:rsidRDefault="00331C0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331C0A" w:rsidRPr="000933C9" w:rsidRDefault="00331C0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331C0A" w:rsidRPr="000933C9" w:rsidRDefault="00331C0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31C0A" w:rsidRPr="000933C9" w:rsidRDefault="00331C0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331C0A" w:rsidRPr="00F945BC" w:rsidRDefault="00331C0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331C0A" w:rsidRPr="000933C9" w:rsidRDefault="00331C0A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331C0A" w:rsidRPr="000933C9" w:rsidRDefault="00331C0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1C0A" w:rsidRPr="00F945BC" w:rsidRDefault="00331C0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331C0A" w:rsidRPr="00B62591" w:rsidRDefault="00331C0A" w:rsidP="00154EA5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331C0A" w:rsidRPr="00B62591" w:rsidRDefault="00331C0A" w:rsidP="00154EA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31C0A" w:rsidRPr="00B62591" w:rsidRDefault="00331C0A" w:rsidP="00154EA5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331C0A" w:rsidRPr="00F945BC" w:rsidRDefault="00331C0A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331C0A" w:rsidRPr="00EF24C2" w:rsidRDefault="00331C0A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выполнение геодезических работ</w:t>
            </w:r>
          </w:p>
        </w:tc>
        <w:tc>
          <w:tcPr>
            <w:tcW w:w="1519" w:type="dxa"/>
            <w:vAlign w:val="center"/>
          </w:tcPr>
          <w:p w:rsidR="00331C0A" w:rsidRPr="000933C9" w:rsidRDefault="00331C0A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1C0A" w:rsidRPr="00F945BC" w:rsidRDefault="00331C0A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331C0A" w:rsidRPr="00EF24C2" w:rsidRDefault="00331C0A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разметочной машины</w:t>
            </w:r>
          </w:p>
        </w:tc>
        <w:tc>
          <w:tcPr>
            <w:tcW w:w="1519" w:type="dxa"/>
            <w:vAlign w:val="center"/>
          </w:tcPr>
          <w:p w:rsidR="00331C0A" w:rsidRPr="000933C9" w:rsidRDefault="00331C0A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1C0A" w:rsidRPr="00F945BC" w:rsidRDefault="00331C0A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293" w:type="dxa"/>
          </w:tcPr>
          <w:p w:rsidR="00331C0A" w:rsidRPr="00EF24C2" w:rsidRDefault="00331C0A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песчано-соляной смеси</w:t>
            </w:r>
          </w:p>
        </w:tc>
        <w:tc>
          <w:tcPr>
            <w:tcW w:w="1519" w:type="dxa"/>
            <w:vAlign w:val="center"/>
          </w:tcPr>
          <w:p w:rsidR="00331C0A" w:rsidRPr="00B62591" w:rsidRDefault="00331C0A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331C0A" w:rsidRPr="00F945BC" w:rsidRDefault="00331C0A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  <w:tr w:rsidR="00331C0A" w:rsidRPr="00F945BC" w:rsidTr="00215EF9">
        <w:tc>
          <w:tcPr>
            <w:tcW w:w="726" w:type="dxa"/>
          </w:tcPr>
          <w:p w:rsidR="00331C0A" w:rsidRDefault="00331C0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2293" w:type="dxa"/>
          </w:tcPr>
          <w:p w:rsidR="00331C0A" w:rsidRPr="00EF24C2" w:rsidRDefault="00331C0A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асфальтобетонной смеси</w:t>
            </w:r>
          </w:p>
        </w:tc>
        <w:tc>
          <w:tcPr>
            <w:tcW w:w="1519" w:type="dxa"/>
            <w:vAlign w:val="center"/>
          </w:tcPr>
          <w:p w:rsidR="00331C0A" w:rsidRPr="00B62591" w:rsidRDefault="00331C0A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331C0A" w:rsidRPr="00F945BC" w:rsidRDefault="00331C0A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1C0A" w:rsidRPr="00F945BC" w:rsidRDefault="00331C0A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1C0A" w:rsidRPr="00F57EFB" w:rsidRDefault="00331C0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1C0A" w:rsidRPr="00F945BC" w:rsidRDefault="00331C0A" w:rsidP="00F9512D">
            <w:pPr>
              <w:jc w:val="center"/>
              <w:rPr>
                <w:szCs w:val="28"/>
              </w:rPr>
            </w:pPr>
          </w:p>
        </w:tc>
      </w:tr>
    </w:tbl>
    <w:p w:rsidR="00331C0A" w:rsidRDefault="00331C0A" w:rsidP="00FA1A72">
      <w:pPr>
        <w:jc w:val="both"/>
        <w:rPr>
          <w:szCs w:val="28"/>
        </w:rPr>
      </w:pPr>
    </w:p>
    <w:p w:rsidR="00331C0A" w:rsidRDefault="00331C0A" w:rsidP="00FA1A72">
      <w:pPr>
        <w:jc w:val="both"/>
        <w:rPr>
          <w:szCs w:val="28"/>
        </w:rPr>
      </w:pPr>
    </w:p>
    <w:p w:rsidR="00331C0A" w:rsidRDefault="00331C0A" w:rsidP="00FA1A72">
      <w:pPr>
        <w:jc w:val="both"/>
        <w:rPr>
          <w:szCs w:val="28"/>
        </w:rPr>
      </w:pPr>
    </w:p>
    <w:p w:rsidR="00331C0A" w:rsidRDefault="00331C0A" w:rsidP="00FA1A72">
      <w:pPr>
        <w:jc w:val="both"/>
        <w:rPr>
          <w:szCs w:val="28"/>
        </w:rPr>
      </w:pPr>
    </w:p>
    <w:p w:rsidR="00331C0A" w:rsidRDefault="00331C0A" w:rsidP="00EF6F81">
      <w:pPr>
        <w:jc w:val="center"/>
        <w:rPr>
          <w:szCs w:val="28"/>
        </w:rPr>
        <w:sectPr w:rsidR="00331C0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31C0A" w:rsidRDefault="00331C0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31C0A" w:rsidRPr="00484E94" w:rsidRDefault="00331C0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31C0A" w:rsidRPr="00484E94" w:rsidRDefault="00331C0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31C0A" w:rsidRPr="0016103B" w:rsidRDefault="00331C0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31C0A" w:rsidRPr="00484E94" w:rsidRDefault="00331C0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31C0A" w:rsidRDefault="00331C0A" w:rsidP="00484E94">
      <w:pPr>
        <w:jc w:val="both"/>
      </w:pPr>
    </w:p>
    <w:p w:rsidR="00331C0A" w:rsidRPr="00484E94" w:rsidRDefault="00331C0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31C0A" w:rsidRPr="00484E94" w:rsidRDefault="00331C0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31C0A" w:rsidRDefault="00331C0A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331C0A" w:rsidRPr="007F34E4" w:rsidRDefault="00331C0A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31C0A" w:rsidRPr="00286B1E" w:rsidRDefault="00331C0A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31C0A" w:rsidRPr="007F34E4" w:rsidRDefault="00331C0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31C0A" w:rsidRPr="007F34E4" w:rsidRDefault="00331C0A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31C0A" w:rsidRDefault="00331C0A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31C0A" w:rsidRPr="007F34E4" w:rsidRDefault="00331C0A" w:rsidP="00DA07D9">
      <w:pPr>
        <w:pStyle w:val="ConsPlusNormal0"/>
        <w:ind w:firstLine="709"/>
        <w:jc w:val="both"/>
      </w:pPr>
    </w:p>
    <w:p w:rsidR="00331C0A" w:rsidRDefault="00331C0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31C0A" w:rsidRDefault="00331C0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31C0A" w:rsidRDefault="00331C0A" w:rsidP="00B47CC7">
      <w:pPr>
        <w:rPr>
          <w:szCs w:val="28"/>
        </w:rPr>
        <w:sectPr w:rsidR="00331C0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Е.М. Зимина</w:t>
      </w:r>
    </w:p>
    <w:p w:rsidR="00331C0A" w:rsidRDefault="00331C0A" w:rsidP="001F5CA2">
      <w:pPr>
        <w:jc w:val="center"/>
        <w:rPr>
          <w:b/>
        </w:rPr>
      </w:pPr>
    </w:p>
    <w:sectPr w:rsidR="00331C0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0A" w:rsidRDefault="00331C0A" w:rsidP="00EF6F81">
      <w:r>
        <w:separator/>
      </w:r>
    </w:p>
  </w:endnote>
  <w:endnote w:type="continuationSeparator" w:id="0">
    <w:p w:rsidR="00331C0A" w:rsidRDefault="00331C0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0A" w:rsidRDefault="00331C0A" w:rsidP="00EF6F81">
      <w:r>
        <w:separator/>
      </w:r>
    </w:p>
  </w:footnote>
  <w:footnote w:type="continuationSeparator" w:id="0">
    <w:p w:rsidR="00331C0A" w:rsidRDefault="00331C0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0A" w:rsidRDefault="00331C0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0A" w:rsidRDefault="00331C0A">
    <w:pPr>
      <w:pStyle w:val="Header"/>
      <w:jc w:val="center"/>
    </w:pPr>
  </w:p>
  <w:p w:rsidR="00331C0A" w:rsidRDefault="00331C0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31C0A" w:rsidRPr="00F945BC" w:rsidRDefault="00331C0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0E23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0EE3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47222"/>
    <w:rsid w:val="0015265A"/>
    <w:rsid w:val="00153625"/>
    <w:rsid w:val="0015372F"/>
    <w:rsid w:val="00154016"/>
    <w:rsid w:val="00154EA5"/>
    <w:rsid w:val="0016103B"/>
    <w:rsid w:val="00162358"/>
    <w:rsid w:val="001658ED"/>
    <w:rsid w:val="00167C70"/>
    <w:rsid w:val="00172D6C"/>
    <w:rsid w:val="00173D9E"/>
    <w:rsid w:val="00176619"/>
    <w:rsid w:val="001813B1"/>
    <w:rsid w:val="00183A69"/>
    <w:rsid w:val="00185966"/>
    <w:rsid w:val="00190885"/>
    <w:rsid w:val="001925C0"/>
    <w:rsid w:val="00194567"/>
    <w:rsid w:val="0019577F"/>
    <w:rsid w:val="001971F6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3DA2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1C0A"/>
    <w:rsid w:val="00335C72"/>
    <w:rsid w:val="00337501"/>
    <w:rsid w:val="00337C44"/>
    <w:rsid w:val="00345A6E"/>
    <w:rsid w:val="00347A6F"/>
    <w:rsid w:val="00351709"/>
    <w:rsid w:val="003547EA"/>
    <w:rsid w:val="003559DB"/>
    <w:rsid w:val="00357F42"/>
    <w:rsid w:val="00370F0E"/>
    <w:rsid w:val="0037124D"/>
    <w:rsid w:val="003724CA"/>
    <w:rsid w:val="00374409"/>
    <w:rsid w:val="0037448A"/>
    <w:rsid w:val="00374C60"/>
    <w:rsid w:val="00376342"/>
    <w:rsid w:val="003820BB"/>
    <w:rsid w:val="0038326C"/>
    <w:rsid w:val="00385F3F"/>
    <w:rsid w:val="0038670E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18C1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070C"/>
    <w:rsid w:val="006976D8"/>
    <w:rsid w:val="00697A60"/>
    <w:rsid w:val="006A0C78"/>
    <w:rsid w:val="006C01AC"/>
    <w:rsid w:val="006C4020"/>
    <w:rsid w:val="006C6075"/>
    <w:rsid w:val="006C707C"/>
    <w:rsid w:val="006D0695"/>
    <w:rsid w:val="006D33A2"/>
    <w:rsid w:val="006E4748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3496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32D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4103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737D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10D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2CB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7C37"/>
    <w:rsid w:val="00E21615"/>
    <w:rsid w:val="00E221E4"/>
    <w:rsid w:val="00E23571"/>
    <w:rsid w:val="00E24387"/>
    <w:rsid w:val="00E26841"/>
    <w:rsid w:val="00E33916"/>
    <w:rsid w:val="00E43186"/>
    <w:rsid w:val="00E4429A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96C5E"/>
    <w:rsid w:val="00EA031B"/>
    <w:rsid w:val="00EA0BC6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24C2"/>
    <w:rsid w:val="00EF687A"/>
    <w:rsid w:val="00EF6A40"/>
    <w:rsid w:val="00EF6F81"/>
    <w:rsid w:val="00F00398"/>
    <w:rsid w:val="00F00A4A"/>
    <w:rsid w:val="00F05B97"/>
    <w:rsid w:val="00F162F0"/>
    <w:rsid w:val="00F21877"/>
    <w:rsid w:val="00F23492"/>
    <w:rsid w:val="00F24CB1"/>
    <w:rsid w:val="00F318E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2514</TotalTime>
  <Pages>12</Pages>
  <Words>2108</Words>
  <Characters>12021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269</cp:revision>
  <cp:lastPrinted>2021-06-11T06:36:00Z</cp:lastPrinted>
  <dcterms:created xsi:type="dcterms:W3CDTF">2018-08-07T11:48:00Z</dcterms:created>
  <dcterms:modified xsi:type="dcterms:W3CDTF">2023-05-15T10:38:00Z</dcterms:modified>
</cp:coreProperties>
</file>