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AC09CD" w:rsidRPr="004E6D75" w:rsidTr="00B475E8">
        <w:tc>
          <w:tcPr>
            <w:tcW w:w="9322" w:type="dxa"/>
          </w:tcPr>
          <w:p w:rsidR="00AC09CD" w:rsidRPr="004E6D75" w:rsidRDefault="00AC09CD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C09CD" w:rsidRDefault="00AC09CD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AC09CD" w:rsidRDefault="00AC09CD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C09CD" w:rsidRDefault="00AC09CD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02.06.2023 № 84 </w:t>
            </w:r>
          </w:p>
          <w:p w:rsidR="00AC09CD" w:rsidRDefault="00AC09CD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AC09CD" w:rsidRDefault="00AC09CD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AC09CD" w:rsidRPr="00C96AAF" w:rsidRDefault="00AC09CD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AC09CD" w:rsidRDefault="00AC09CD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C09CD" w:rsidRDefault="00AC09CD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AC09CD" w:rsidRDefault="00AC09CD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AC09CD" w:rsidRDefault="00AC09CD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AC09CD" w:rsidRPr="004E6D75" w:rsidRDefault="00AC09CD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AC09CD" w:rsidRPr="006341E7" w:rsidRDefault="00AC09CD" w:rsidP="003E51DA">
      <w:pPr>
        <w:ind w:firstLine="709"/>
        <w:rPr>
          <w:sz w:val="24"/>
          <w:szCs w:val="24"/>
        </w:rPr>
      </w:pPr>
    </w:p>
    <w:p w:rsidR="00AC09CD" w:rsidRDefault="00AC09CD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C09CD" w:rsidRPr="009931E8" w:rsidRDefault="00AC09CD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AC09CD" w:rsidRDefault="00AC09CD" w:rsidP="003E51DA">
      <w:pPr>
        <w:jc w:val="center"/>
        <w:rPr>
          <w:b/>
          <w:szCs w:val="28"/>
        </w:rPr>
      </w:pPr>
    </w:p>
    <w:p w:rsidR="00AC09CD" w:rsidRPr="009E44C2" w:rsidRDefault="00AC09CD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C09CD" w:rsidRPr="009931E8" w:rsidRDefault="00AC09CD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AC09CD" w:rsidRPr="009E44C2" w:rsidRDefault="00AC09CD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AC09CD" w:rsidRPr="00F470FB" w:rsidRDefault="00AC09CD" w:rsidP="00F508F2">
            <w:pPr>
              <w:rPr>
                <w:szCs w:val="28"/>
              </w:rPr>
            </w:pP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C09CD" w:rsidRDefault="00AC09CD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AC09CD" w:rsidRPr="00827FDC" w:rsidRDefault="00AC09CD" w:rsidP="00F508F2">
            <w:pPr>
              <w:rPr>
                <w:b/>
                <w:szCs w:val="28"/>
              </w:rPr>
            </w:pP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AC09CD" w:rsidRDefault="00AC09CD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AC09CD" w:rsidRPr="00B730DE" w:rsidRDefault="00AC09CD" w:rsidP="00F508F2">
            <w:pPr>
              <w:contextualSpacing/>
              <w:rPr>
                <w:szCs w:val="28"/>
              </w:rPr>
            </w:pP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AC09CD" w:rsidRPr="00A95BD9" w:rsidRDefault="00AC09CD" w:rsidP="00F508F2">
            <w:pPr>
              <w:rPr>
                <w:szCs w:val="28"/>
              </w:rPr>
            </w:pP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AC09CD" w:rsidRDefault="00AC09CD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AC09CD" w:rsidRDefault="00AC09CD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AC09CD" w:rsidRDefault="00AC09CD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AC09CD" w:rsidRDefault="00AC09CD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AC09CD" w:rsidRDefault="00AC09CD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AC09CD" w:rsidRDefault="00AC09CD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AC09CD" w:rsidRDefault="00AC09CD" w:rsidP="005B3089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AC09CD" w:rsidRDefault="00AC09CD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AC09CD" w:rsidRDefault="00AC09CD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AC09CD" w:rsidRDefault="00AC09CD" w:rsidP="005B3089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AC09CD" w:rsidRDefault="00AC09CD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  <w:p w:rsidR="00AC09CD" w:rsidRDefault="00AC09CD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AC09CD" w:rsidRPr="00510A00" w:rsidRDefault="00AC09CD" w:rsidP="00020E35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бюджетированию.</w:t>
            </w: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C09CD" w:rsidRDefault="00AC09CD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AC09CD" w:rsidRPr="002503EF" w:rsidRDefault="00AC09CD" w:rsidP="00F508F2">
            <w:pPr>
              <w:rPr>
                <w:szCs w:val="28"/>
              </w:rPr>
            </w:pP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C09CD" w:rsidRPr="009011B8" w:rsidRDefault="00AC09CD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C09CD" w:rsidRPr="002940B0" w:rsidRDefault="00AC09CD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C09CD" w:rsidRPr="002940B0" w:rsidRDefault="00AC09C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C09CD" w:rsidRPr="002940B0" w:rsidRDefault="00AC09CD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C09CD" w:rsidRPr="002940B0" w:rsidRDefault="00AC09C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C09CD" w:rsidRPr="002940B0" w:rsidRDefault="00AC09C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C09CD" w:rsidRPr="002940B0" w:rsidRDefault="00AC09C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14 907,1</w:t>
            </w:r>
          </w:p>
        </w:tc>
        <w:tc>
          <w:tcPr>
            <w:tcW w:w="1808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C09CD" w:rsidRPr="002940B0" w:rsidRDefault="00AC09CD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14 907,1</w:t>
            </w:r>
          </w:p>
        </w:tc>
        <w:tc>
          <w:tcPr>
            <w:tcW w:w="2019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C09CD" w:rsidRPr="002940B0" w:rsidRDefault="00AC09CD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14 907,1</w:t>
            </w:r>
          </w:p>
        </w:tc>
        <w:tc>
          <w:tcPr>
            <w:tcW w:w="1808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C09CD" w:rsidRPr="002940B0" w:rsidRDefault="00AC09CD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14 907,1</w:t>
            </w:r>
          </w:p>
        </w:tc>
        <w:tc>
          <w:tcPr>
            <w:tcW w:w="2019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09CD" w:rsidRPr="009E44C2" w:rsidTr="00F508F2">
        <w:tc>
          <w:tcPr>
            <w:tcW w:w="14560" w:type="dxa"/>
            <w:gridSpan w:val="6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09CD" w:rsidRPr="009E44C2" w:rsidTr="00F508F2">
        <w:tc>
          <w:tcPr>
            <w:tcW w:w="14560" w:type="dxa"/>
            <w:gridSpan w:val="6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09CD" w:rsidRPr="009E44C2" w:rsidTr="00F508F2">
        <w:tc>
          <w:tcPr>
            <w:tcW w:w="6012" w:type="dxa"/>
          </w:tcPr>
          <w:p w:rsidR="00AC09CD" w:rsidRPr="002940B0" w:rsidRDefault="00AC09C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09CD" w:rsidRPr="002940B0" w:rsidRDefault="00AC09C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C09CD" w:rsidRDefault="00AC09CD" w:rsidP="007A6F08">
      <w:pPr>
        <w:jc w:val="center"/>
        <w:rPr>
          <w:b/>
          <w:szCs w:val="28"/>
        </w:rPr>
      </w:pPr>
    </w:p>
    <w:p w:rsidR="00AC09CD" w:rsidRDefault="00AC09CD" w:rsidP="007A6F08">
      <w:pPr>
        <w:jc w:val="center"/>
        <w:rPr>
          <w:b/>
          <w:szCs w:val="28"/>
        </w:rPr>
      </w:pPr>
    </w:p>
    <w:p w:rsidR="00AC09CD" w:rsidRPr="00500747" w:rsidRDefault="00AC09CD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AC09CD" w:rsidRPr="009931E8" w:rsidRDefault="00AC09CD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AC09CD" w:rsidRDefault="00AC09CD" w:rsidP="007A6F08">
      <w:pPr>
        <w:jc w:val="center"/>
        <w:rPr>
          <w:b/>
          <w:szCs w:val="28"/>
        </w:rPr>
      </w:pPr>
    </w:p>
    <w:p w:rsidR="00AC09CD" w:rsidRPr="00500747" w:rsidRDefault="00AC09CD" w:rsidP="007A6F08">
      <w:pPr>
        <w:jc w:val="center"/>
        <w:rPr>
          <w:b/>
          <w:szCs w:val="28"/>
        </w:rPr>
      </w:pPr>
    </w:p>
    <w:p w:rsidR="00AC09CD" w:rsidRPr="009D244C" w:rsidRDefault="00AC09C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C09CD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C09CD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C09CD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C09CD" w:rsidRDefault="00AC09CD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C09CD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AC09C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9CD" w:rsidRPr="00D1751E" w:rsidRDefault="00AC09CD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AC09CD" w:rsidRPr="00957C3C" w:rsidRDefault="00AC09CD" w:rsidP="00F508F2">
            <w:pPr>
              <w:rPr>
                <w:sz w:val="24"/>
                <w:szCs w:val="24"/>
              </w:rPr>
            </w:pPr>
          </w:p>
        </w:tc>
      </w:tr>
      <w:tr w:rsidR="00AC09C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9CD" w:rsidRPr="00D1751E" w:rsidRDefault="00AC09CD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AC09CD" w:rsidRPr="00957C3C" w:rsidRDefault="00AC09CD" w:rsidP="00F508F2">
            <w:pPr>
              <w:rPr>
                <w:sz w:val="24"/>
                <w:szCs w:val="24"/>
              </w:rPr>
            </w:pPr>
          </w:p>
        </w:tc>
      </w:tr>
      <w:tr w:rsidR="00AC09CD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0F6657" w:rsidRDefault="00AC09CD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14 847,1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14 847,1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9CD" w:rsidRPr="00957C3C" w:rsidRDefault="00AC09CD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C09C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C09C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14 907,1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F052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C09CD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F052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C09CD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E007EA" w:rsidRDefault="00AC09CD">
            <w:pPr>
              <w:rPr>
                <w:sz w:val="24"/>
                <w:szCs w:val="24"/>
              </w:rPr>
            </w:pPr>
            <w:r w:rsidRPr="00E007EA">
              <w:rPr>
                <w:sz w:val="24"/>
                <w:szCs w:val="24"/>
              </w:rPr>
              <w:t>14 907,1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E007EA" w:rsidRDefault="00AC0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E007EA">
              <w:rPr>
                <w:sz w:val="24"/>
                <w:szCs w:val="24"/>
              </w:rPr>
              <w:t>14 907,1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9CD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E007EA" w:rsidRDefault="00AC09CD">
            <w:pPr>
              <w:rPr>
                <w:sz w:val="24"/>
                <w:szCs w:val="24"/>
              </w:rPr>
            </w:pPr>
            <w:r w:rsidRPr="00E007EA">
              <w:rPr>
                <w:sz w:val="24"/>
                <w:szCs w:val="24"/>
              </w:rPr>
              <w:t>14 907,1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E007EA" w:rsidRDefault="00AC0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E007EA">
              <w:rPr>
                <w:sz w:val="24"/>
                <w:szCs w:val="24"/>
              </w:rPr>
              <w:t>14 907,1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CD" w:rsidRPr="00DB6469" w:rsidRDefault="00AC09C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C09CD" w:rsidRPr="00DB6469" w:rsidRDefault="00AC09C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C09CD" w:rsidRDefault="00AC09CD" w:rsidP="003E51DA">
      <w:pPr>
        <w:jc w:val="center"/>
        <w:rPr>
          <w:b/>
          <w:szCs w:val="28"/>
        </w:rPr>
      </w:pPr>
    </w:p>
    <w:p w:rsidR="00AC09CD" w:rsidRPr="009E44C2" w:rsidRDefault="00AC09CD" w:rsidP="003E51DA">
      <w:pPr>
        <w:jc w:val="center"/>
        <w:rPr>
          <w:b/>
          <w:szCs w:val="28"/>
        </w:rPr>
      </w:pPr>
    </w:p>
    <w:p w:rsidR="00AC09CD" w:rsidRDefault="00AC09CD" w:rsidP="007A6F08">
      <w:pPr>
        <w:rPr>
          <w:sz w:val="24"/>
          <w:szCs w:val="24"/>
        </w:rPr>
        <w:sectPr w:rsidR="00AC09CD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C09CD" w:rsidRPr="003E51DA" w:rsidRDefault="00AC09CD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AC09CD" w:rsidRDefault="00AC09CD" w:rsidP="003E51DA">
      <w:pPr>
        <w:pStyle w:val="ConsPlusNormal0"/>
        <w:ind w:firstLine="709"/>
        <w:jc w:val="both"/>
      </w:pPr>
    </w:p>
    <w:p w:rsidR="00AC09CD" w:rsidRDefault="00AC09CD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C09CD" w:rsidRDefault="00AC09CD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C09CD" w:rsidRDefault="00AC09CD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C09CD" w:rsidRDefault="00AC09CD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C09CD" w:rsidRDefault="00AC09CD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C09CD" w:rsidRDefault="00AC09CD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C09CD" w:rsidRDefault="00AC09CD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C09CD" w:rsidRDefault="00AC09CD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C09CD" w:rsidRDefault="00AC09CD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C09CD" w:rsidRDefault="00AC09CD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C09CD" w:rsidRDefault="00AC09CD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C09CD" w:rsidRDefault="00AC09CD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C09CD" w:rsidRDefault="00AC09CD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C09CD" w:rsidRDefault="00AC09CD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C09CD" w:rsidRDefault="00AC09CD" w:rsidP="00EF6F81">
      <w:pPr>
        <w:jc w:val="center"/>
        <w:rPr>
          <w:b/>
        </w:rPr>
      </w:pPr>
    </w:p>
    <w:p w:rsidR="00AC09CD" w:rsidRDefault="00AC09CD" w:rsidP="00EF6F81">
      <w:pPr>
        <w:jc w:val="center"/>
        <w:rPr>
          <w:b/>
        </w:rPr>
      </w:pPr>
    </w:p>
    <w:p w:rsidR="00AC09CD" w:rsidRDefault="00AC09CD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C09CD" w:rsidRDefault="00AC09CD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C09CD" w:rsidRDefault="00AC09CD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AC09CD" w:rsidRDefault="00AC09CD" w:rsidP="00413494">
      <w:pPr>
        <w:jc w:val="both"/>
        <w:rPr>
          <w:szCs w:val="28"/>
        </w:rPr>
      </w:pPr>
    </w:p>
    <w:p w:rsidR="00AC09CD" w:rsidRDefault="00AC09CD" w:rsidP="00413494">
      <w:pPr>
        <w:jc w:val="both"/>
        <w:rPr>
          <w:szCs w:val="28"/>
        </w:rPr>
      </w:pPr>
    </w:p>
    <w:p w:rsidR="00AC09CD" w:rsidRDefault="00AC09CD" w:rsidP="00413494">
      <w:pPr>
        <w:jc w:val="both"/>
        <w:rPr>
          <w:szCs w:val="28"/>
        </w:rPr>
      </w:pPr>
    </w:p>
    <w:p w:rsidR="00AC09CD" w:rsidRDefault="00AC09CD" w:rsidP="00413494">
      <w:pPr>
        <w:jc w:val="both"/>
        <w:rPr>
          <w:szCs w:val="28"/>
        </w:rPr>
      </w:pPr>
    </w:p>
    <w:p w:rsidR="00AC09CD" w:rsidRDefault="00AC09CD" w:rsidP="00413494">
      <w:pPr>
        <w:jc w:val="both"/>
        <w:rPr>
          <w:szCs w:val="28"/>
        </w:rPr>
      </w:pPr>
    </w:p>
    <w:p w:rsidR="00AC09CD" w:rsidRDefault="00AC09CD" w:rsidP="00413494">
      <w:pPr>
        <w:jc w:val="both"/>
        <w:rPr>
          <w:b/>
        </w:rPr>
        <w:sectPr w:rsidR="00AC09CD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C09CD" w:rsidRDefault="00AC09CD" w:rsidP="00E6162A">
      <w:pPr>
        <w:jc w:val="center"/>
        <w:rPr>
          <w:b/>
        </w:rPr>
      </w:pPr>
    </w:p>
    <w:sectPr w:rsidR="00AC09C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9CD" w:rsidRDefault="00AC09CD" w:rsidP="00EF6F81">
      <w:r>
        <w:separator/>
      </w:r>
    </w:p>
  </w:endnote>
  <w:endnote w:type="continuationSeparator" w:id="0">
    <w:p w:rsidR="00AC09CD" w:rsidRDefault="00AC09C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9CD" w:rsidRDefault="00AC09CD" w:rsidP="00EF6F81">
      <w:r>
        <w:separator/>
      </w:r>
    </w:p>
  </w:footnote>
  <w:footnote w:type="continuationSeparator" w:id="0">
    <w:p w:rsidR="00AC09CD" w:rsidRDefault="00AC09C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CD" w:rsidRDefault="00AC09C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CD" w:rsidRDefault="00AC09CD">
    <w:pPr>
      <w:pStyle w:val="Header"/>
      <w:jc w:val="center"/>
    </w:pPr>
  </w:p>
  <w:p w:rsidR="00AC09CD" w:rsidRDefault="00AC09C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C09CD" w:rsidRPr="004E6D75" w:rsidRDefault="00AC09C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0E35"/>
    <w:rsid w:val="0002280C"/>
    <w:rsid w:val="00023F4D"/>
    <w:rsid w:val="000279A9"/>
    <w:rsid w:val="00027FD2"/>
    <w:rsid w:val="00030C72"/>
    <w:rsid w:val="00031DF9"/>
    <w:rsid w:val="000348BC"/>
    <w:rsid w:val="0003562F"/>
    <w:rsid w:val="00036BA0"/>
    <w:rsid w:val="00046F33"/>
    <w:rsid w:val="000520B4"/>
    <w:rsid w:val="0005300F"/>
    <w:rsid w:val="0005555B"/>
    <w:rsid w:val="000576FA"/>
    <w:rsid w:val="000669A4"/>
    <w:rsid w:val="00067C9E"/>
    <w:rsid w:val="00073545"/>
    <w:rsid w:val="00073CBF"/>
    <w:rsid w:val="00082B51"/>
    <w:rsid w:val="00084E42"/>
    <w:rsid w:val="00087CC3"/>
    <w:rsid w:val="000A5167"/>
    <w:rsid w:val="000A6FEE"/>
    <w:rsid w:val="000B31EA"/>
    <w:rsid w:val="000B4AE6"/>
    <w:rsid w:val="000C1918"/>
    <w:rsid w:val="000C3FBF"/>
    <w:rsid w:val="000D0BA9"/>
    <w:rsid w:val="000D1B88"/>
    <w:rsid w:val="000D42BE"/>
    <w:rsid w:val="000D5144"/>
    <w:rsid w:val="000E5F26"/>
    <w:rsid w:val="000F3C67"/>
    <w:rsid w:val="000F5130"/>
    <w:rsid w:val="000F5E70"/>
    <w:rsid w:val="000F6657"/>
    <w:rsid w:val="000F7167"/>
    <w:rsid w:val="000F72CE"/>
    <w:rsid w:val="000F7C02"/>
    <w:rsid w:val="00103E05"/>
    <w:rsid w:val="001111E6"/>
    <w:rsid w:val="001143BB"/>
    <w:rsid w:val="001157F7"/>
    <w:rsid w:val="00115920"/>
    <w:rsid w:val="0011704C"/>
    <w:rsid w:val="00121191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1800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1D64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342"/>
    <w:rsid w:val="002D6453"/>
    <w:rsid w:val="002D6BB0"/>
    <w:rsid w:val="002E291E"/>
    <w:rsid w:val="002E5323"/>
    <w:rsid w:val="002E62B4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2192"/>
    <w:rsid w:val="00345A6E"/>
    <w:rsid w:val="003463FE"/>
    <w:rsid w:val="00346D35"/>
    <w:rsid w:val="00347A6F"/>
    <w:rsid w:val="003547EA"/>
    <w:rsid w:val="003559DB"/>
    <w:rsid w:val="00357F42"/>
    <w:rsid w:val="00357F7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1600"/>
    <w:rsid w:val="003B44E2"/>
    <w:rsid w:val="003B4B63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4D98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C6B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11D03"/>
    <w:rsid w:val="00523530"/>
    <w:rsid w:val="0053507E"/>
    <w:rsid w:val="0054045D"/>
    <w:rsid w:val="0054063E"/>
    <w:rsid w:val="005520EC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089"/>
    <w:rsid w:val="005B3967"/>
    <w:rsid w:val="005B5962"/>
    <w:rsid w:val="005B7233"/>
    <w:rsid w:val="005B786B"/>
    <w:rsid w:val="005C23D0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2799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2AE"/>
    <w:rsid w:val="00734314"/>
    <w:rsid w:val="00737EC2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374C9"/>
    <w:rsid w:val="0084164C"/>
    <w:rsid w:val="00844218"/>
    <w:rsid w:val="00844EEC"/>
    <w:rsid w:val="0084599C"/>
    <w:rsid w:val="00845C4E"/>
    <w:rsid w:val="00846A87"/>
    <w:rsid w:val="0085148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16FE1"/>
    <w:rsid w:val="0092378A"/>
    <w:rsid w:val="0092688F"/>
    <w:rsid w:val="00937318"/>
    <w:rsid w:val="009448A8"/>
    <w:rsid w:val="00944B19"/>
    <w:rsid w:val="00944C39"/>
    <w:rsid w:val="00950F83"/>
    <w:rsid w:val="00953D8F"/>
    <w:rsid w:val="00956FDA"/>
    <w:rsid w:val="00957C3C"/>
    <w:rsid w:val="00963C18"/>
    <w:rsid w:val="00964263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07D"/>
    <w:rsid w:val="009F2245"/>
    <w:rsid w:val="00A03E7E"/>
    <w:rsid w:val="00A1507B"/>
    <w:rsid w:val="00A23788"/>
    <w:rsid w:val="00A24288"/>
    <w:rsid w:val="00A26796"/>
    <w:rsid w:val="00A30B42"/>
    <w:rsid w:val="00A30FFE"/>
    <w:rsid w:val="00A369D2"/>
    <w:rsid w:val="00A3702F"/>
    <w:rsid w:val="00A425F7"/>
    <w:rsid w:val="00A4447E"/>
    <w:rsid w:val="00A44BB5"/>
    <w:rsid w:val="00A46782"/>
    <w:rsid w:val="00A47DA3"/>
    <w:rsid w:val="00A50F84"/>
    <w:rsid w:val="00A56C25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B0FB5"/>
    <w:rsid w:val="00AB3919"/>
    <w:rsid w:val="00AC09CD"/>
    <w:rsid w:val="00AC6410"/>
    <w:rsid w:val="00AC6F55"/>
    <w:rsid w:val="00AD7804"/>
    <w:rsid w:val="00AE09CA"/>
    <w:rsid w:val="00AE7059"/>
    <w:rsid w:val="00AF185A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475E8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3747"/>
    <w:rsid w:val="00BB43B3"/>
    <w:rsid w:val="00BB769B"/>
    <w:rsid w:val="00BC5DC4"/>
    <w:rsid w:val="00BC5EDF"/>
    <w:rsid w:val="00BD16FB"/>
    <w:rsid w:val="00BD53C1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4419"/>
    <w:rsid w:val="00C45AAB"/>
    <w:rsid w:val="00C53808"/>
    <w:rsid w:val="00C576C0"/>
    <w:rsid w:val="00C71CC2"/>
    <w:rsid w:val="00C72F57"/>
    <w:rsid w:val="00C75EAF"/>
    <w:rsid w:val="00C76645"/>
    <w:rsid w:val="00C769C5"/>
    <w:rsid w:val="00C8136C"/>
    <w:rsid w:val="00C81587"/>
    <w:rsid w:val="00C844FD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7691"/>
    <w:rsid w:val="00CD315E"/>
    <w:rsid w:val="00CD3DA8"/>
    <w:rsid w:val="00CD7797"/>
    <w:rsid w:val="00CE0668"/>
    <w:rsid w:val="00CE12C3"/>
    <w:rsid w:val="00CE6B3F"/>
    <w:rsid w:val="00CF500C"/>
    <w:rsid w:val="00CF79F5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3574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4ED8"/>
    <w:rsid w:val="00DA5916"/>
    <w:rsid w:val="00DB6469"/>
    <w:rsid w:val="00DC3C1F"/>
    <w:rsid w:val="00DC605B"/>
    <w:rsid w:val="00DD1C2E"/>
    <w:rsid w:val="00DD49F6"/>
    <w:rsid w:val="00DD5F0A"/>
    <w:rsid w:val="00DE23FA"/>
    <w:rsid w:val="00DE264F"/>
    <w:rsid w:val="00DE5392"/>
    <w:rsid w:val="00DE754D"/>
    <w:rsid w:val="00DF0E7B"/>
    <w:rsid w:val="00DF23BC"/>
    <w:rsid w:val="00DF27D4"/>
    <w:rsid w:val="00E00492"/>
    <w:rsid w:val="00E005C3"/>
    <w:rsid w:val="00E007EA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9E0"/>
    <w:rsid w:val="00EA305A"/>
    <w:rsid w:val="00EB0154"/>
    <w:rsid w:val="00EB0941"/>
    <w:rsid w:val="00EB23BD"/>
    <w:rsid w:val="00EB26C2"/>
    <w:rsid w:val="00EB2988"/>
    <w:rsid w:val="00EB4962"/>
    <w:rsid w:val="00EB49A5"/>
    <w:rsid w:val="00EC24A4"/>
    <w:rsid w:val="00EC30DF"/>
    <w:rsid w:val="00EC596E"/>
    <w:rsid w:val="00EC6C77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EF789A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11C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0522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90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2182</TotalTime>
  <Pages>7</Pages>
  <Words>1037</Words>
  <Characters>5917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267</cp:revision>
  <cp:lastPrinted>2021-06-11T06:36:00Z</cp:lastPrinted>
  <dcterms:created xsi:type="dcterms:W3CDTF">2018-08-07T11:48:00Z</dcterms:created>
  <dcterms:modified xsi:type="dcterms:W3CDTF">2023-06-08T06:01:00Z</dcterms:modified>
</cp:coreProperties>
</file>