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2670B" w:rsidRPr="00F945BC" w:rsidTr="00F945BC">
        <w:tc>
          <w:tcPr>
            <w:tcW w:w="8934" w:type="dxa"/>
          </w:tcPr>
          <w:p w:rsidR="00F2670B" w:rsidRPr="00F945BC" w:rsidRDefault="00F2670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F2670B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02.06.2023 № 85</w:t>
            </w:r>
          </w:p>
          <w:p w:rsidR="00F2670B" w:rsidRPr="00EE5BAC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2670B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№ 210</w:t>
            </w:r>
          </w:p>
          <w:p w:rsidR="00F2670B" w:rsidRPr="00F945BC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2670B" w:rsidRPr="00885C29" w:rsidRDefault="00F2670B" w:rsidP="001157F7"/>
    <w:p w:rsidR="00F2670B" w:rsidRDefault="00F2670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950972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2670B" w:rsidRPr="00855115" w:rsidRDefault="00F2670B" w:rsidP="00F9512D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2670B" w:rsidRPr="0096600F" w:rsidRDefault="00F2670B" w:rsidP="005C3FB8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F2670B" w:rsidRPr="00190885" w:rsidRDefault="00F2670B" w:rsidP="005C3FB8">
            <w:pPr>
              <w:contextualSpacing/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F2670B" w:rsidRDefault="00F2670B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F2670B" w:rsidRPr="009F22D5" w:rsidRDefault="00F2670B" w:rsidP="003820BB">
            <w:pPr>
              <w:contextualSpacing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 xml:space="preserve">); 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Школьному от ул. Береговой до ул. Ленина;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Красноармейский от ул. Ростовская до ул. Коммунистическая;</w:t>
            </w:r>
          </w:p>
          <w:p w:rsidR="00F2670B" w:rsidRPr="009B07AA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  <w:r>
              <w:rPr>
                <w:szCs w:val="28"/>
              </w:rPr>
              <w:t>.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F2670B" w:rsidRPr="00A46A72" w:rsidRDefault="00F2670B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A46A72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2670B" w:rsidRPr="00190885" w:rsidRDefault="00F2670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34 230,4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34 230,4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34 230,4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34 230,4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2670B" w:rsidRDefault="00F2670B" w:rsidP="00EF6F81">
      <w:pPr>
        <w:jc w:val="center"/>
        <w:rPr>
          <w:szCs w:val="28"/>
        </w:rPr>
        <w:sectPr w:rsidR="00F2670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2670B" w:rsidRPr="009674C5" w:rsidRDefault="00F2670B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A20C08">
      <w:pPr>
        <w:pStyle w:val="ListParagraph"/>
        <w:ind w:left="360"/>
        <w:jc w:val="center"/>
      </w:pPr>
    </w:p>
    <w:p w:rsidR="00F2670B" w:rsidRDefault="00F2670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2670B" w:rsidRDefault="00F2670B" w:rsidP="00EF6F81">
      <w:pPr>
        <w:jc w:val="center"/>
        <w:rPr>
          <w:szCs w:val="28"/>
        </w:rPr>
      </w:pPr>
    </w:p>
    <w:p w:rsidR="00F2670B" w:rsidRPr="009674C5" w:rsidRDefault="00F2670B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8"/>
        <w:gridCol w:w="7380"/>
        <w:gridCol w:w="1620"/>
        <w:gridCol w:w="900"/>
        <w:gridCol w:w="1800"/>
        <w:gridCol w:w="2160"/>
      </w:tblGrid>
      <w:tr w:rsidR="00F2670B" w:rsidTr="006E4748">
        <w:tc>
          <w:tcPr>
            <w:tcW w:w="808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2670B" w:rsidTr="006E4748">
        <w:tc>
          <w:tcPr>
            <w:tcW w:w="808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rPr>
          <w:trHeight w:val="332"/>
        </w:trPr>
        <w:tc>
          <w:tcPr>
            <w:tcW w:w="808" w:type="dxa"/>
          </w:tcPr>
          <w:p w:rsidR="00F2670B" w:rsidRPr="00AC26F6" w:rsidRDefault="00F2670B" w:rsidP="00A00745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F2670B" w:rsidRPr="00C25175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</w:t>
            </w:r>
          </w:p>
        </w:tc>
        <w:tc>
          <w:tcPr>
            <w:tcW w:w="162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</w:tcPr>
          <w:p w:rsidR="00F2670B" w:rsidRPr="00877383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осуществление стройконтроля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расчет и подготовка пакета технической документации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2E4A9B">
            <w:pPr>
              <w:rPr>
                <w:szCs w:val="28"/>
              </w:rPr>
            </w:pPr>
            <w:r>
              <w:rPr>
                <w:szCs w:val="28"/>
              </w:rPr>
              <w:t>1.10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 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1.11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Ильича от ул. Коммунистическая до ул. Виноградная;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0,58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Красноармейский от ул. Ростовская до ул. Коммунистическая;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5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F2670B" w:rsidRDefault="00F2670B" w:rsidP="00154EA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F2670B" w:rsidRPr="00C25175" w:rsidRDefault="00F2670B" w:rsidP="00154EA5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 w:rsidRPr="0098737D"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8737D">
              <w:rPr>
                <w:szCs w:val="28"/>
              </w:rPr>
              <w:t>выполнение геодезических работ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разметочной машины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2.10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песчано-соляной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2.11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асфальтобетонной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117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2.12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км.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</w:tbl>
    <w:p w:rsidR="00F2670B" w:rsidRPr="00A74297" w:rsidRDefault="00F2670B" w:rsidP="00225687">
      <w:pPr>
        <w:jc w:val="center"/>
        <w:rPr>
          <w:b/>
          <w:szCs w:val="28"/>
        </w:rPr>
      </w:pPr>
    </w:p>
    <w:p w:rsidR="00F2670B" w:rsidRDefault="00F2670B" w:rsidP="00FB57BF">
      <w:pPr>
        <w:pStyle w:val="ConsPlusNormal0"/>
        <w:rPr>
          <w:b/>
        </w:rPr>
      </w:pPr>
    </w:p>
    <w:p w:rsidR="00F2670B" w:rsidRPr="003C75F8" w:rsidRDefault="00F2670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2670B" w:rsidRPr="003C75F8" w:rsidRDefault="00F2670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2670B" w:rsidRPr="009674C5" w:rsidRDefault="00F2670B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3C75F8" w:rsidRDefault="00F2670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2670B" w:rsidRPr="00C404E0" w:rsidTr="00C404E0">
        <w:tc>
          <w:tcPr>
            <w:tcW w:w="73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2670B" w:rsidRPr="0054045D" w:rsidRDefault="00F2670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2670B" w:rsidRPr="000B0521" w:rsidTr="00C404E0">
        <w:tc>
          <w:tcPr>
            <w:tcW w:w="72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2670B" w:rsidRPr="00D060C7" w:rsidRDefault="00F2670B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Широкая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F2670B" w:rsidRPr="00080644" w:rsidRDefault="00F2670B" w:rsidP="00154EA5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осуществление стройконтроля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F2670B" w:rsidRPr="00E96C5E" w:rsidRDefault="00F2670B" w:rsidP="00295F84">
            <w:pPr>
              <w:rPr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расчет и подготовка пакета технической документации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F2670B" w:rsidRPr="002216F8" w:rsidRDefault="00F2670B" w:rsidP="00154EA5">
            <w:pPr>
              <w:rPr>
                <w:sz w:val="24"/>
                <w:szCs w:val="24"/>
              </w:rPr>
            </w:pPr>
            <w:r w:rsidRPr="002216F8">
              <w:rPr>
                <w:sz w:val="24"/>
                <w:szCs w:val="24"/>
              </w:rPr>
              <w:t>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F2670B" w:rsidRPr="00A46683" w:rsidRDefault="00F2670B" w:rsidP="00295F84">
            <w:pPr>
              <w:contextualSpacing/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07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1.9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Ильича от ул. Коммунистическая до ул. Виноградная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Красноармейский от ул. Ростовская до ул. Коммунистическая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F2670B" w:rsidRPr="00215EF9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2670B" w:rsidRDefault="00F2670B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0612BA" w:rsidRDefault="00F2670B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F2670B" w:rsidRPr="00215EF9" w:rsidRDefault="00F2670B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0612BA" w:rsidRDefault="00F2670B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96601E">
        <w:trPr>
          <w:trHeight w:val="1711"/>
        </w:trPr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F2670B" w:rsidRPr="001439EC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F2670B" w:rsidRPr="001439EC" w:rsidRDefault="00F2670B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F2670B" w:rsidRPr="00B62591" w:rsidRDefault="00F2670B" w:rsidP="00154EA5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F2670B" w:rsidRPr="00B62591" w:rsidRDefault="00F2670B" w:rsidP="00154EA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B62591" w:rsidRDefault="00F2670B" w:rsidP="00154EA5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выполнение геодезических работ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разметочной машины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песчано-соляной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2293" w:type="dxa"/>
          </w:tcPr>
          <w:p w:rsidR="00F2670B" w:rsidRPr="00EF24C2" w:rsidRDefault="00F2670B" w:rsidP="00295F84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асфальтобетонной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2293" w:type="dxa"/>
          </w:tcPr>
          <w:p w:rsidR="00F2670B" w:rsidRPr="00F74E35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F74E35">
              <w:rPr>
                <w:sz w:val="24"/>
                <w:szCs w:val="24"/>
              </w:rPr>
              <w:t>текущий ремонт тротуара по пер. Горького от ул. Коммунистическая до ул. Титова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</w:tbl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EF6F81">
      <w:pPr>
        <w:jc w:val="center"/>
        <w:rPr>
          <w:szCs w:val="28"/>
        </w:rPr>
        <w:sectPr w:rsidR="00F2670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2670B" w:rsidRPr="00484E94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2670B" w:rsidRPr="0016103B" w:rsidRDefault="00F2670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2670B" w:rsidRPr="00484E94" w:rsidRDefault="00F2670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2670B" w:rsidRDefault="00F2670B" w:rsidP="00484E94">
      <w:pPr>
        <w:jc w:val="both"/>
      </w:pPr>
    </w:p>
    <w:p w:rsidR="00F2670B" w:rsidRPr="00484E94" w:rsidRDefault="00F2670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2670B" w:rsidRDefault="00F2670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2670B" w:rsidRPr="00286B1E" w:rsidRDefault="00F2670B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2670B" w:rsidRDefault="00F2670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2670B" w:rsidRDefault="00F2670B" w:rsidP="00B47CC7">
      <w:pPr>
        <w:rPr>
          <w:szCs w:val="28"/>
        </w:rPr>
        <w:sectPr w:rsidR="00F2670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F2670B" w:rsidRDefault="00F2670B" w:rsidP="001F5CA2">
      <w:pPr>
        <w:jc w:val="center"/>
        <w:rPr>
          <w:b/>
        </w:rPr>
      </w:pPr>
    </w:p>
    <w:sectPr w:rsidR="00F2670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70B" w:rsidRDefault="00F2670B" w:rsidP="00EF6F81">
      <w:r>
        <w:separator/>
      </w:r>
    </w:p>
  </w:endnote>
  <w:endnote w:type="continuationSeparator" w:id="0">
    <w:p w:rsidR="00F2670B" w:rsidRDefault="00F2670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70B" w:rsidRDefault="00F2670B" w:rsidP="00EF6F81">
      <w:r>
        <w:separator/>
      </w:r>
    </w:p>
  </w:footnote>
  <w:footnote w:type="continuationSeparator" w:id="0">
    <w:p w:rsidR="00F2670B" w:rsidRDefault="00F2670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0B" w:rsidRDefault="00F2670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0B" w:rsidRDefault="00F2670B">
    <w:pPr>
      <w:pStyle w:val="Header"/>
      <w:jc w:val="center"/>
    </w:pPr>
  </w:p>
  <w:p w:rsidR="00F2670B" w:rsidRDefault="00F2670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2670B" w:rsidRPr="00F945BC" w:rsidRDefault="00F267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425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0E23"/>
    <w:rsid w:val="00046F33"/>
    <w:rsid w:val="000520B4"/>
    <w:rsid w:val="0005300F"/>
    <w:rsid w:val="0005555B"/>
    <w:rsid w:val="000612BA"/>
    <w:rsid w:val="000669A4"/>
    <w:rsid w:val="00067C9E"/>
    <w:rsid w:val="00073545"/>
    <w:rsid w:val="00080644"/>
    <w:rsid w:val="00084E42"/>
    <w:rsid w:val="00087FE3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C683B"/>
    <w:rsid w:val="000D0D4E"/>
    <w:rsid w:val="000D1B88"/>
    <w:rsid w:val="000D42BE"/>
    <w:rsid w:val="000D5144"/>
    <w:rsid w:val="000D7B4E"/>
    <w:rsid w:val="000E5F26"/>
    <w:rsid w:val="000F0EE3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47222"/>
    <w:rsid w:val="0015265A"/>
    <w:rsid w:val="00153625"/>
    <w:rsid w:val="0015372F"/>
    <w:rsid w:val="00154016"/>
    <w:rsid w:val="00154EA5"/>
    <w:rsid w:val="0016103B"/>
    <w:rsid w:val="00162358"/>
    <w:rsid w:val="001658ED"/>
    <w:rsid w:val="00167C70"/>
    <w:rsid w:val="00172D6C"/>
    <w:rsid w:val="00173D9E"/>
    <w:rsid w:val="00176619"/>
    <w:rsid w:val="00177C9A"/>
    <w:rsid w:val="001813B1"/>
    <w:rsid w:val="00183A69"/>
    <w:rsid w:val="00185966"/>
    <w:rsid w:val="00190885"/>
    <w:rsid w:val="001925C0"/>
    <w:rsid w:val="00194567"/>
    <w:rsid w:val="00194D9F"/>
    <w:rsid w:val="0019577F"/>
    <w:rsid w:val="001971F6"/>
    <w:rsid w:val="001A1BB4"/>
    <w:rsid w:val="001B7870"/>
    <w:rsid w:val="001B7AD5"/>
    <w:rsid w:val="001C16E6"/>
    <w:rsid w:val="001C7B68"/>
    <w:rsid w:val="001D080B"/>
    <w:rsid w:val="001D1214"/>
    <w:rsid w:val="001D4E9D"/>
    <w:rsid w:val="001D7910"/>
    <w:rsid w:val="001E468C"/>
    <w:rsid w:val="001E6478"/>
    <w:rsid w:val="001E7209"/>
    <w:rsid w:val="001F5CA2"/>
    <w:rsid w:val="001F7787"/>
    <w:rsid w:val="0020737A"/>
    <w:rsid w:val="00213DA2"/>
    <w:rsid w:val="00214AAC"/>
    <w:rsid w:val="00215EF9"/>
    <w:rsid w:val="00216964"/>
    <w:rsid w:val="00217311"/>
    <w:rsid w:val="002175EF"/>
    <w:rsid w:val="002216F8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1C01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4CB2"/>
    <w:rsid w:val="00295EB1"/>
    <w:rsid w:val="00295F84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4A9B"/>
    <w:rsid w:val="002E5323"/>
    <w:rsid w:val="002E62B4"/>
    <w:rsid w:val="0030095A"/>
    <w:rsid w:val="00306055"/>
    <w:rsid w:val="00310658"/>
    <w:rsid w:val="00324FC7"/>
    <w:rsid w:val="00325B03"/>
    <w:rsid w:val="00326F04"/>
    <w:rsid w:val="00331C0A"/>
    <w:rsid w:val="00335C72"/>
    <w:rsid w:val="00337501"/>
    <w:rsid w:val="00337C44"/>
    <w:rsid w:val="00345A6E"/>
    <w:rsid w:val="00347A6F"/>
    <w:rsid w:val="00351709"/>
    <w:rsid w:val="00353EC3"/>
    <w:rsid w:val="003547EA"/>
    <w:rsid w:val="003559DB"/>
    <w:rsid w:val="00357F42"/>
    <w:rsid w:val="00360A9E"/>
    <w:rsid w:val="00370F0E"/>
    <w:rsid w:val="0037124D"/>
    <w:rsid w:val="00371600"/>
    <w:rsid w:val="003724CA"/>
    <w:rsid w:val="00374409"/>
    <w:rsid w:val="0037448A"/>
    <w:rsid w:val="00374C60"/>
    <w:rsid w:val="00376342"/>
    <w:rsid w:val="003820BB"/>
    <w:rsid w:val="0038326C"/>
    <w:rsid w:val="00385F3F"/>
    <w:rsid w:val="0038670E"/>
    <w:rsid w:val="003911DB"/>
    <w:rsid w:val="00393E8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613"/>
    <w:rsid w:val="004019AF"/>
    <w:rsid w:val="00401C77"/>
    <w:rsid w:val="004058C3"/>
    <w:rsid w:val="00405F4C"/>
    <w:rsid w:val="00410014"/>
    <w:rsid w:val="00412558"/>
    <w:rsid w:val="00413494"/>
    <w:rsid w:val="0042332B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A7FC4"/>
    <w:rsid w:val="004B352D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366F"/>
    <w:rsid w:val="00565F55"/>
    <w:rsid w:val="00570D27"/>
    <w:rsid w:val="005716FF"/>
    <w:rsid w:val="00571FAC"/>
    <w:rsid w:val="005734E0"/>
    <w:rsid w:val="005750C3"/>
    <w:rsid w:val="0058240E"/>
    <w:rsid w:val="005930FB"/>
    <w:rsid w:val="00595B9D"/>
    <w:rsid w:val="005A449E"/>
    <w:rsid w:val="005A684E"/>
    <w:rsid w:val="005B3967"/>
    <w:rsid w:val="005B4317"/>
    <w:rsid w:val="005B5962"/>
    <w:rsid w:val="005B7233"/>
    <w:rsid w:val="005B786B"/>
    <w:rsid w:val="005C1C2A"/>
    <w:rsid w:val="005C3FB8"/>
    <w:rsid w:val="005C4D2D"/>
    <w:rsid w:val="005C6C01"/>
    <w:rsid w:val="005E268C"/>
    <w:rsid w:val="005E3ACA"/>
    <w:rsid w:val="005E7A49"/>
    <w:rsid w:val="005F0511"/>
    <w:rsid w:val="005F59AA"/>
    <w:rsid w:val="005F6D45"/>
    <w:rsid w:val="005F74CC"/>
    <w:rsid w:val="005F7AB0"/>
    <w:rsid w:val="005F7CFE"/>
    <w:rsid w:val="00600FF4"/>
    <w:rsid w:val="00604083"/>
    <w:rsid w:val="0060710A"/>
    <w:rsid w:val="00611F63"/>
    <w:rsid w:val="00614039"/>
    <w:rsid w:val="00617E6B"/>
    <w:rsid w:val="006218C1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0A32"/>
    <w:rsid w:val="00673EDF"/>
    <w:rsid w:val="0067563A"/>
    <w:rsid w:val="00676755"/>
    <w:rsid w:val="00682340"/>
    <w:rsid w:val="0068329E"/>
    <w:rsid w:val="0069070C"/>
    <w:rsid w:val="006976D8"/>
    <w:rsid w:val="00697A60"/>
    <w:rsid w:val="006A0C78"/>
    <w:rsid w:val="006B50FA"/>
    <w:rsid w:val="006C01AC"/>
    <w:rsid w:val="006C4020"/>
    <w:rsid w:val="006C6075"/>
    <w:rsid w:val="006C707C"/>
    <w:rsid w:val="006D0695"/>
    <w:rsid w:val="006D33A2"/>
    <w:rsid w:val="006E4748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05E5"/>
    <w:rsid w:val="007556E6"/>
    <w:rsid w:val="00756022"/>
    <w:rsid w:val="007561AB"/>
    <w:rsid w:val="00756F7D"/>
    <w:rsid w:val="007648CA"/>
    <w:rsid w:val="00770883"/>
    <w:rsid w:val="00782AE6"/>
    <w:rsid w:val="00783D2D"/>
    <w:rsid w:val="0078526C"/>
    <w:rsid w:val="007A41C0"/>
    <w:rsid w:val="007A4F64"/>
    <w:rsid w:val="007A6F08"/>
    <w:rsid w:val="007B0543"/>
    <w:rsid w:val="007B0CAA"/>
    <w:rsid w:val="007B1928"/>
    <w:rsid w:val="007B4A7E"/>
    <w:rsid w:val="007B77BF"/>
    <w:rsid w:val="007C014B"/>
    <w:rsid w:val="007C0819"/>
    <w:rsid w:val="007C0D6D"/>
    <w:rsid w:val="007C1B1B"/>
    <w:rsid w:val="007C3496"/>
    <w:rsid w:val="007D1D37"/>
    <w:rsid w:val="007E0D6B"/>
    <w:rsid w:val="007E3A7D"/>
    <w:rsid w:val="007E702A"/>
    <w:rsid w:val="007F1C06"/>
    <w:rsid w:val="007F20C1"/>
    <w:rsid w:val="007F34E4"/>
    <w:rsid w:val="007F75F2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4ABE"/>
    <w:rsid w:val="0084599C"/>
    <w:rsid w:val="00845C4E"/>
    <w:rsid w:val="00846A87"/>
    <w:rsid w:val="00855115"/>
    <w:rsid w:val="008629A0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772C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1563"/>
    <w:rsid w:val="00903301"/>
    <w:rsid w:val="00904240"/>
    <w:rsid w:val="00910293"/>
    <w:rsid w:val="009116EB"/>
    <w:rsid w:val="00911DA9"/>
    <w:rsid w:val="00914505"/>
    <w:rsid w:val="0091732D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193D"/>
    <w:rsid w:val="00953D8F"/>
    <w:rsid w:val="00956FDA"/>
    <w:rsid w:val="00963C18"/>
    <w:rsid w:val="00964103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737D"/>
    <w:rsid w:val="00991128"/>
    <w:rsid w:val="009927A9"/>
    <w:rsid w:val="00994207"/>
    <w:rsid w:val="00994548"/>
    <w:rsid w:val="0099567A"/>
    <w:rsid w:val="00995C2E"/>
    <w:rsid w:val="009A15C8"/>
    <w:rsid w:val="009A1BB1"/>
    <w:rsid w:val="009A45E5"/>
    <w:rsid w:val="009B07AA"/>
    <w:rsid w:val="009B4C82"/>
    <w:rsid w:val="009B6578"/>
    <w:rsid w:val="009C0A30"/>
    <w:rsid w:val="009C1C50"/>
    <w:rsid w:val="009C3754"/>
    <w:rsid w:val="009C65D1"/>
    <w:rsid w:val="009D244C"/>
    <w:rsid w:val="009D4103"/>
    <w:rsid w:val="009D5DA6"/>
    <w:rsid w:val="009D63EB"/>
    <w:rsid w:val="009D6765"/>
    <w:rsid w:val="009E1504"/>
    <w:rsid w:val="009E2515"/>
    <w:rsid w:val="009E288A"/>
    <w:rsid w:val="009F2245"/>
    <w:rsid w:val="009F22D5"/>
    <w:rsid w:val="00A00745"/>
    <w:rsid w:val="00A03E7E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4BB5"/>
    <w:rsid w:val="00A46683"/>
    <w:rsid w:val="00A46A72"/>
    <w:rsid w:val="00A47DA3"/>
    <w:rsid w:val="00A524C7"/>
    <w:rsid w:val="00A56C25"/>
    <w:rsid w:val="00A643EC"/>
    <w:rsid w:val="00A67E38"/>
    <w:rsid w:val="00A70430"/>
    <w:rsid w:val="00A71BA7"/>
    <w:rsid w:val="00A737B9"/>
    <w:rsid w:val="00A737FD"/>
    <w:rsid w:val="00A74297"/>
    <w:rsid w:val="00A7591C"/>
    <w:rsid w:val="00A77D4F"/>
    <w:rsid w:val="00A811B2"/>
    <w:rsid w:val="00A84785"/>
    <w:rsid w:val="00A96A8D"/>
    <w:rsid w:val="00AA0D04"/>
    <w:rsid w:val="00AA0D84"/>
    <w:rsid w:val="00AA5C4B"/>
    <w:rsid w:val="00AA7594"/>
    <w:rsid w:val="00AB10D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2CB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E7D24"/>
    <w:rsid w:val="00BF6493"/>
    <w:rsid w:val="00BF67ED"/>
    <w:rsid w:val="00C0190C"/>
    <w:rsid w:val="00C02CE4"/>
    <w:rsid w:val="00C1086B"/>
    <w:rsid w:val="00C11F9E"/>
    <w:rsid w:val="00C1286D"/>
    <w:rsid w:val="00C138C6"/>
    <w:rsid w:val="00C15615"/>
    <w:rsid w:val="00C1603C"/>
    <w:rsid w:val="00C23387"/>
    <w:rsid w:val="00C25175"/>
    <w:rsid w:val="00C3292C"/>
    <w:rsid w:val="00C35EFA"/>
    <w:rsid w:val="00C36DC8"/>
    <w:rsid w:val="00C404E0"/>
    <w:rsid w:val="00C4141F"/>
    <w:rsid w:val="00C429D2"/>
    <w:rsid w:val="00C53808"/>
    <w:rsid w:val="00C5630E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45DA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416AA"/>
    <w:rsid w:val="00D467F0"/>
    <w:rsid w:val="00D46D37"/>
    <w:rsid w:val="00D50A29"/>
    <w:rsid w:val="00D510F8"/>
    <w:rsid w:val="00D51D4F"/>
    <w:rsid w:val="00D57F3E"/>
    <w:rsid w:val="00D6253B"/>
    <w:rsid w:val="00D65A5D"/>
    <w:rsid w:val="00D66DD0"/>
    <w:rsid w:val="00D67385"/>
    <w:rsid w:val="00D74072"/>
    <w:rsid w:val="00D7588E"/>
    <w:rsid w:val="00D814EC"/>
    <w:rsid w:val="00D87A32"/>
    <w:rsid w:val="00D91580"/>
    <w:rsid w:val="00D9235A"/>
    <w:rsid w:val="00DA00D1"/>
    <w:rsid w:val="00DA07D9"/>
    <w:rsid w:val="00DA0A5A"/>
    <w:rsid w:val="00DA0DE0"/>
    <w:rsid w:val="00DA2C96"/>
    <w:rsid w:val="00DA4ED8"/>
    <w:rsid w:val="00DA5385"/>
    <w:rsid w:val="00DA5916"/>
    <w:rsid w:val="00DC605B"/>
    <w:rsid w:val="00DC63DE"/>
    <w:rsid w:val="00DD0372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43BF"/>
    <w:rsid w:val="00E16A79"/>
    <w:rsid w:val="00E17C37"/>
    <w:rsid w:val="00E21615"/>
    <w:rsid w:val="00E221E4"/>
    <w:rsid w:val="00E23571"/>
    <w:rsid w:val="00E24387"/>
    <w:rsid w:val="00E26841"/>
    <w:rsid w:val="00E33916"/>
    <w:rsid w:val="00E43186"/>
    <w:rsid w:val="00E4429A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29F6"/>
    <w:rsid w:val="00E84B65"/>
    <w:rsid w:val="00E87B77"/>
    <w:rsid w:val="00E93141"/>
    <w:rsid w:val="00E96452"/>
    <w:rsid w:val="00E96C5E"/>
    <w:rsid w:val="00EA031B"/>
    <w:rsid w:val="00EA0BC6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0488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24C2"/>
    <w:rsid w:val="00EF687A"/>
    <w:rsid w:val="00EF6A40"/>
    <w:rsid w:val="00EF6F81"/>
    <w:rsid w:val="00F00398"/>
    <w:rsid w:val="00F00A4A"/>
    <w:rsid w:val="00F02061"/>
    <w:rsid w:val="00F05B97"/>
    <w:rsid w:val="00F07FB5"/>
    <w:rsid w:val="00F162F0"/>
    <w:rsid w:val="00F21877"/>
    <w:rsid w:val="00F23492"/>
    <w:rsid w:val="00F2470B"/>
    <w:rsid w:val="00F24CB1"/>
    <w:rsid w:val="00F2670B"/>
    <w:rsid w:val="00F318E4"/>
    <w:rsid w:val="00F31FEC"/>
    <w:rsid w:val="00F32117"/>
    <w:rsid w:val="00F36F38"/>
    <w:rsid w:val="00F43866"/>
    <w:rsid w:val="00F43926"/>
    <w:rsid w:val="00F441D3"/>
    <w:rsid w:val="00F5781D"/>
    <w:rsid w:val="00F57EFB"/>
    <w:rsid w:val="00F65DF0"/>
    <w:rsid w:val="00F677FC"/>
    <w:rsid w:val="00F67E40"/>
    <w:rsid w:val="00F67EB0"/>
    <w:rsid w:val="00F707E1"/>
    <w:rsid w:val="00F74E35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57BF"/>
    <w:rsid w:val="00FC2799"/>
    <w:rsid w:val="00FC5264"/>
    <w:rsid w:val="00FC6CF1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6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2579</TotalTime>
  <Pages>14</Pages>
  <Words>2506</Words>
  <Characters>14286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313</cp:revision>
  <cp:lastPrinted>2021-06-11T06:36:00Z</cp:lastPrinted>
  <dcterms:created xsi:type="dcterms:W3CDTF">2018-08-07T11:48:00Z</dcterms:created>
  <dcterms:modified xsi:type="dcterms:W3CDTF">2023-06-08T05:57:00Z</dcterms:modified>
</cp:coreProperties>
</file>