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FC" w:rsidRPr="00C3705A" w:rsidRDefault="004D27FC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D27FC" w:rsidRDefault="004D27FC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4D27FC" w:rsidRDefault="004D27FC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4D27FC" w:rsidRPr="00D34517" w:rsidRDefault="004D27FC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4D27FC" w:rsidRPr="00152F36" w:rsidRDefault="004D27FC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_________________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4D27FC" w:rsidRDefault="004D27FC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D27FC" w:rsidRPr="00B73C78" w:rsidRDefault="004D27FC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4D27FC" w:rsidRDefault="004D27FC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4D27FC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D27FC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D27FC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525A13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525A13" w:rsidRDefault="004D27F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D27FC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7FC" w:rsidRPr="00927C64" w:rsidRDefault="004D27FC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4D27FC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F1008" w:rsidRDefault="004D27FC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B73C78" w:rsidRDefault="004D27FC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D27FC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F1008" w:rsidRDefault="004D27FC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D27FC" w:rsidRPr="00B73C78" w:rsidRDefault="004D27FC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4D27FC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F1008" w:rsidRDefault="004D27FC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D27FC" w:rsidRPr="00B73C78" w:rsidRDefault="004D27FC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4D27FC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F1008" w:rsidRDefault="004D27FC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D27FC" w:rsidRPr="00B73C78" w:rsidRDefault="004D27FC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4D27FC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F1008" w:rsidRDefault="004D27FC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D27FC" w:rsidRPr="00B73C78" w:rsidRDefault="004D27FC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4D27FC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F1008" w:rsidRDefault="004D27FC" w:rsidP="009B726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D27FC" w:rsidRPr="00B73C78" w:rsidRDefault="004D27FC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4D27FC" w:rsidRPr="00525A13" w:rsidTr="00890498">
        <w:trPr>
          <w:gridAfter w:val="1"/>
          <w:wAfter w:w="236" w:type="dxa"/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D34517" w:rsidRDefault="004D27F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Default="004D27FC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4D27FC" w:rsidRPr="00525A13" w:rsidTr="00890498">
        <w:trPr>
          <w:gridAfter w:val="1"/>
          <w:wAfter w:w="236" w:type="dxa"/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D34517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145A22" w:rsidRDefault="004D27FC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4D27FC" w:rsidRPr="00525A13" w:rsidTr="00890498">
        <w:trPr>
          <w:gridAfter w:val="1"/>
          <w:wAfter w:w="236" w:type="dxa"/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D34517" w:rsidRDefault="004D27F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312872" w:rsidRDefault="004D27FC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Default="004D27FC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D27FC" w:rsidRPr="00525A13" w:rsidTr="00890498">
        <w:trPr>
          <w:gridAfter w:val="1"/>
          <w:wAfter w:w="236" w:type="dxa"/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D34517" w:rsidRDefault="004D27FC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927C64" w:rsidRDefault="004D27FC" w:rsidP="0068404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4D27FC" w:rsidRPr="00525A13" w:rsidTr="00890498">
        <w:trPr>
          <w:gridAfter w:val="1"/>
          <w:wAfter w:w="236" w:type="dxa"/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D34517" w:rsidRDefault="004D27FC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684046" w:rsidRDefault="004D27FC" w:rsidP="00981ABD">
            <w:pPr>
              <w:rPr>
                <w:rFonts w:ascii="Times New Roman" w:hAnsi="Times New Roman"/>
                <w:bCs/>
              </w:rPr>
            </w:pPr>
            <w:r w:rsidRPr="00684046">
              <w:rPr>
                <w:rFonts w:ascii="Times New Roman" w:hAnsi="Times New Roman"/>
                <w:bCs/>
              </w:rPr>
              <w:t>количество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B73C78" w:rsidRDefault="004D27FC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4D27FC" w:rsidRPr="00525A13" w:rsidTr="00890498">
        <w:trPr>
          <w:gridAfter w:val="1"/>
          <w:wAfter w:w="236" w:type="dxa"/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Default="004D27FC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E05E1B" w:rsidRDefault="004D27FC" w:rsidP="00C845D7">
            <w:pPr>
              <w:pStyle w:val="a4"/>
              <w:rPr>
                <w:rFonts w:ascii="Times New Roman" w:hAnsi="Times New Roman"/>
              </w:rPr>
            </w:pPr>
            <w:r w:rsidRPr="00E05E1B">
              <w:rPr>
                <w:rFonts w:ascii="Times New Roman" w:hAnsi="Times New Roman"/>
                <w:bCs/>
              </w:rPr>
              <w:t>осуществление закупок у СМП и СОНК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FC" w:rsidRPr="00B73C78" w:rsidRDefault="004D27FC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7FC" w:rsidRPr="00B73C78" w:rsidRDefault="004D27FC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15% от совокупного годового объема закупок</w:t>
            </w:r>
          </w:p>
        </w:tc>
      </w:tr>
      <w:bookmarkEnd w:id="0"/>
    </w:tbl>
    <w:p w:rsidR="004D27FC" w:rsidRDefault="004D27FC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D27FC" w:rsidRDefault="004D27FC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D27FC" w:rsidRDefault="004D27F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4D27FC" w:rsidRDefault="004D27F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4D27FC" w:rsidRDefault="004D27F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D27FC" w:rsidRDefault="004D27FC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D27FC" w:rsidRDefault="004D27FC" w:rsidP="00110EC5">
      <w:pPr>
        <w:ind w:left="360"/>
        <w:rPr>
          <w:sz w:val="28"/>
          <w:szCs w:val="28"/>
        </w:rPr>
      </w:pPr>
    </w:p>
    <w:p w:rsidR="004D27FC" w:rsidRDefault="004D27FC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D27FC" w:rsidRDefault="004D27F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D27FC" w:rsidRPr="00481C03" w:rsidRDefault="004D27F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4D27FC" w:rsidRPr="00481C03" w:rsidSect="002F562F">
      <w:headerReference w:type="default" r:id="rId7"/>
      <w:pgSz w:w="16840" w:h="11907" w:orient="landscape" w:code="9"/>
      <w:pgMar w:top="197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7FC" w:rsidRDefault="004D27FC">
      <w:r>
        <w:separator/>
      </w:r>
    </w:p>
  </w:endnote>
  <w:endnote w:type="continuationSeparator" w:id="0">
    <w:p w:rsidR="004D27FC" w:rsidRDefault="004D2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7FC" w:rsidRDefault="004D27FC">
      <w:r>
        <w:separator/>
      </w:r>
    </w:p>
  </w:footnote>
  <w:footnote w:type="continuationSeparator" w:id="0">
    <w:p w:rsidR="004D27FC" w:rsidRDefault="004D2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7FC" w:rsidRDefault="004D27F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D27FC" w:rsidRDefault="004D27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0B1E"/>
    <w:rsid w:val="004D27FC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4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4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4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34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276</Words>
  <Characters>1575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2014-09-25T12:52:00Z</cp:lastPrinted>
  <dcterms:created xsi:type="dcterms:W3CDTF">2014-11-12T06:42:00Z</dcterms:created>
  <dcterms:modified xsi:type="dcterms:W3CDTF">2020-09-30T12:13:00Z</dcterms:modified>
</cp:coreProperties>
</file>