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5B0" w:rsidRDefault="008E45B0" w:rsidP="00054100">
      <w:pPr>
        <w:pStyle w:val="NoSpacing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8E45B0" w:rsidRDefault="008E45B0" w:rsidP="00054100">
      <w:pPr>
        <w:pStyle w:val="NoSpacing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8E45B0" w:rsidRPr="00054100" w:rsidRDefault="008E45B0" w:rsidP="00054100">
      <w:pPr>
        <w:pStyle w:val="NoSpacing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8E45B0" w:rsidRPr="00054100" w:rsidRDefault="008E45B0" w:rsidP="00054100">
      <w:pPr>
        <w:pStyle w:val="NoSpacing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054100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E45B0" w:rsidRDefault="008E45B0" w:rsidP="00054100">
      <w:pPr>
        <w:pStyle w:val="NoSpacing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054100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8E45B0" w:rsidRDefault="008E45B0" w:rsidP="004A6A71">
      <w:pPr>
        <w:pStyle w:val="NoSpacing"/>
        <w:ind w:left="849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«Выдача разрешения на вступление в брак лицам,</w:t>
      </w:r>
    </w:p>
    <w:p w:rsidR="008E45B0" w:rsidRDefault="008E45B0" w:rsidP="004A6A71">
      <w:pPr>
        <w:pStyle w:val="NoSpacing"/>
        <w:ind w:left="849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достигшим возраста шестнадцати лет»</w:t>
      </w:r>
    </w:p>
    <w:p w:rsidR="008E45B0" w:rsidRDefault="008E45B0" w:rsidP="004A6A71">
      <w:pPr>
        <w:pStyle w:val="NoSpacing"/>
        <w:ind w:left="8496"/>
        <w:jc w:val="center"/>
        <w:rPr>
          <w:rFonts w:ascii="Times New Roman" w:hAnsi="Times New Roman" w:cs="Times New Roman"/>
          <w:sz w:val="28"/>
          <w:szCs w:val="28"/>
        </w:rPr>
      </w:pPr>
    </w:p>
    <w:p w:rsidR="008E45B0" w:rsidRDefault="008E45B0" w:rsidP="004A6A71">
      <w:pPr>
        <w:pStyle w:val="NoSpacing"/>
        <w:ind w:left="8496"/>
        <w:jc w:val="center"/>
        <w:rPr>
          <w:rFonts w:ascii="Times New Roman" w:hAnsi="Times New Roman" w:cs="Times New Roman"/>
          <w:sz w:val="28"/>
          <w:szCs w:val="28"/>
        </w:rPr>
      </w:pPr>
    </w:p>
    <w:p w:rsidR="008E45B0" w:rsidRDefault="008E45B0" w:rsidP="004A6A71">
      <w:pPr>
        <w:pStyle w:val="NoSpacing"/>
        <w:ind w:left="8496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8E45B0" w:rsidRPr="00054100" w:rsidRDefault="008E45B0" w:rsidP="00054100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r w:rsidRPr="0005410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КОНТРОЛЬНЫЙ ЛИСТ</w:t>
      </w:r>
    </w:p>
    <w:p w:rsidR="008E45B0" w:rsidRPr="00054100" w:rsidRDefault="008E45B0" w:rsidP="00054100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r w:rsidRPr="0005410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предоставления муниципальной услуги</w:t>
      </w:r>
    </w:p>
    <w:p w:rsidR="008E45B0" w:rsidRPr="004A6A71" w:rsidRDefault="008E45B0" w:rsidP="00AD410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6A71">
        <w:rPr>
          <w:rFonts w:ascii="Times New Roman" w:hAnsi="Times New Roman" w:cs="Times New Roman"/>
          <w:b/>
          <w:bCs/>
          <w:sz w:val="28"/>
          <w:szCs w:val="28"/>
        </w:rPr>
        <w:t xml:space="preserve">«Выдача разрешения на вступление в брак лицам, достигшим возраста </w:t>
      </w:r>
      <w:r>
        <w:rPr>
          <w:rFonts w:ascii="Times New Roman" w:hAnsi="Times New Roman" w:cs="Times New Roman"/>
          <w:b/>
          <w:bCs/>
          <w:sz w:val="28"/>
          <w:szCs w:val="28"/>
        </w:rPr>
        <w:t>шестнадцати</w:t>
      </w:r>
      <w:r w:rsidRPr="004A6A71">
        <w:rPr>
          <w:rFonts w:ascii="Times New Roman" w:hAnsi="Times New Roman" w:cs="Times New Roman"/>
          <w:b/>
          <w:bCs/>
          <w:sz w:val="28"/>
          <w:szCs w:val="28"/>
        </w:rPr>
        <w:t xml:space="preserve"> лет»</w:t>
      </w:r>
    </w:p>
    <w:p w:rsidR="008E45B0" w:rsidRDefault="008E45B0" w:rsidP="00AD410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45B0" w:rsidRPr="00AD4104" w:rsidRDefault="008E45B0" w:rsidP="00AD410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45B0" w:rsidRPr="00741279" w:rsidRDefault="008E45B0" w:rsidP="00F377C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41279">
        <w:rPr>
          <w:rFonts w:ascii="Times New Roman" w:hAnsi="Times New Roman" w:cs="Times New Roman"/>
          <w:sz w:val="28"/>
          <w:szCs w:val="28"/>
        </w:rPr>
        <w:t>Номер личного дела заявителя _____________________________________________________________________________</w:t>
      </w:r>
    </w:p>
    <w:p w:rsidR="008E45B0" w:rsidRPr="00741279" w:rsidRDefault="008E45B0" w:rsidP="00F377C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41279">
        <w:rPr>
          <w:rFonts w:ascii="Times New Roman" w:hAnsi="Times New Roman" w:cs="Times New Roman"/>
          <w:sz w:val="28"/>
          <w:szCs w:val="28"/>
        </w:rPr>
        <w:t>Фамилия, имя, отчество заявителя __________________________________________________________________________</w:t>
      </w:r>
    </w:p>
    <w:p w:rsidR="008E45B0" w:rsidRDefault="008E45B0" w:rsidP="00F377C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41279">
        <w:rPr>
          <w:rFonts w:ascii="Times New Roman" w:hAnsi="Times New Roman" w:cs="Times New Roman"/>
          <w:sz w:val="28"/>
          <w:szCs w:val="28"/>
        </w:rPr>
        <w:t>Адрес заявителя _________________________________________________________________________________________</w:t>
      </w:r>
    </w:p>
    <w:p w:rsidR="008E45B0" w:rsidRDefault="008E45B0" w:rsidP="00F377C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E45B0" w:rsidRDefault="008E45B0" w:rsidP="00F377C6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82"/>
        <w:gridCol w:w="1753"/>
        <w:gridCol w:w="1984"/>
        <w:gridCol w:w="1559"/>
        <w:gridCol w:w="1560"/>
        <w:gridCol w:w="1842"/>
        <w:gridCol w:w="1985"/>
        <w:gridCol w:w="1987"/>
        <w:gridCol w:w="1982"/>
      </w:tblGrid>
      <w:tr w:rsidR="008E45B0" w:rsidRPr="00992F3F">
        <w:trPr>
          <w:trHeight w:val="1940"/>
        </w:trPr>
        <w:tc>
          <w:tcPr>
            <w:tcW w:w="482" w:type="dxa"/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2F3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753" w:type="dxa"/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административного действия </w:t>
            </w:r>
          </w:p>
        </w:tc>
        <w:tc>
          <w:tcPr>
            <w:tcW w:w="1984" w:type="dxa"/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и должность лица, ответственного за выполнение административного действия </w:t>
            </w:r>
          </w:p>
        </w:tc>
        <w:tc>
          <w:tcPr>
            <w:tcW w:w="1559" w:type="dxa"/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начала административного действия </w:t>
            </w:r>
          </w:p>
        </w:tc>
        <w:tc>
          <w:tcPr>
            <w:tcW w:w="1560" w:type="dxa"/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административно действия </w:t>
            </w:r>
          </w:p>
        </w:tc>
        <w:tc>
          <w:tcPr>
            <w:tcW w:w="1842" w:type="dxa"/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исполнения административного действия </w:t>
            </w:r>
          </w:p>
        </w:tc>
        <w:tc>
          <w:tcPr>
            <w:tcW w:w="1985" w:type="dxa"/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передачи результатов для осуществления следующего административного действия  </w:t>
            </w:r>
          </w:p>
        </w:tc>
        <w:tc>
          <w:tcPr>
            <w:tcW w:w="1987" w:type="dxa"/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Дата получения итогового результата предоставления государственной услуги </w:t>
            </w:r>
          </w:p>
        </w:tc>
        <w:tc>
          <w:tcPr>
            <w:tcW w:w="1982" w:type="dxa"/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результат предоставления государственной услуги </w:t>
            </w:r>
          </w:p>
        </w:tc>
      </w:tr>
      <w:tr w:rsidR="008E45B0" w:rsidRPr="00992F3F">
        <w:trPr>
          <w:trHeight w:val="270"/>
        </w:trPr>
        <w:tc>
          <w:tcPr>
            <w:tcW w:w="482" w:type="dxa"/>
            <w:tcBorders>
              <w:bottom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E45B0" w:rsidRPr="00992F3F">
        <w:trPr>
          <w:trHeight w:val="1125"/>
        </w:trPr>
        <w:tc>
          <w:tcPr>
            <w:tcW w:w="482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Прием заявления и </w:t>
            </w:r>
          </w:p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прилагаемых к нему документов</w:t>
            </w:r>
            <w:r w:rsidRPr="00992F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5B0" w:rsidRPr="00992F3F">
        <w:trPr>
          <w:trHeight w:val="416"/>
        </w:trPr>
        <w:tc>
          <w:tcPr>
            <w:tcW w:w="482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E45B0" w:rsidRPr="00992F3F">
        <w:trPr>
          <w:trHeight w:val="4155"/>
        </w:trPr>
        <w:tc>
          <w:tcPr>
            <w:tcW w:w="482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3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заявления и прилагаемых документов, принятие решения о выдаче или об отказе в выдаче распоряжения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Старотитаровского сельского поселения Темрюкского района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 о разрешении вступления в брак несовершеннолетних граждан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5B0" w:rsidRPr="00992F3F">
        <w:tc>
          <w:tcPr>
            <w:tcW w:w="482" w:type="dxa"/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3" w:type="dxa"/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Оформление, согласование и выдача распоряжения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Старотитаровского сельского поселения Темрюкского района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 или отказа</w:t>
            </w:r>
          </w:p>
        </w:tc>
        <w:tc>
          <w:tcPr>
            <w:tcW w:w="1984" w:type="dxa"/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8E45B0" w:rsidRPr="00992F3F" w:rsidRDefault="008E45B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45B0" w:rsidRDefault="008E45B0" w:rsidP="009140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45B0" w:rsidRDefault="008E45B0" w:rsidP="0091409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74C87">
        <w:rPr>
          <w:rFonts w:ascii="Times New Roman" w:hAnsi="Times New Roman" w:cs="Times New Roman"/>
          <w:sz w:val="28"/>
          <w:szCs w:val="28"/>
        </w:rPr>
        <w:t xml:space="preserve">Глава Старотитаровского сельского </w:t>
      </w:r>
    </w:p>
    <w:p w:rsidR="008E45B0" w:rsidRPr="00274C87" w:rsidRDefault="008E45B0" w:rsidP="0091409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74C87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А.Г.Титаренко</w:t>
      </w:r>
    </w:p>
    <w:sectPr w:rsidR="008E45B0" w:rsidRPr="00274C87" w:rsidSect="00741279">
      <w:headerReference w:type="default" r:id="rId7"/>
      <w:pgSz w:w="16838" w:h="11906" w:orient="landscape"/>
      <w:pgMar w:top="1134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5B0" w:rsidRDefault="008E45B0" w:rsidP="00C8214A">
      <w:pPr>
        <w:spacing w:after="0" w:line="240" w:lineRule="auto"/>
      </w:pPr>
      <w:r>
        <w:separator/>
      </w:r>
    </w:p>
  </w:endnote>
  <w:endnote w:type="continuationSeparator" w:id="1">
    <w:p w:rsidR="008E45B0" w:rsidRDefault="008E45B0" w:rsidP="00C8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5B0" w:rsidRDefault="008E45B0" w:rsidP="00C8214A">
      <w:pPr>
        <w:spacing w:after="0" w:line="240" w:lineRule="auto"/>
      </w:pPr>
      <w:r>
        <w:separator/>
      </w:r>
    </w:p>
  </w:footnote>
  <w:footnote w:type="continuationSeparator" w:id="1">
    <w:p w:rsidR="008E45B0" w:rsidRDefault="008E45B0" w:rsidP="00C82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5B0" w:rsidRDefault="008E45B0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8E45B0" w:rsidRDefault="008E45B0" w:rsidP="001F07F9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70254"/>
    <w:multiLevelType w:val="hybridMultilevel"/>
    <w:tmpl w:val="9BDEF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05B2"/>
    <w:rsid w:val="00054100"/>
    <w:rsid w:val="001B112D"/>
    <w:rsid w:val="001F07F9"/>
    <w:rsid w:val="0024373B"/>
    <w:rsid w:val="00274C87"/>
    <w:rsid w:val="002E2810"/>
    <w:rsid w:val="00332226"/>
    <w:rsid w:val="00336040"/>
    <w:rsid w:val="0035411D"/>
    <w:rsid w:val="003D2731"/>
    <w:rsid w:val="00481FD1"/>
    <w:rsid w:val="00483946"/>
    <w:rsid w:val="004A6A71"/>
    <w:rsid w:val="004B22D4"/>
    <w:rsid w:val="004B6615"/>
    <w:rsid w:val="004E555B"/>
    <w:rsid w:val="00566EB7"/>
    <w:rsid w:val="00671075"/>
    <w:rsid w:val="00741279"/>
    <w:rsid w:val="007805B2"/>
    <w:rsid w:val="0085077F"/>
    <w:rsid w:val="00861C90"/>
    <w:rsid w:val="008D3927"/>
    <w:rsid w:val="008E45B0"/>
    <w:rsid w:val="00914096"/>
    <w:rsid w:val="00923085"/>
    <w:rsid w:val="00931267"/>
    <w:rsid w:val="00933B12"/>
    <w:rsid w:val="00992F3F"/>
    <w:rsid w:val="00A93FD7"/>
    <w:rsid w:val="00AD4104"/>
    <w:rsid w:val="00AF3E7B"/>
    <w:rsid w:val="00B819E7"/>
    <w:rsid w:val="00BB5058"/>
    <w:rsid w:val="00BE325B"/>
    <w:rsid w:val="00C40F79"/>
    <w:rsid w:val="00C57421"/>
    <w:rsid w:val="00C8214A"/>
    <w:rsid w:val="00CA291E"/>
    <w:rsid w:val="00D51EEA"/>
    <w:rsid w:val="00DC32AF"/>
    <w:rsid w:val="00E20E54"/>
    <w:rsid w:val="00E82C60"/>
    <w:rsid w:val="00ED34B2"/>
    <w:rsid w:val="00F26ECE"/>
    <w:rsid w:val="00F377C6"/>
    <w:rsid w:val="00F40191"/>
    <w:rsid w:val="00F47F0F"/>
    <w:rsid w:val="00F767EF"/>
    <w:rsid w:val="00FB3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08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54100"/>
    <w:rPr>
      <w:rFonts w:cs="Calibri"/>
    </w:rPr>
  </w:style>
  <w:style w:type="table" w:styleId="TableGrid">
    <w:name w:val="Table Grid"/>
    <w:basedOn w:val="TableNormal"/>
    <w:uiPriority w:val="99"/>
    <w:rsid w:val="00F26EC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377C6"/>
    <w:pPr>
      <w:ind w:left="720"/>
    </w:pPr>
  </w:style>
  <w:style w:type="paragraph" w:styleId="Header">
    <w:name w:val="header"/>
    <w:basedOn w:val="Normal"/>
    <w:link w:val="HeaderChar"/>
    <w:uiPriority w:val="99"/>
    <w:rsid w:val="00C82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8214A"/>
  </w:style>
  <w:style w:type="paragraph" w:styleId="Footer">
    <w:name w:val="footer"/>
    <w:basedOn w:val="Normal"/>
    <w:link w:val="FooterChar"/>
    <w:uiPriority w:val="99"/>
    <w:rsid w:val="00C82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821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82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2</Pages>
  <Words>274</Words>
  <Characters>1568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Loner-XP</cp:lastModifiedBy>
  <cp:revision>30</cp:revision>
  <cp:lastPrinted>2014-11-25T17:44:00Z</cp:lastPrinted>
  <dcterms:created xsi:type="dcterms:W3CDTF">2011-05-30T09:37:00Z</dcterms:created>
  <dcterms:modified xsi:type="dcterms:W3CDTF">2014-11-25T17:45:00Z</dcterms:modified>
</cp:coreProperties>
</file>