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60" w:rsidRDefault="00E70060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E70060" w:rsidRDefault="00E70060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E70060" w:rsidRPr="00054100" w:rsidRDefault="00E70060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E70060" w:rsidRPr="00054100" w:rsidRDefault="00E70060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5410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70060" w:rsidRDefault="00E70060" w:rsidP="00054100">
      <w:pPr>
        <w:pStyle w:val="NoSpacing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05410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70060" w:rsidRDefault="00E70060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</w:t>
      </w:r>
    </w:p>
    <w:p w:rsidR="00E70060" w:rsidRDefault="00E70060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достигшим возраста шестнадцати лет»</w:t>
      </w:r>
    </w:p>
    <w:p w:rsidR="00E70060" w:rsidRDefault="00E70060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</w:p>
    <w:p w:rsidR="00E70060" w:rsidRDefault="00E70060" w:rsidP="004A6A71">
      <w:pPr>
        <w:pStyle w:val="NoSpacing"/>
        <w:ind w:left="8496"/>
        <w:jc w:val="center"/>
        <w:rPr>
          <w:rFonts w:ascii="Times New Roman" w:hAnsi="Times New Roman" w:cs="Times New Roman"/>
          <w:sz w:val="28"/>
          <w:szCs w:val="28"/>
        </w:rPr>
      </w:pPr>
    </w:p>
    <w:p w:rsidR="00E70060" w:rsidRDefault="00E70060" w:rsidP="004A6A71">
      <w:pPr>
        <w:pStyle w:val="NoSpacing"/>
        <w:ind w:left="8496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E70060" w:rsidRPr="00054100" w:rsidRDefault="00E70060" w:rsidP="00054100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05410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КОНТРОЛЬНЫЙ ЛИСТ</w:t>
      </w:r>
    </w:p>
    <w:p w:rsidR="00E70060" w:rsidRPr="00054100" w:rsidRDefault="00E70060" w:rsidP="00054100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054100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</w:p>
    <w:p w:rsidR="00E70060" w:rsidRPr="004A6A71" w:rsidRDefault="00E70060" w:rsidP="00AD410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A71">
        <w:rPr>
          <w:rFonts w:ascii="Times New Roman" w:hAnsi="Times New Roman" w:cs="Times New Roman"/>
          <w:b/>
          <w:bCs/>
          <w:sz w:val="28"/>
          <w:szCs w:val="28"/>
        </w:rPr>
        <w:t xml:space="preserve">«Выдача разрешения на вступление в брак лицам, достигшим возраста </w:t>
      </w:r>
      <w:r>
        <w:rPr>
          <w:rFonts w:ascii="Times New Roman" w:hAnsi="Times New Roman" w:cs="Times New Roman"/>
          <w:b/>
          <w:bCs/>
          <w:sz w:val="28"/>
          <w:szCs w:val="28"/>
        </w:rPr>
        <w:t>шестнадцати</w:t>
      </w:r>
      <w:r w:rsidRPr="004A6A71">
        <w:rPr>
          <w:rFonts w:ascii="Times New Roman" w:hAnsi="Times New Roman" w:cs="Times New Roman"/>
          <w:b/>
          <w:bCs/>
          <w:sz w:val="28"/>
          <w:szCs w:val="28"/>
        </w:rPr>
        <w:t xml:space="preserve"> лет»</w:t>
      </w:r>
    </w:p>
    <w:p w:rsidR="00E70060" w:rsidRDefault="00E70060" w:rsidP="00AD410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0060" w:rsidRPr="00AD4104" w:rsidRDefault="00E70060" w:rsidP="00AD410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0060" w:rsidRPr="00741279" w:rsidRDefault="00E70060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Номер личного дела заявителя _____________________________________________________________________________</w:t>
      </w:r>
    </w:p>
    <w:p w:rsidR="00E70060" w:rsidRPr="00741279" w:rsidRDefault="00E70060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Фамилия, имя, отчество заявителя __________________________________________________________________________</w:t>
      </w:r>
    </w:p>
    <w:p w:rsidR="00E70060" w:rsidRDefault="00E70060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41279">
        <w:rPr>
          <w:rFonts w:ascii="Times New Roman" w:hAnsi="Times New Roman" w:cs="Times New Roman"/>
          <w:sz w:val="28"/>
          <w:szCs w:val="28"/>
        </w:rPr>
        <w:t>Адрес заявителя _________________________________________________________________________________________</w:t>
      </w:r>
    </w:p>
    <w:p w:rsidR="00E70060" w:rsidRDefault="00E70060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70060" w:rsidRDefault="00E70060" w:rsidP="00F377C6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2"/>
        <w:gridCol w:w="1753"/>
        <w:gridCol w:w="1984"/>
        <w:gridCol w:w="1559"/>
        <w:gridCol w:w="1560"/>
        <w:gridCol w:w="1842"/>
        <w:gridCol w:w="1985"/>
        <w:gridCol w:w="1987"/>
        <w:gridCol w:w="1982"/>
      </w:tblGrid>
      <w:tr w:rsidR="00E70060" w:rsidRPr="00992F3F">
        <w:trPr>
          <w:trHeight w:val="1940"/>
        </w:trPr>
        <w:tc>
          <w:tcPr>
            <w:tcW w:w="482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F3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53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тивного де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</w:p>
        </w:tc>
        <w:tc>
          <w:tcPr>
            <w:tcW w:w="1984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и должность лица, ответственного за выполнение администрати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ного действия </w:t>
            </w:r>
          </w:p>
        </w:tc>
        <w:tc>
          <w:tcPr>
            <w:tcW w:w="1559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Дата и время начала 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тивного де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</w:p>
        </w:tc>
        <w:tc>
          <w:tcPr>
            <w:tcW w:w="1560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администр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тивно дейс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вия </w:t>
            </w:r>
          </w:p>
        </w:tc>
        <w:tc>
          <w:tcPr>
            <w:tcW w:w="1842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Результат и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полнения 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министрати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ного действия </w:t>
            </w:r>
          </w:p>
        </w:tc>
        <w:tc>
          <w:tcPr>
            <w:tcW w:w="1985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Дата и время п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редачи результ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тов для осущ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ствления сл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дующего адм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нистративного действия  </w:t>
            </w:r>
          </w:p>
        </w:tc>
        <w:tc>
          <w:tcPr>
            <w:tcW w:w="1987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Дата получения итогового 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зультата предо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тавления гос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дарственной у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луги </w:t>
            </w:r>
          </w:p>
        </w:tc>
        <w:tc>
          <w:tcPr>
            <w:tcW w:w="1982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Итоговый 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зультат предо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тавления гос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дарственной у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луги </w:t>
            </w:r>
          </w:p>
        </w:tc>
      </w:tr>
      <w:tr w:rsidR="00E70060" w:rsidRPr="00992F3F">
        <w:trPr>
          <w:trHeight w:val="270"/>
        </w:trPr>
        <w:tc>
          <w:tcPr>
            <w:tcW w:w="482" w:type="dxa"/>
            <w:tcBorders>
              <w:bottom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70060" w:rsidRPr="00992F3F">
        <w:trPr>
          <w:trHeight w:val="1125"/>
        </w:trPr>
        <w:tc>
          <w:tcPr>
            <w:tcW w:w="482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Прием заявл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ния и </w:t>
            </w:r>
          </w:p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прилагаемых к нему док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ментов</w:t>
            </w:r>
            <w:r w:rsidRPr="00992F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060" w:rsidRPr="00992F3F">
        <w:trPr>
          <w:trHeight w:val="416"/>
        </w:trPr>
        <w:tc>
          <w:tcPr>
            <w:tcW w:w="482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70060" w:rsidRPr="00992F3F">
        <w:trPr>
          <w:trHeight w:val="4155"/>
        </w:trPr>
        <w:tc>
          <w:tcPr>
            <w:tcW w:w="482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и прилагаемых документов, принятие 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шения о выд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че или об о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казе в выдаче распоряжения администр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таровского сельского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селения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рюкского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 о разр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шении всту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ления в брак несоверше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нолетних гр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ждан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060" w:rsidRPr="00992F3F">
        <w:tc>
          <w:tcPr>
            <w:tcW w:w="482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Оформление, согласование и выдача ра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поряжения администр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таровского сельского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селения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рюкского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r w:rsidRPr="00992F3F">
              <w:rPr>
                <w:rFonts w:ascii="Times New Roman" w:hAnsi="Times New Roman" w:cs="Times New Roman"/>
                <w:sz w:val="24"/>
                <w:szCs w:val="24"/>
              </w:rPr>
              <w:t xml:space="preserve"> или отказа</w:t>
            </w:r>
          </w:p>
        </w:tc>
        <w:tc>
          <w:tcPr>
            <w:tcW w:w="1984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E70060" w:rsidRPr="00992F3F" w:rsidRDefault="00E70060" w:rsidP="00992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0060" w:rsidRDefault="00E70060" w:rsidP="0091409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0060" w:rsidRDefault="00E70060" w:rsidP="0091409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74C87">
        <w:rPr>
          <w:rFonts w:ascii="Times New Roman" w:hAnsi="Times New Roman" w:cs="Times New Roman"/>
          <w:sz w:val="28"/>
          <w:szCs w:val="28"/>
        </w:rPr>
        <w:t xml:space="preserve">Глава Старотитаровского сельского </w:t>
      </w:r>
    </w:p>
    <w:p w:rsidR="00E70060" w:rsidRPr="00274C87" w:rsidRDefault="00E70060" w:rsidP="0091409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74C8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А.Г.Титаренко</w:t>
      </w:r>
    </w:p>
    <w:sectPr w:rsidR="00E70060" w:rsidRPr="00274C87" w:rsidSect="00741279">
      <w:headerReference w:type="default" r:id="rId7"/>
      <w:pgSz w:w="16838" w:h="11906" w:orient="landscape"/>
      <w:pgMar w:top="1134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060" w:rsidRDefault="00E70060" w:rsidP="00C8214A">
      <w:pPr>
        <w:spacing w:after="0" w:line="240" w:lineRule="auto"/>
      </w:pPr>
      <w:r>
        <w:separator/>
      </w:r>
    </w:p>
  </w:endnote>
  <w:endnote w:type="continuationSeparator" w:id="0">
    <w:p w:rsidR="00E70060" w:rsidRDefault="00E70060" w:rsidP="00C8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060" w:rsidRDefault="00E70060" w:rsidP="00C8214A">
      <w:pPr>
        <w:spacing w:after="0" w:line="240" w:lineRule="auto"/>
      </w:pPr>
      <w:r>
        <w:separator/>
      </w:r>
    </w:p>
  </w:footnote>
  <w:footnote w:type="continuationSeparator" w:id="0">
    <w:p w:rsidR="00E70060" w:rsidRDefault="00E70060" w:rsidP="00C82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060" w:rsidRDefault="00E70060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E70060" w:rsidRDefault="00E70060" w:rsidP="001F07F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70254"/>
    <w:multiLevelType w:val="hybridMultilevel"/>
    <w:tmpl w:val="9BDEF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05B2"/>
    <w:rsid w:val="00054100"/>
    <w:rsid w:val="0007226F"/>
    <w:rsid w:val="001B112D"/>
    <w:rsid w:val="001F07F9"/>
    <w:rsid w:val="0024373B"/>
    <w:rsid w:val="00274C87"/>
    <w:rsid w:val="002E2810"/>
    <w:rsid w:val="00332226"/>
    <w:rsid w:val="00336040"/>
    <w:rsid w:val="0035411D"/>
    <w:rsid w:val="003D2731"/>
    <w:rsid w:val="00481FD1"/>
    <w:rsid w:val="00483946"/>
    <w:rsid w:val="004A6A71"/>
    <w:rsid w:val="004B22D4"/>
    <w:rsid w:val="004B6615"/>
    <w:rsid w:val="004E555B"/>
    <w:rsid w:val="00566EB7"/>
    <w:rsid w:val="00671075"/>
    <w:rsid w:val="00741279"/>
    <w:rsid w:val="007805B2"/>
    <w:rsid w:val="0085077F"/>
    <w:rsid w:val="00861C90"/>
    <w:rsid w:val="008D3927"/>
    <w:rsid w:val="008E45B0"/>
    <w:rsid w:val="00914096"/>
    <w:rsid w:val="00923085"/>
    <w:rsid w:val="00931267"/>
    <w:rsid w:val="00933B12"/>
    <w:rsid w:val="00946D3D"/>
    <w:rsid w:val="00992F3F"/>
    <w:rsid w:val="00A93FD7"/>
    <w:rsid w:val="00AD4104"/>
    <w:rsid w:val="00AF3E7B"/>
    <w:rsid w:val="00B819E7"/>
    <w:rsid w:val="00BB5058"/>
    <w:rsid w:val="00BC7D4A"/>
    <w:rsid w:val="00BE325B"/>
    <w:rsid w:val="00C40F79"/>
    <w:rsid w:val="00C57421"/>
    <w:rsid w:val="00C8214A"/>
    <w:rsid w:val="00CA291E"/>
    <w:rsid w:val="00D51EEA"/>
    <w:rsid w:val="00DC32AF"/>
    <w:rsid w:val="00E20E54"/>
    <w:rsid w:val="00E70060"/>
    <w:rsid w:val="00E82C60"/>
    <w:rsid w:val="00ED34B2"/>
    <w:rsid w:val="00F26ECE"/>
    <w:rsid w:val="00F377C6"/>
    <w:rsid w:val="00F40191"/>
    <w:rsid w:val="00F47F0F"/>
    <w:rsid w:val="00F767EF"/>
    <w:rsid w:val="00FB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08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54100"/>
    <w:rPr>
      <w:rFonts w:cs="Calibri"/>
    </w:rPr>
  </w:style>
  <w:style w:type="table" w:styleId="TableGrid">
    <w:name w:val="Table Grid"/>
    <w:basedOn w:val="TableNormal"/>
    <w:uiPriority w:val="99"/>
    <w:rsid w:val="00F26ECE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377C6"/>
    <w:pPr>
      <w:ind w:left="720"/>
    </w:pPr>
  </w:style>
  <w:style w:type="paragraph" w:styleId="Header">
    <w:name w:val="header"/>
    <w:basedOn w:val="Normal"/>
    <w:link w:val="HeaderChar"/>
    <w:uiPriority w:val="99"/>
    <w:rsid w:val="00C82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214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82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214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77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2</Pages>
  <Words>275</Words>
  <Characters>1568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Общий отдел</cp:lastModifiedBy>
  <cp:revision>31</cp:revision>
  <cp:lastPrinted>2014-11-25T17:44:00Z</cp:lastPrinted>
  <dcterms:created xsi:type="dcterms:W3CDTF">2011-05-30T09:37:00Z</dcterms:created>
  <dcterms:modified xsi:type="dcterms:W3CDTF">2018-06-15T08:52:00Z</dcterms:modified>
</cp:coreProperties>
</file>