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381629" w:rsidRPr="00064846" w:rsidTr="00064846">
        <w:tc>
          <w:tcPr>
            <w:tcW w:w="8934" w:type="dxa"/>
          </w:tcPr>
          <w:p w:rsidR="00381629" w:rsidRPr="00064846" w:rsidRDefault="00381629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381629" w:rsidRDefault="00381629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381629" w:rsidRDefault="00381629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</w:t>
            </w:r>
          </w:p>
          <w:p w:rsidR="00381629" w:rsidRDefault="00381629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Старотитаровского сельского поселения</w:t>
            </w:r>
          </w:p>
          <w:p w:rsidR="00381629" w:rsidRDefault="00381629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381629" w:rsidRPr="00EE5BAC" w:rsidRDefault="00381629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09.12.2021 г. № 244</w:t>
            </w:r>
          </w:p>
          <w:p w:rsidR="00381629" w:rsidRPr="00EE5BAC" w:rsidRDefault="00381629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381629" w:rsidRPr="00EE5BAC" w:rsidRDefault="0038162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381629" w:rsidRPr="00EE5BAC" w:rsidRDefault="0038162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381629" w:rsidRPr="00EE5BAC" w:rsidRDefault="0038162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381629" w:rsidRPr="00064846" w:rsidRDefault="00381629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 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210</w:t>
            </w:r>
          </w:p>
        </w:tc>
      </w:tr>
    </w:tbl>
    <w:p w:rsidR="00381629" w:rsidRPr="00885C29" w:rsidRDefault="00381629" w:rsidP="001157F7"/>
    <w:p w:rsidR="00381629" w:rsidRDefault="0038162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381629" w:rsidRPr="00C2162A" w:rsidRDefault="00381629" w:rsidP="00C3496C">
      <w:pPr>
        <w:jc w:val="center"/>
        <w:rPr>
          <w:b/>
          <w:szCs w:val="28"/>
        </w:rPr>
      </w:pPr>
      <w:r w:rsidRPr="00D92B5C">
        <w:rPr>
          <w:b/>
          <w:szCs w:val="28"/>
        </w:rPr>
        <w:t>«Поддержка и развитие малого и среднего предпринимательства</w:t>
      </w:r>
      <w:r>
        <w:rPr>
          <w:b/>
          <w:szCs w:val="28"/>
        </w:rPr>
        <w:t>,</w:t>
      </w:r>
      <w:r w:rsidRPr="00D13FB1">
        <w:rPr>
          <w:b/>
          <w:bCs/>
          <w:szCs w:val="28"/>
        </w:rPr>
        <w:t xml:space="preserve"> </w:t>
      </w:r>
      <w:r w:rsidRPr="009C22DC">
        <w:rPr>
          <w:b/>
          <w:color w:val="000000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777B1B">
        <w:rPr>
          <w:color w:val="000000"/>
        </w:rPr>
        <w:t xml:space="preserve"> </w:t>
      </w:r>
      <w:r w:rsidRPr="00D13FB1">
        <w:rPr>
          <w:b/>
          <w:bCs/>
          <w:szCs w:val="28"/>
        </w:rPr>
        <w:t>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381629" w:rsidRDefault="00381629" w:rsidP="00C3496C">
      <w:pPr>
        <w:rPr>
          <w:b/>
          <w:szCs w:val="28"/>
        </w:rPr>
      </w:pPr>
    </w:p>
    <w:p w:rsidR="00381629" w:rsidRPr="00950972" w:rsidRDefault="0038162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381629" w:rsidRPr="00C2162A" w:rsidRDefault="00381629" w:rsidP="00C3496C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>
        <w:rPr>
          <w:b/>
          <w:szCs w:val="28"/>
        </w:rPr>
        <w:t>,</w:t>
      </w:r>
      <w:r w:rsidRPr="00866A24">
        <w:rPr>
          <w:b/>
          <w:color w:val="000000"/>
        </w:rPr>
        <w:t xml:space="preserve"> </w:t>
      </w:r>
      <w:r w:rsidRPr="009C22DC">
        <w:rPr>
          <w:b/>
          <w:color w:val="000000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777B1B">
        <w:rPr>
          <w:color w:val="000000"/>
        </w:rPr>
        <w:t xml:space="preserve"> 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381629" w:rsidRDefault="00381629" w:rsidP="00C3496C">
      <w:pPr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381629" w:rsidRPr="00855115" w:rsidRDefault="00381629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381629" w:rsidRDefault="0038162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381629" w:rsidRPr="00157189" w:rsidRDefault="00381629" w:rsidP="006F209F">
            <w:pPr>
              <w:rPr>
                <w:szCs w:val="28"/>
              </w:rPr>
            </w:pP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381629" w:rsidRDefault="00381629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381629" w:rsidRPr="00190885" w:rsidRDefault="00381629" w:rsidP="006F209F">
            <w:pPr>
              <w:rPr>
                <w:b/>
                <w:szCs w:val="28"/>
              </w:rPr>
            </w:pP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381629" w:rsidRDefault="0038162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381629" w:rsidRPr="00190885" w:rsidRDefault="00381629" w:rsidP="006F209F">
            <w:pPr>
              <w:rPr>
                <w:b/>
                <w:szCs w:val="28"/>
              </w:rPr>
            </w:pP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381629" w:rsidRDefault="00381629" w:rsidP="006F209F">
            <w:pPr>
              <w:rPr>
                <w:szCs w:val="28"/>
              </w:rPr>
            </w:pPr>
            <w:r>
              <w:rPr>
                <w:szCs w:val="28"/>
              </w:rPr>
              <w:t>обеспечение благоприятных</w:t>
            </w:r>
            <w:r w:rsidRPr="00C47AFE">
              <w:rPr>
                <w:szCs w:val="28"/>
              </w:rPr>
              <w:t xml:space="preserve"> условий для развития</w:t>
            </w:r>
            <w:r>
              <w:rPr>
                <w:szCs w:val="28"/>
              </w:rPr>
              <w:t xml:space="preserve"> и </w:t>
            </w:r>
            <w:r w:rsidRPr="00C47AFE">
              <w:rPr>
                <w:szCs w:val="28"/>
              </w:rPr>
              <w:t>деятельности малого и среднего предпринимательства</w:t>
            </w:r>
            <w:r>
              <w:rPr>
                <w:szCs w:val="28"/>
              </w:rPr>
              <w:t>,</w:t>
            </w:r>
            <w:r w:rsidRPr="00866A24">
              <w:rPr>
                <w:color w:val="000000"/>
              </w:rPr>
      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  <w:r w:rsidRPr="00777B1B">
              <w:rPr>
                <w:color w:val="000000"/>
              </w:rPr>
              <w:t xml:space="preserve"> </w:t>
            </w:r>
            <w:r w:rsidRPr="00C47AFE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381629" w:rsidRPr="00A56F12" w:rsidRDefault="00381629" w:rsidP="006F209F">
            <w:pPr>
              <w:rPr>
                <w:b/>
                <w:szCs w:val="28"/>
              </w:rPr>
            </w:pP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381629" w:rsidRDefault="00381629" w:rsidP="00B55542">
            <w:pPr>
              <w:rPr>
                <w:szCs w:val="28"/>
              </w:rPr>
            </w:pPr>
            <w:r>
              <w:rPr>
                <w:szCs w:val="28"/>
              </w:rPr>
              <w:t>пропаганда и популяризация предпринимательской деятельности</w:t>
            </w:r>
            <w:r w:rsidRPr="00C47AFE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381629" w:rsidRPr="004D1434" w:rsidRDefault="00381629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381629" w:rsidRPr="000C3C23" w:rsidRDefault="00381629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381629" w:rsidRDefault="00381629" w:rsidP="00C76CC6">
            <w:pPr>
              <w:pStyle w:val="a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  <w:r w:rsidRPr="00866A24">
              <w:rPr>
                <w:color w:val="000000"/>
              </w:rPr>
              <w:t xml:space="preserve"> </w:t>
            </w:r>
            <w:r w:rsidRPr="00866A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  <w:p w:rsidR="00381629" w:rsidRPr="00866A24" w:rsidRDefault="00381629" w:rsidP="00866A24">
            <w:pPr>
              <w:rPr>
                <w:lang w:eastAsia="ru-RU"/>
              </w:rPr>
            </w:pP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381629" w:rsidRPr="00A46A72" w:rsidRDefault="00381629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381629" w:rsidRPr="00A46A72" w:rsidRDefault="00381629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381629" w:rsidRPr="00190885" w:rsidRDefault="00381629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381629" w:rsidRPr="00190885" w:rsidRDefault="0038162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381629" w:rsidRPr="00190885" w:rsidRDefault="0038162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381629" w:rsidRPr="00190885" w:rsidRDefault="0038162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381629" w:rsidRPr="00190885" w:rsidRDefault="0038162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381629" w:rsidRPr="00190885" w:rsidRDefault="0038162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381629" w:rsidRPr="00190885" w:rsidRDefault="00381629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81629" w:rsidRPr="008A6FA1" w:rsidTr="006F209F">
        <w:tc>
          <w:tcPr>
            <w:tcW w:w="14560" w:type="dxa"/>
            <w:gridSpan w:val="6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81629" w:rsidRPr="008A6FA1" w:rsidTr="006F209F">
        <w:tc>
          <w:tcPr>
            <w:tcW w:w="14560" w:type="dxa"/>
            <w:gridSpan w:val="6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81629" w:rsidRPr="00190885" w:rsidRDefault="0038162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381629" w:rsidRPr="00190885" w:rsidRDefault="0038162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81629" w:rsidRPr="00190885" w:rsidRDefault="0038162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381629" w:rsidRPr="00190885" w:rsidRDefault="0038162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381629" w:rsidRPr="00190885" w:rsidRDefault="00381629" w:rsidP="006F209F">
            <w:pPr>
              <w:pStyle w:val="ConsPlusNormal0"/>
              <w:rPr>
                <w:szCs w:val="28"/>
              </w:rPr>
            </w:pPr>
          </w:p>
        </w:tc>
      </w:tr>
      <w:tr w:rsidR="00381629" w:rsidRPr="008A6FA1" w:rsidTr="006F209F">
        <w:tc>
          <w:tcPr>
            <w:tcW w:w="6374" w:type="dxa"/>
          </w:tcPr>
          <w:p w:rsidR="00381629" w:rsidRPr="00190885" w:rsidRDefault="0038162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81629" w:rsidRPr="00190885" w:rsidRDefault="0038162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81629" w:rsidRDefault="00381629" w:rsidP="00EF6F81">
      <w:pPr>
        <w:jc w:val="center"/>
        <w:rPr>
          <w:szCs w:val="28"/>
        </w:rPr>
        <w:sectPr w:rsidR="00381629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81629" w:rsidRDefault="00381629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381629" w:rsidRPr="00C2162A" w:rsidRDefault="00381629" w:rsidP="008E147E">
      <w:pPr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>
        <w:rPr>
          <w:b/>
          <w:szCs w:val="28"/>
        </w:rPr>
        <w:t>,</w:t>
      </w:r>
      <w:r w:rsidRPr="0080021C">
        <w:rPr>
          <w:color w:val="000000"/>
        </w:rPr>
        <w:t xml:space="preserve"> </w:t>
      </w:r>
      <w:r w:rsidRPr="0080021C">
        <w:rPr>
          <w:b/>
          <w:color w:val="000000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381629" w:rsidRDefault="00381629" w:rsidP="00225687">
      <w:pPr>
        <w:ind w:firstLine="709"/>
        <w:jc w:val="both"/>
      </w:pPr>
    </w:p>
    <w:p w:rsidR="00381629" w:rsidRDefault="00381629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381629" w:rsidRDefault="00381629" w:rsidP="00EF6F81">
      <w:pPr>
        <w:jc w:val="center"/>
        <w:rPr>
          <w:szCs w:val="28"/>
        </w:rPr>
      </w:pPr>
    </w:p>
    <w:p w:rsidR="00381629" w:rsidRPr="00C2162A" w:rsidRDefault="00381629" w:rsidP="008E147E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>
        <w:rPr>
          <w:b/>
          <w:szCs w:val="28"/>
        </w:rPr>
        <w:t>,</w:t>
      </w:r>
      <w:r w:rsidRPr="0080021C">
        <w:rPr>
          <w:color w:val="000000"/>
        </w:rPr>
        <w:t xml:space="preserve"> </w:t>
      </w:r>
      <w:r w:rsidRPr="0080021C">
        <w:rPr>
          <w:b/>
          <w:color w:val="000000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381629" w:rsidRPr="00631DB2" w:rsidRDefault="00381629" w:rsidP="00515088">
      <w:pPr>
        <w:tabs>
          <w:tab w:val="left" w:pos="4264"/>
        </w:tabs>
        <w:jc w:val="center"/>
        <w:rPr>
          <w:b/>
          <w:szCs w:val="28"/>
        </w:rPr>
      </w:pPr>
      <w:r w:rsidRPr="00F36F5A">
        <w:rPr>
          <w:b/>
          <w:szCs w:val="28"/>
        </w:rPr>
        <w:t xml:space="preserve">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381629" w:rsidTr="006F209F">
        <w:tc>
          <w:tcPr>
            <w:tcW w:w="648" w:type="dxa"/>
            <w:vMerge w:val="restart"/>
            <w:vAlign w:val="center"/>
          </w:tcPr>
          <w:p w:rsidR="00381629" w:rsidRPr="00AC26F6" w:rsidRDefault="0038162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381629" w:rsidRPr="00AC26F6" w:rsidRDefault="0038162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381629" w:rsidRPr="00AC26F6" w:rsidRDefault="0038162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381629" w:rsidRPr="00AC26F6" w:rsidRDefault="0038162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381629" w:rsidRPr="00AC26F6" w:rsidRDefault="0038162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381629" w:rsidTr="006F209F">
        <w:tc>
          <w:tcPr>
            <w:tcW w:w="648" w:type="dxa"/>
            <w:vMerge/>
          </w:tcPr>
          <w:p w:rsidR="00381629" w:rsidRPr="00AC26F6" w:rsidRDefault="00381629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381629" w:rsidRPr="00AC26F6" w:rsidRDefault="00381629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381629" w:rsidRPr="00AC26F6" w:rsidRDefault="0038162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381629" w:rsidRPr="00AC26F6" w:rsidRDefault="0038162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381629" w:rsidRPr="00AC26F6" w:rsidRDefault="0038162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381629" w:rsidRPr="00AC26F6" w:rsidRDefault="0038162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381629" w:rsidTr="006F209F">
        <w:tc>
          <w:tcPr>
            <w:tcW w:w="648" w:type="dxa"/>
          </w:tcPr>
          <w:p w:rsidR="00381629" w:rsidRPr="00AC26F6" w:rsidRDefault="00381629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381629" w:rsidRPr="00AC26F6" w:rsidRDefault="00381629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381629" w:rsidRPr="00AC26F6" w:rsidRDefault="00381629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381629" w:rsidRPr="00AC26F6" w:rsidRDefault="00381629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381629" w:rsidRPr="00AC26F6" w:rsidRDefault="00381629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381629" w:rsidRPr="00AC26F6" w:rsidRDefault="00381629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381629" w:rsidTr="006F209F">
        <w:tc>
          <w:tcPr>
            <w:tcW w:w="648" w:type="dxa"/>
            <w:vAlign w:val="center"/>
          </w:tcPr>
          <w:p w:rsidR="00381629" w:rsidRPr="00AC26F6" w:rsidRDefault="0038162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381629" w:rsidRPr="008903E0" w:rsidRDefault="00381629" w:rsidP="008903E0">
            <w:pPr>
              <w:pStyle w:val="a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  <w:r w:rsidRPr="00866A2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и </w:t>
            </w:r>
            <w:r w:rsidRPr="00E57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620" w:type="dxa"/>
            <w:vAlign w:val="center"/>
          </w:tcPr>
          <w:p w:rsidR="00381629" w:rsidRPr="00AC26F6" w:rsidRDefault="0038162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81629" w:rsidRPr="00AC26F6" w:rsidRDefault="0038162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81629" w:rsidRPr="00AC26F6" w:rsidRDefault="0038162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381629" w:rsidRPr="00AC26F6" w:rsidRDefault="0038162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381629" w:rsidRPr="00A74297" w:rsidRDefault="00381629" w:rsidP="00225687">
      <w:pPr>
        <w:jc w:val="center"/>
        <w:rPr>
          <w:b/>
          <w:szCs w:val="28"/>
        </w:rPr>
      </w:pPr>
    </w:p>
    <w:p w:rsidR="00381629" w:rsidRPr="00225687" w:rsidRDefault="00381629">
      <w:pPr>
        <w:rPr>
          <w:sz w:val="6"/>
          <w:szCs w:val="6"/>
        </w:rPr>
      </w:pPr>
    </w:p>
    <w:p w:rsidR="00381629" w:rsidRDefault="00381629" w:rsidP="0054045D">
      <w:pPr>
        <w:pStyle w:val="ConsPlusNormal0"/>
        <w:jc w:val="center"/>
        <w:rPr>
          <w:b/>
        </w:rPr>
      </w:pPr>
    </w:p>
    <w:p w:rsidR="00381629" w:rsidRDefault="00381629" w:rsidP="0054045D">
      <w:pPr>
        <w:pStyle w:val="ConsPlusNormal0"/>
        <w:jc w:val="center"/>
        <w:rPr>
          <w:b/>
        </w:rPr>
      </w:pPr>
    </w:p>
    <w:p w:rsidR="00381629" w:rsidRDefault="00381629" w:rsidP="0054045D">
      <w:pPr>
        <w:pStyle w:val="ConsPlusNormal0"/>
        <w:jc w:val="center"/>
        <w:rPr>
          <w:b/>
        </w:rPr>
      </w:pPr>
    </w:p>
    <w:p w:rsidR="00381629" w:rsidRDefault="00381629" w:rsidP="0054045D">
      <w:pPr>
        <w:pStyle w:val="ConsPlusNormal0"/>
        <w:jc w:val="center"/>
        <w:rPr>
          <w:b/>
        </w:rPr>
      </w:pPr>
    </w:p>
    <w:p w:rsidR="00381629" w:rsidRDefault="00381629" w:rsidP="0054045D">
      <w:pPr>
        <w:pStyle w:val="ConsPlusNormal0"/>
        <w:jc w:val="center"/>
        <w:rPr>
          <w:b/>
        </w:rPr>
      </w:pPr>
    </w:p>
    <w:p w:rsidR="00381629" w:rsidRDefault="00381629" w:rsidP="0054045D">
      <w:pPr>
        <w:pStyle w:val="ConsPlusNormal0"/>
        <w:jc w:val="center"/>
        <w:rPr>
          <w:b/>
        </w:rPr>
      </w:pPr>
    </w:p>
    <w:p w:rsidR="00381629" w:rsidRDefault="00381629" w:rsidP="0054045D">
      <w:pPr>
        <w:pStyle w:val="ConsPlusNormal0"/>
        <w:jc w:val="center"/>
        <w:rPr>
          <w:b/>
        </w:rPr>
      </w:pPr>
    </w:p>
    <w:p w:rsidR="00381629" w:rsidRDefault="00381629" w:rsidP="0054045D">
      <w:pPr>
        <w:pStyle w:val="ConsPlusNormal0"/>
        <w:jc w:val="center"/>
        <w:rPr>
          <w:b/>
        </w:rPr>
      </w:pPr>
    </w:p>
    <w:p w:rsidR="00381629" w:rsidRDefault="00381629" w:rsidP="0054045D">
      <w:pPr>
        <w:pStyle w:val="ConsPlusNormal0"/>
        <w:jc w:val="center"/>
        <w:rPr>
          <w:b/>
        </w:rPr>
      </w:pPr>
    </w:p>
    <w:p w:rsidR="00381629" w:rsidRPr="003C75F8" w:rsidRDefault="00381629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381629" w:rsidRPr="003C75F8" w:rsidRDefault="00381629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381629" w:rsidRPr="00E55327" w:rsidRDefault="00381629" w:rsidP="00E55327">
      <w:pPr>
        <w:jc w:val="center"/>
        <w:rPr>
          <w:b/>
        </w:rPr>
      </w:pPr>
      <w:r w:rsidRPr="00E55327">
        <w:rPr>
          <w:b/>
        </w:rPr>
        <w:t xml:space="preserve">показателей муниципальной программы </w:t>
      </w:r>
      <w:r w:rsidRPr="00E55327">
        <w:rPr>
          <w:b/>
          <w:szCs w:val="28"/>
        </w:rPr>
        <w:t>«Поддержка и развитие малого и среднего предпринимательства,</w:t>
      </w:r>
      <w:r w:rsidRPr="00E55327">
        <w:rPr>
          <w:b/>
        </w:rPr>
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E55327">
        <w:rPr>
          <w:b/>
          <w:bCs/>
          <w:szCs w:val="28"/>
        </w:rPr>
        <w:t xml:space="preserve"> в Старотитаровском сельском поселении</w:t>
      </w:r>
      <w:r w:rsidRPr="00E55327">
        <w:rPr>
          <w:b/>
          <w:szCs w:val="28"/>
        </w:rPr>
        <w:t xml:space="preserve"> </w:t>
      </w:r>
      <w:r w:rsidRPr="00E55327">
        <w:rPr>
          <w:b/>
          <w:bCs/>
          <w:szCs w:val="28"/>
        </w:rPr>
        <w:t xml:space="preserve"> Темрюкского района»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381629" w:rsidRPr="00515088" w:rsidTr="006F209F">
        <w:tc>
          <w:tcPr>
            <w:tcW w:w="593" w:type="dxa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381629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381629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381629" w:rsidRPr="00D91BFA" w:rsidRDefault="00381629" w:rsidP="000319AE">
            <w:pPr>
              <w:pStyle w:val="a0"/>
            </w:pPr>
            <w:r w:rsidRPr="00D91BFA">
              <w:rPr>
                <w:rFonts w:ascii="Times New Roman" w:hAnsi="Times New Roman" w:cs="Times New Roman"/>
              </w:rPr>
              <w:t>чествование субъектов малого предпринимательства</w:t>
            </w:r>
            <w:r w:rsidRPr="00866A24">
              <w:rPr>
                <w:color w:val="000000"/>
              </w:rPr>
              <w:t xml:space="preserve"> </w:t>
            </w:r>
            <w:r w:rsidRPr="00E573C2">
              <w:rPr>
                <w:rFonts w:ascii="Times New Roman" w:hAnsi="Times New Roman" w:cs="Times New Roman"/>
                <w:color w:val="000000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220" w:type="dxa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381629" w:rsidRPr="00515088" w:rsidRDefault="0038162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381629" w:rsidRDefault="00381629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381629" w:rsidRPr="00C2162A" w:rsidRDefault="00381629" w:rsidP="004163DD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>
        <w:rPr>
          <w:b/>
          <w:szCs w:val="28"/>
        </w:rPr>
        <w:t>,</w:t>
      </w:r>
      <w:r w:rsidRPr="00E573C2">
        <w:rPr>
          <w:color w:val="000000"/>
        </w:rPr>
        <w:t xml:space="preserve"> </w:t>
      </w:r>
      <w:r w:rsidRPr="00E573C2">
        <w:rPr>
          <w:b/>
          <w:color w:val="000000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381629" w:rsidRDefault="00381629" w:rsidP="00CC0414">
      <w:pPr>
        <w:jc w:val="center"/>
        <w:rPr>
          <w:b/>
          <w:szCs w:val="28"/>
        </w:rPr>
      </w:pPr>
    </w:p>
    <w:p w:rsidR="00381629" w:rsidRDefault="00381629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381629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81629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629" w:rsidRPr="00500747" w:rsidRDefault="0038162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629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629" w:rsidRPr="00500747" w:rsidRDefault="00381629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1629" w:rsidRDefault="00381629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381629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500747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629" w:rsidRPr="00500747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8162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629" w:rsidRPr="00E573C2" w:rsidRDefault="00381629" w:rsidP="00E573C2">
            <w:pPr>
              <w:rPr>
                <w:sz w:val="24"/>
                <w:szCs w:val="24"/>
              </w:rPr>
            </w:pPr>
            <w:r w:rsidRPr="00E573C2">
              <w:rPr>
                <w:sz w:val="24"/>
                <w:szCs w:val="24"/>
              </w:rPr>
              <w:t>обеспечение благоприятных условий для развития и деятельности малого и среднего предпринимательства,</w:t>
            </w:r>
            <w:r w:rsidRPr="00E573C2">
              <w:rPr>
                <w:color w:val="000000"/>
                <w:sz w:val="24"/>
                <w:szCs w:val="24"/>
              </w:rPr>
      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доход» </w:t>
            </w:r>
            <w:r w:rsidRPr="00E573C2">
              <w:rPr>
                <w:sz w:val="24"/>
                <w:szCs w:val="24"/>
              </w:rPr>
              <w:t xml:space="preserve"> в Старотитаровском сельском поселении Темрюкского района</w:t>
            </w:r>
          </w:p>
          <w:p w:rsidR="00381629" w:rsidRPr="0072468C" w:rsidRDefault="00381629" w:rsidP="006F209F"/>
        </w:tc>
      </w:tr>
      <w:tr w:rsidR="0038162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629" w:rsidRPr="004163DD" w:rsidRDefault="00381629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пропаганда и популяризация предпринимательской деятельности в Старотитаровском сельском поселении Темрюкского района</w:t>
            </w:r>
          </w:p>
          <w:p w:rsidR="00381629" w:rsidRPr="004163DD" w:rsidRDefault="00381629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629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Default="00381629" w:rsidP="004F6DE7">
            <w:pPr>
              <w:rPr>
                <w:szCs w:val="28"/>
              </w:rPr>
            </w:pPr>
            <w:r w:rsidRPr="004163DD">
              <w:rPr>
                <w:sz w:val="24"/>
                <w:szCs w:val="24"/>
              </w:rPr>
              <w:t xml:space="preserve">Мероприятия по чествованию предпринимателей </w:t>
            </w:r>
            <w:r>
              <w:rPr>
                <w:sz w:val="24"/>
                <w:szCs w:val="24"/>
              </w:rPr>
              <w:t>и</w:t>
            </w:r>
            <w:r w:rsidRPr="00866A24">
              <w:rPr>
                <w:color w:val="000000"/>
              </w:rPr>
              <w:t xml:space="preserve"> </w:t>
            </w:r>
            <w:r w:rsidRPr="004F6DE7">
              <w:rPr>
                <w:color w:val="000000"/>
                <w:sz w:val="24"/>
                <w:szCs w:val="24"/>
              </w:rPr>
      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  <w:r w:rsidRPr="00777B1B">
              <w:rPr>
                <w:color w:val="000000"/>
              </w:rPr>
              <w:t xml:space="preserve"> </w:t>
            </w:r>
            <w:r w:rsidRPr="00C47AFE">
              <w:rPr>
                <w:szCs w:val="28"/>
              </w:rPr>
              <w:t xml:space="preserve"> </w:t>
            </w:r>
          </w:p>
          <w:p w:rsidR="00381629" w:rsidRPr="004163DD" w:rsidRDefault="00381629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  <w:p w:rsidR="00381629" w:rsidRPr="0072468C" w:rsidRDefault="00381629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629" w:rsidRPr="004163DD" w:rsidRDefault="00381629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популяризация предпринимательской деятельности в Старотитаровском сельском поселении Темрюкского района</w:t>
            </w:r>
          </w:p>
          <w:p w:rsidR="00381629" w:rsidRPr="0072468C" w:rsidRDefault="00381629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629" w:rsidRPr="00B6573C" w:rsidRDefault="00381629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81629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1629" w:rsidRPr="00B6573C" w:rsidRDefault="0038162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81629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0319AE" w:rsidRDefault="00381629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0319AE" w:rsidRDefault="00381629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1629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0319AE" w:rsidRDefault="00381629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0319AE" w:rsidRDefault="00381629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29" w:rsidRPr="00B6573C" w:rsidRDefault="00381629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29" w:rsidRPr="00B6573C" w:rsidRDefault="0038162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81629" w:rsidRPr="00B6573C" w:rsidRDefault="00381629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81629" w:rsidRDefault="00381629" w:rsidP="00EF6F81">
      <w:pPr>
        <w:jc w:val="center"/>
        <w:rPr>
          <w:szCs w:val="28"/>
        </w:rPr>
      </w:pPr>
    </w:p>
    <w:p w:rsidR="00381629" w:rsidRDefault="00381629" w:rsidP="00EF6F81">
      <w:pPr>
        <w:jc w:val="center"/>
        <w:rPr>
          <w:szCs w:val="28"/>
        </w:rPr>
        <w:sectPr w:rsidR="00381629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81629" w:rsidRPr="00484E94" w:rsidRDefault="0038162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381629" w:rsidRPr="00484E94" w:rsidRDefault="0038162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381629" w:rsidRPr="00484E94" w:rsidRDefault="00381629" w:rsidP="00484E94">
      <w:pPr>
        <w:pStyle w:val="ConsPlusNormal0"/>
        <w:jc w:val="center"/>
        <w:rPr>
          <w:szCs w:val="28"/>
        </w:rPr>
      </w:pPr>
    </w:p>
    <w:p w:rsidR="00381629" w:rsidRPr="0016103B" w:rsidRDefault="00381629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381629" w:rsidRPr="00484E94" w:rsidRDefault="00381629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381629" w:rsidRPr="00484E94" w:rsidRDefault="00381629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381629" w:rsidRDefault="00381629" w:rsidP="00484E94">
      <w:pPr>
        <w:jc w:val="both"/>
      </w:pPr>
    </w:p>
    <w:p w:rsidR="00381629" w:rsidRPr="00484E94" w:rsidRDefault="0038162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381629" w:rsidRPr="00484E94" w:rsidRDefault="0038162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381629" w:rsidRPr="00484E94" w:rsidRDefault="00381629" w:rsidP="00484E94">
      <w:pPr>
        <w:pStyle w:val="ConsPlusNormal0"/>
        <w:jc w:val="both"/>
        <w:rPr>
          <w:szCs w:val="28"/>
        </w:rPr>
      </w:pP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381629" w:rsidRDefault="00381629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381629" w:rsidRPr="007F34E4" w:rsidRDefault="00381629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381629" w:rsidRPr="007F34E4" w:rsidRDefault="00381629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381629" w:rsidRPr="007F34E4" w:rsidRDefault="0038162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381629" w:rsidRPr="007F34E4" w:rsidRDefault="00381629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381629" w:rsidRPr="007F34E4" w:rsidRDefault="00381629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381629" w:rsidRDefault="00381629" w:rsidP="00484E94">
      <w:pPr>
        <w:ind w:firstLine="709"/>
        <w:jc w:val="both"/>
        <w:rPr>
          <w:szCs w:val="28"/>
        </w:rPr>
      </w:pPr>
    </w:p>
    <w:p w:rsidR="00381629" w:rsidRDefault="00381629" w:rsidP="00484E94">
      <w:pPr>
        <w:ind w:firstLine="709"/>
        <w:jc w:val="both"/>
        <w:rPr>
          <w:szCs w:val="28"/>
        </w:rPr>
      </w:pPr>
    </w:p>
    <w:p w:rsidR="00381629" w:rsidRDefault="00381629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381629" w:rsidRDefault="00381629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381629" w:rsidRDefault="00381629" w:rsidP="00956CCE">
      <w:pPr>
        <w:rPr>
          <w:szCs w:val="28"/>
        </w:rPr>
        <w:sectPr w:rsidR="00381629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381629" w:rsidRDefault="00381629" w:rsidP="001F5CA2">
      <w:pPr>
        <w:jc w:val="center"/>
        <w:rPr>
          <w:b/>
        </w:rPr>
      </w:pPr>
    </w:p>
    <w:sectPr w:rsidR="0038162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629" w:rsidRDefault="00381629" w:rsidP="00EF6F81">
      <w:r>
        <w:separator/>
      </w:r>
    </w:p>
  </w:endnote>
  <w:endnote w:type="continuationSeparator" w:id="0">
    <w:p w:rsidR="00381629" w:rsidRDefault="0038162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629" w:rsidRDefault="00381629" w:rsidP="00EF6F81">
      <w:r>
        <w:separator/>
      </w:r>
    </w:p>
  </w:footnote>
  <w:footnote w:type="continuationSeparator" w:id="0">
    <w:p w:rsidR="00381629" w:rsidRDefault="0038162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629" w:rsidRDefault="0038162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629" w:rsidRDefault="00381629">
    <w:pPr>
      <w:pStyle w:val="Header"/>
      <w:jc w:val="center"/>
    </w:pPr>
  </w:p>
  <w:p w:rsidR="00381629" w:rsidRDefault="0038162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81629" w:rsidRPr="00064846" w:rsidRDefault="0038162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1C06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36949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2717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1A29"/>
    <w:rsid w:val="003724CA"/>
    <w:rsid w:val="00374409"/>
    <w:rsid w:val="0037448A"/>
    <w:rsid w:val="00374C60"/>
    <w:rsid w:val="00376342"/>
    <w:rsid w:val="00381629"/>
    <w:rsid w:val="00381AC7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4F6DE7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5B0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ABE"/>
    <w:rsid w:val="00617E6B"/>
    <w:rsid w:val="00631501"/>
    <w:rsid w:val="00631920"/>
    <w:rsid w:val="00631DB2"/>
    <w:rsid w:val="006341E7"/>
    <w:rsid w:val="00634440"/>
    <w:rsid w:val="00641798"/>
    <w:rsid w:val="00647B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59D3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77B1B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4FE6"/>
    <w:rsid w:val="007D1D37"/>
    <w:rsid w:val="007E0D6B"/>
    <w:rsid w:val="007E3A7D"/>
    <w:rsid w:val="007E702A"/>
    <w:rsid w:val="007F1C06"/>
    <w:rsid w:val="007F20C1"/>
    <w:rsid w:val="007F34E4"/>
    <w:rsid w:val="0080021C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66A24"/>
    <w:rsid w:val="00867EF0"/>
    <w:rsid w:val="008734C5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2DC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041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97471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71B8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1741D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190C"/>
    <w:rsid w:val="00DF23BC"/>
    <w:rsid w:val="00E00492"/>
    <w:rsid w:val="00E005C3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55327"/>
    <w:rsid w:val="00E573C2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2120</TotalTime>
  <Pages>11</Pages>
  <Words>1833</Words>
  <Characters>10454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209</cp:revision>
  <cp:lastPrinted>2021-06-11T06:36:00Z</cp:lastPrinted>
  <dcterms:created xsi:type="dcterms:W3CDTF">2018-08-07T11:48:00Z</dcterms:created>
  <dcterms:modified xsi:type="dcterms:W3CDTF">2021-12-14T10:24:00Z</dcterms:modified>
</cp:coreProperties>
</file>