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8A" w:rsidRDefault="00DC678A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C678A" w:rsidRDefault="00DC678A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DC678A" w:rsidRDefault="00DC678A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C678A" w:rsidRDefault="00DC678A" w:rsidP="0079571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28.12.2021 №292</w:t>
      </w:r>
    </w:p>
    <w:p w:rsidR="00DC678A" w:rsidRDefault="00DC678A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C678A" w:rsidRDefault="00DC678A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C678A" w:rsidRPr="00D737C3" w:rsidRDefault="00DC678A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C678A" w:rsidRDefault="00DC678A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DC678A" w:rsidRPr="0070118C" w:rsidRDefault="00DC678A" w:rsidP="0070118C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70118C">
        <w:rPr>
          <w:rFonts w:ascii="Times New Roman" w:hAnsi="Times New Roman" w:cs="Times New Roman"/>
          <w:b/>
          <w:bCs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 на 2022 год</w:t>
      </w:r>
    </w:p>
    <w:p w:rsidR="00DC678A" w:rsidRDefault="00DC678A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678A" w:rsidRPr="00D737C3" w:rsidRDefault="00DC678A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DC678A" w:rsidRPr="006069E5">
        <w:tc>
          <w:tcPr>
            <w:tcW w:w="1162" w:type="dxa"/>
            <w:vMerge w:val="restart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DC678A" w:rsidRPr="006069E5">
        <w:tc>
          <w:tcPr>
            <w:tcW w:w="1162" w:type="dxa"/>
            <w:vMerge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C678A" w:rsidRPr="006069E5" w:rsidRDefault="00DC678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DC678A" w:rsidRPr="006069E5" w:rsidRDefault="00DC678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DC678A" w:rsidRPr="006069E5" w:rsidRDefault="00DC678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DC678A" w:rsidRPr="006069E5" w:rsidRDefault="00DC678A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DC678A" w:rsidRPr="0064236D" w:rsidRDefault="00DC678A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DC678A" w:rsidRPr="006069E5">
        <w:trPr>
          <w:tblHeader/>
        </w:trPr>
        <w:tc>
          <w:tcPr>
            <w:tcW w:w="1151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DC678A" w:rsidRPr="006069E5">
        <w:tc>
          <w:tcPr>
            <w:tcW w:w="1151" w:type="dxa"/>
          </w:tcPr>
          <w:p w:rsidR="00DC678A" w:rsidRPr="006069E5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DC678A" w:rsidRPr="006069E5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C678A" w:rsidRDefault="00DC678A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D1F69">
              <w:rPr>
                <w:rFonts w:ascii="Times New Roman" w:hAnsi="Times New Roman" w:cs="Times New Roman"/>
              </w:rPr>
              <w:t xml:space="preserve">Проведение мероприятий по организации и проведению государственных, международных и профессиональных </w:t>
            </w:r>
          </w:p>
          <w:p w:rsidR="00DC678A" w:rsidRDefault="00DC678A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C678A" w:rsidRDefault="00DC678A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C678A" w:rsidRDefault="00DC678A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C678A" w:rsidRDefault="00DC678A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DC678A" w:rsidRPr="00AD1F69" w:rsidRDefault="00DC678A" w:rsidP="00AD1F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D1F69">
              <w:rPr>
                <w:rFonts w:ascii="Times New Roman" w:hAnsi="Times New Roman" w:cs="Times New Roman"/>
              </w:rPr>
              <w:t>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DC678A" w:rsidRPr="006069E5" w:rsidRDefault="00DC678A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C678A" w:rsidRPr="006069E5" w:rsidRDefault="00DC678A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678A" w:rsidRPr="00B975E4" w:rsidRDefault="00DC678A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DC678A" w:rsidRPr="006069E5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DC678A" w:rsidRPr="006069E5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992 0113 5510110930 244</w:t>
            </w:r>
          </w:p>
        </w:tc>
        <w:tc>
          <w:tcPr>
            <w:tcW w:w="1260" w:type="dxa"/>
          </w:tcPr>
          <w:p w:rsidR="00DC678A" w:rsidRPr="006069E5" w:rsidRDefault="00DC678A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DC678A" w:rsidRPr="006069E5" w:rsidRDefault="00DC678A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80" w:type="dxa"/>
          </w:tcPr>
          <w:p w:rsidR="00DC678A" w:rsidRPr="006069E5" w:rsidRDefault="00DC678A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DC678A" w:rsidRPr="006069E5" w:rsidRDefault="00DC678A" w:rsidP="00BA441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DC678A" w:rsidRPr="006069E5">
        <w:tc>
          <w:tcPr>
            <w:tcW w:w="1151" w:type="dxa"/>
          </w:tcPr>
          <w:p w:rsidR="00DC678A" w:rsidRPr="006069E5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C678A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678A" w:rsidRPr="007A5CB9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</w:t>
            </w:r>
            <w:r w:rsidRPr="00E57BE0">
              <w:t xml:space="preserve"> </w:t>
            </w:r>
            <w:r>
              <w:rPr>
                <w:rFonts w:ascii="Times New Roman" w:hAnsi="Times New Roman" w:cs="Times New Roman"/>
              </w:rPr>
              <w:t>праздничной</w:t>
            </w:r>
            <w:r w:rsidRPr="002246DC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ы, посвященной</w:t>
            </w:r>
            <w:r w:rsidRPr="002246DC">
              <w:rPr>
                <w:rFonts w:ascii="Times New Roman" w:hAnsi="Times New Roman" w:cs="Times New Roman"/>
              </w:rPr>
              <w:t xml:space="preserve"> празднованию «1 мая»</w:t>
            </w:r>
          </w:p>
        </w:tc>
        <w:tc>
          <w:tcPr>
            <w:tcW w:w="941" w:type="dxa"/>
            <w:vAlign w:val="center"/>
          </w:tcPr>
          <w:p w:rsidR="00DC678A" w:rsidRPr="006069E5" w:rsidRDefault="00DC678A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678A" w:rsidRPr="006069E5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DC678A" w:rsidRPr="0024685E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01.05.2022 г.</w:t>
            </w:r>
          </w:p>
        </w:tc>
        <w:tc>
          <w:tcPr>
            <w:tcW w:w="180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C678A" w:rsidRPr="006069E5">
        <w:tc>
          <w:tcPr>
            <w:tcW w:w="1151" w:type="dxa"/>
          </w:tcPr>
          <w:p w:rsidR="00DC678A" w:rsidRPr="006069E5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C678A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678A" w:rsidRPr="00580DF5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проведению </w:t>
            </w:r>
          </w:p>
          <w:p w:rsidR="00DC678A" w:rsidRPr="00D0612F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0612F">
              <w:rPr>
                <w:rFonts w:ascii="Times New Roman" w:hAnsi="Times New Roman" w:cs="Times New Roman"/>
              </w:rPr>
              <w:t>праздничн</w:t>
            </w:r>
            <w:r>
              <w:rPr>
                <w:rFonts w:ascii="Times New Roman" w:hAnsi="Times New Roman" w:cs="Times New Roman"/>
              </w:rPr>
              <w:t>ой</w:t>
            </w:r>
            <w:r w:rsidRPr="00D0612F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D0612F">
              <w:rPr>
                <w:rFonts w:ascii="Times New Roman" w:hAnsi="Times New Roman" w:cs="Times New Roman"/>
              </w:rPr>
              <w:t>,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D0612F">
              <w:rPr>
                <w:rFonts w:ascii="Times New Roman" w:hAnsi="Times New Roman" w:cs="Times New Roman"/>
              </w:rPr>
              <w:t xml:space="preserve"> празднованию «9 мая»</w:t>
            </w:r>
          </w:p>
        </w:tc>
        <w:tc>
          <w:tcPr>
            <w:tcW w:w="941" w:type="dxa"/>
            <w:vAlign w:val="center"/>
          </w:tcPr>
          <w:p w:rsidR="00DC678A" w:rsidRPr="006069E5" w:rsidRDefault="00DC678A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678A" w:rsidRPr="006069E5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DC678A" w:rsidRPr="0024685E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09.05.2022 г.</w:t>
            </w:r>
          </w:p>
        </w:tc>
        <w:tc>
          <w:tcPr>
            <w:tcW w:w="180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C678A" w:rsidRPr="006069E5">
        <w:tc>
          <w:tcPr>
            <w:tcW w:w="1151" w:type="dxa"/>
          </w:tcPr>
          <w:p w:rsidR="00DC678A" w:rsidRPr="006069E5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C678A" w:rsidRDefault="00DC678A" w:rsidP="000F179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678A" w:rsidRPr="006069E5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праздничной</w:t>
            </w:r>
            <w:r w:rsidRPr="000F1792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ы,</w:t>
            </w:r>
            <w:r w:rsidRPr="000F1792">
              <w:rPr>
                <w:rFonts w:ascii="Times New Roman" w:hAnsi="Times New Roman" w:cs="Times New Roman"/>
              </w:rPr>
              <w:t xml:space="preserve">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0F1792">
              <w:rPr>
                <w:rFonts w:ascii="Times New Roman" w:hAnsi="Times New Roman" w:cs="Times New Roman"/>
              </w:rPr>
              <w:t xml:space="preserve"> празднованию «День Станицы»</w:t>
            </w:r>
          </w:p>
        </w:tc>
        <w:tc>
          <w:tcPr>
            <w:tcW w:w="941" w:type="dxa"/>
            <w:vAlign w:val="center"/>
          </w:tcPr>
          <w:p w:rsidR="00DC678A" w:rsidRPr="006069E5" w:rsidRDefault="00DC678A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678A" w:rsidRPr="006069E5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DC678A" w:rsidRPr="0024685E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10.10.2022 г.</w:t>
            </w:r>
          </w:p>
        </w:tc>
        <w:tc>
          <w:tcPr>
            <w:tcW w:w="180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C678A" w:rsidRPr="006069E5">
        <w:tc>
          <w:tcPr>
            <w:tcW w:w="1151" w:type="dxa"/>
          </w:tcPr>
          <w:p w:rsidR="00DC678A" w:rsidRPr="006069E5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C678A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678A" w:rsidRPr="008C3B45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4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праздничной программе,</w:t>
            </w:r>
            <w:r w:rsidRPr="008C3B45">
              <w:rPr>
                <w:rFonts w:ascii="Times New Roman" w:hAnsi="Times New Roman" w:cs="Times New Roman"/>
              </w:rPr>
              <w:t xml:space="preserve"> посвященн</w:t>
            </w:r>
            <w:r>
              <w:rPr>
                <w:rFonts w:ascii="Times New Roman" w:hAnsi="Times New Roman" w:cs="Times New Roman"/>
              </w:rPr>
              <w:t>ой</w:t>
            </w:r>
            <w:r w:rsidRPr="008C3B45">
              <w:rPr>
                <w:rFonts w:ascii="Times New Roman" w:hAnsi="Times New Roman" w:cs="Times New Roman"/>
              </w:rPr>
              <w:t xml:space="preserve"> Дню матери</w:t>
            </w:r>
          </w:p>
          <w:p w:rsidR="00DC678A" w:rsidRPr="007A5CB9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C678A" w:rsidRPr="006069E5" w:rsidRDefault="00DC678A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678A" w:rsidRPr="006069E5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DC678A" w:rsidRPr="0024685E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30.11.2022 г.</w:t>
            </w:r>
          </w:p>
        </w:tc>
        <w:tc>
          <w:tcPr>
            <w:tcW w:w="180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C678A" w:rsidRPr="006069E5">
        <w:tc>
          <w:tcPr>
            <w:tcW w:w="1151" w:type="dxa"/>
          </w:tcPr>
          <w:p w:rsidR="00DC678A" w:rsidRPr="006069E5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C678A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678A" w:rsidRPr="00635D37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5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чествования</w:t>
            </w:r>
            <w:r w:rsidRPr="00635D37">
              <w:rPr>
                <w:rFonts w:ascii="Times New Roman" w:hAnsi="Times New Roman" w:cs="Times New Roman"/>
              </w:rPr>
              <w:t xml:space="preserve"> ветеранов  ВОВ</w:t>
            </w:r>
          </w:p>
          <w:p w:rsidR="00DC678A" w:rsidRPr="007A5CB9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C678A" w:rsidRPr="006069E5" w:rsidRDefault="00DC678A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678A" w:rsidRPr="006069E5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DC678A" w:rsidRPr="0024685E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09.05.2022 г.</w:t>
            </w:r>
          </w:p>
        </w:tc>
        <w:tc>
          <w:tcPr>
            <w:tcW w:w="180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C678A" w:rsidRPr="006069E5">
        <w:tc>
          <w:tcPr>
            <w:tcW w:w="1151" w:type="dxa"/>
          </w:tcPr>
          <w:p w:rsidR="00DC678A" w:rsidRPr="006069E5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C678A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678A" w:rsidRPr="00580DF5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6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</w:p>
          <w:p w:rsidR="00DC678A" w:rsidRPr="002B2635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B2635">
              <w:rPr>
                <w:rFonts w:ascii="Times New Roman" w:hAnsi="Times New Roman" w:cs="Times New Roman"/>
              </w:rPr>
              <w:t>проведени</w:t>
            </w:r>
            <w:r>
              <w:rPr>
                <w:rFonts w:ascii="Times New Roman" w:hAnsi="Times New Roman" w:cs="Times New Roman"/>
              </w:rPr>
              <w:t>ю</w:t>
            </w:r>
            <w:r w:rsidRPr="002B2635">
              <w:rPr>
                <w:rFonts w:ascii="Times New Roman" w:hAnsi="Times New Roman" w:cs="Times New Roman"/>
              </w:rPr>
              <w:t xml:space="preserve"> траурных мероприятий</w:t>
            </w:r>
          </w:p>
        </w:tc>
        <w:tc>
          <w:tcPr>
            <w:tcW w:w="941" w:type="dxa"/>
            <w:vAlign w:val="center"/>
          </w:tcPr>
          <w:p w:rsidR="00DC678A" w:rsidRPr="006069E5" w:rsidRDefault="00DC678A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678A" w:rsidRPr="006069E5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DC678A" w:rsidRPr="0024685E" w:rsidRDefault="00DC678A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678A" w:rsidRPr="006069E5" w:rsidRDefault="00DC678A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C678A" w:rsidRPr="006069E5">
        <w:tc>
          <w:tcPr>
            <w:tcW w:w="1151" w:type="dxa"/>
          </w:tcPr>
          <w:p w:rsidR="00DC678A" w:rsidRPr="006069E5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C678A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C678A" w:rsidRPr="00580DF5" w:rsidRDefault="00DC678A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7</w:t>
            </w:r>
            <w:r w:rsidRPr="00867F6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</w:p>
          <w:p w:rsidR="00DC678A" w:rsidRPr="00D046B1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изготовлению </w:t>
            </w:r>
            <w:r w:rsidRPr="00D046B1">
              <w:rPr>
                <w:rFonts w:ascii="Times New Roman" w:hAnsi="Times New Roman" w:cs="Times New Roman"/>
              </w:rPr>
              <w:t>поздравительных открыток</w:t>
            </w:r>
          </w:p>
        </w:tc>
        <w:tc>
          <w:tcPr>
            <w:tcW w:w="941" w:type="dxa"/>
            <w:vAlign w:val="center"/>
          </w:tcPr>
          <w:p w:rsidR="00DC678A" w:rsidRPr="006069E5" w:rsidRDefault="00DC678A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C678A" w:rsidRPr="006069E5" w:rsidRDefault="00DC678A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DC678A" w:rsidRPr="0024685E" w:rsidRDefault="00DC678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C678A" w:rsidRPr="006069E5" w:rsidRDefault="00DC678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DC678A" w:rsidRDefault="00DC678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678A" w:rsidRDefault="00DC678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678A" w:rsidRDefault="00DC678A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C678A" w:rsidRDefault="00DC678A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DC678A" w:rsidRDefault="00DC678A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DC678A" w:rsidRPr="0064236D" w:rsidRDefault="00DC678A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sectPr w:rsidR="00DC678A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78A" w:rsidRDefault="00DC678A" w:rsidP="007D6942">
      <w:r>
        <w:separator/>
      </w:r>
    </w:p>
  </w:endnote>
  <w:endnote w:type="continuationSeparator" w:id="0">
    <w:p w:rsidR="00DC678A" w:rsidRDefault="00DC678A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78A" w:rsidRDefault="00DC678A" w:rsidP="007D6942">
      <w:r>
        <w:separator/>
      </w:r>
    </w:p>
  </w:footnote>
  <w:footnote w:type="continuationSeparator" w:id="0">
    <w:p w:rsidR="00DC678A" w:rsidRDefault="00DC678A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78A" w:rsidRDefault="00DC678A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DC678A" w:rsidRPr="00A80EF1" w:rsidRDefault="00DC678A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174DA"/>
    <w:rsid w:val="0002157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20544"/>
    <w:rsid w:val="00125796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6D5E"/>
    <w:rsid w:val="00212251"/>
    <w:rsid w:val="002246DC"/>
    <w:rsid w:val="00240DF8"/>
    <w:rsid w:val="0024685E"/>
    <w:rsid w:val="00250BFB"/>
    <w:rsid w:val="00285170"/>
    <w:rsid w:val="00287F42"/>
    <w:rsid w:val="002913C6"/>
    <w:rsid w:val="00294148"/>
    <w:rsid w:val="0029793F"/>
    <w:rsid w:val="002A054F"/>
    <w:rsid w:val="002B2635"/>
    <w:rsid w:val="00322B49"/>
    <w:rsid w:val="0032383C"/>
    <w:rsid w:val="00336F1A"/>
    <w:rsid w:val="003432B5"/>
    <w:rsid w:val="003454FC"/>
    <w:rsid w:val="00352444"/>
    <w:rsid w:val="00364D1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61301"/>
    <w:rsid w:val="0046223E"/>
    <w:rsid w:val="00472DFB"/>
    <w:rsid w:val="00477E9D"/>
    <w:rsid w:val="00484F90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642"/>
    <w:rsid w:val="00564935"/>
    <w:rsid w:val="00575F16"/>
    <w:rsid w:val="00580DF5"/>
    <w:rsid w:val="00584CF8"/>
    <w:rsid w:val="005B0797"/>
    <w:rsid w:val="005E372B"/>
    <w:rsid w:val="006069E5"/>
    <w:rsid w:val="00635D37"/>
    <w:rsid w:val="0064236D"/>
    <w:rsid w:val="0067380F"/>
    <w:rsid w:val="006811EE"/>
    <w:rsid w:val="00682270"/>
    <w:rsid w:val="00682450"/>
    <w:rsid w:val="006F2B84"/>
    <w:rsid w:val="0070118C"/>
    <w:rsid w:val="00705B7B"/>
    <w:rsid w:val="0071727A"/>
    <w:rsid w:val="0071770D"/>
    <w:rsid w:val="00780C3B"/>
    <w:rsid w:val="0079571C"/>
    <w:rsid w:val="007A5CB9"/>
    <w:rsid w:val="007B2A5A"/>
    <w:rsid w:val="007D6942"/>
    <w:rsid w:val="007F7199"/>
    <w:rsid w:val="0080164D"/>
    <w:rsid w:val="0081247D"/>
    <w:rsid w:val="00833765"/>
    <w:rsid w:val="00851081"/>
    <w:rsid w:val="00867F65"/>
    <w:rsid w:val="008955A6"/>
    <w:rsid w:val="008A6FA1"/>
    <w:rsid w:val="008C0505"/>
    <w:rsid w:val="008C1A19"/>
    <w:rsid w:val="008C28BE"/>
    <w:rsid w:val="008C3B45"/>
    <w:rsid w:val="008E6FA9"/>
    <w:rsid w:val="00905C09"/>
    <w:rsid w:val="00916317"/>
    <w:rsid w:val="00930E70"/>
    <w:rsid w:val="00954C8E"/>
    <w:rsid w:val="00954D73"/>
    <w:rsid w:val="00960535"/>
    <w:rsid w:val="0096355C"/>
    <w:rsid w:val="00963883"/>
    <w:rsid w:val="00967F4E"/>
    <w:rsid w:val="009C2CF1"/>
    <w:rsid w:val="009D2659"/>
    <w:rsid w:val="009D37BC"/>
    <w:rsid w:val="00A0201C"/>
    <w:rsid w:val="00A10279"/>
    <w:rsid w:val="00A24EA6"/>
    <w:rsid w:val="00A41751"/>
    <w:rsid w:val="00A417F1"/>
    <w:rsid w:val="00A63C9E"/>
    <w:rsid w:val="00A80EF1"/>
    <w:rsid w:val="00A8108E"/>
    <w:rsid w:val="00A9268B"/>
    <w:rsid w:val="00AA7AD7"/>
    <w:rsid w:val="00AC03D6"/>
    <w:rsid w:val="00AC272C"/>
    <w:rsid w:val="00AC4B7D"/>
    <w:rsid w:val="00AD1F69"/>
    <w:rsid w:val="00AD3966"/>
    <w:rsid w:val="00AE1814"/>
    <w:rsid w:val="00AF3ADF"/>
    <w:rsid w:val="00B150A3"/>
    <w:rsid w:val="00B47DD0"/>
    <w:rsid w:val="00B75B97"/>
    <w:rsid w:val="00B80DD0"/>
    <w:rsid w:val="00B80FE0"/>
    <w:rsid w:val="00B92990"/>
    <w:rsid w:val="00B94C0E"/>
    <w:rsid w:val="00B975E4"/>
    <w:rsid w:val="00BA4410"/>
    <w:rsid w:val="00BC61DC"/>
    <w:rsid w:val="00BD63BE"/>
    <w:rsid w:val="00BF28A3"/>
    <w:rsid w:val="00BF6D41"/>
    <w:rsid w:val="00C27A6B"/>
    <w:rsid w:val="00C35E09"/>
    <w:rsid w:val="00C400CB"/>
    <w:rsid w:val="00C71732"/>
    <w:rsid w:val="00C72C98"/>
    <w:rsid w:val="00C74FCF"/>
    <w:rsid w:val="00C7608E"/>
    <w:rsid w:val="00CB195E"/>
    <w:rsid w:val="00CB64CE"/>
    <w:rsid w:val="00CC0F3B"/>
    <w:rsid w:val="00CD4670"/>
    <w:rsid w:val="00D046B1"/>
    <w:rsid w:val="00D0612F"/>
    <w:rsid w:val="00D102AB"/>
    <w:rsid w:val="00D20829"/>
    <w:rsid w:val="00D40377"/>
    <w:rsid w:val="00D5605F"/>
    <w:rsid w:val="00D70BE1"/>
    <w:rsid w:val="00D70EFE"/>
    <w:rsid w:val="00D737C3"/>
    <w:rsid w:val="00D7385B"/>
    <w:rsid w:val="00DA618F"/>
    <w:rsid w:val="00DB24AE"/>
    <w:rsid w:val="00DB2A7E"/>
    <w:rsid w:val="00DB31CC"/>
    <w:rsid w:val="00DB721F"/>
    <w:rsid w:val="00DC678A"/>
    <w:rsid w:val="00DC6D6A"/>
    <w:rsid w:val="00E01366"/>
    <w:rsid w:val="00E3318F"/>
    <w:rsid w:val="00E57BE0"/>
    <w:rsid w:val="00E57E39"/>
    <w:rsid w:val="00E67030"/>
    <w:rsid w:val="00E73D5F"/>
    <w:rsid w:val="00E8140E"/>
    <w:rsid w:val="00F10576"/>
    <w:rsid w:val="00F11899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2264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62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387</TotalTime>
  <Pages>4</Pages>
  <Words>422</Words>
  <Characters>2408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122</cp:revision>
  <cp:lastPrinted>2021-07-05T12:26:00Z</cp:lastPrinted>
  <dcterms:created xsi:type="dcterms:W3CDTF">2021-05-31T11:19:00Z</dcterms:created>
  <dcterms:modified xsi:type="dcterms:W3CDTF">2021-12-29T06:16:00Z</dcterms:modified>
</cp:coreProperties>
</file>