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E67A1E" w:rsidRPr="005E024B" w:rsidTr="005E024B">
        <w:tc>
          <w:tcPr>
            <w:tcW w:w="8934" w:type="dxa"/>
          </w:tcPr>
          <w:p w:rsidR="00E67A1E" w:rsidRPr="005E024B" w:rsidRDefault="00E67A1E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525" w:type="dxa"/>
          </w:tcPr>
          <w:p w:rsidR="00E67A1E" w:rsidRDefault="00E67A1E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</w:t>
            </w:r>
          </w:p>
          <w:p w:rsidR="00E67A1E" w:rsidRDefault="00E67A1E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67A1E" w:rsidRDefault="00E67A1E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278.12.2022 г. № 251</w:t>
            </w:r>
          </w:p>
          <w:p w:rsidR="00E67A1E" w:rsidRDefault="00E67A1E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E67A1E" w:rsidRPr="00EE5BAC" w:rsidRDefault="00E67A1E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E67A1E" w:rsidRPr="00EE5BAC" w:rsidRDefault="00E67A1E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E67A1E" w:rsidRPr="00EE5BAC" w:rsidRDefault="00E67A1E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67A1E" w:rsidRPr="00EE5BAC" w:rsidRDefault="00E67A1E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E67A1E" w:rsidRPr="00EE5BAC" w:rsidRDefault="00E67A1E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E67A1E" w:rsidRPr="00EE5BAC" w:rsidRDefault="00E67A1E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28.10.2021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2088</w:t>
            </w:r>
          </w:p>
          <w:p w:rsidR="00E67A1E" w:rsidRPr="005E024B" w:rsidRDefault="00E67A1E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E67A1E" w:rsidRPr="00885C29" w:rsidRDefault="00E67A1E" w:rsidP="001157F7"/>
    <w:p w:rsidR="00E67A1E" w:rsidRDefault="00E67A1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67A1E" w:rsidRPr="00D13FB1" w:rsidRDefault="00E67A1E" w:rsidP="00AB1990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67A1E" w:rsidRDefault="00E67A1E" w:rsidP="00BB769B">
      <w:pPr>
        <w:jc w:val="center"/>
        <w:rPr>
          <w:b/>
          <w:szCs w:val="28"/>
        </w:rPr>
      </w:pPr>
    </w:p>
    <w:p w:rsidR="00E67A1E" w:rsidRPr="00950972" w:rsidRDefault="00E67A1E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67A1E" w:rsidRPr="00D13FB1" w:rsidRDefault="00E67A1E" w:rsidP="00AB1990">
      <w:pPr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67A1E" w:rsidRPr="00950972" w:rsidRDefault="00E67A1E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67A1E" w:rsidRDefault="00E67A1E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E67A1E" w:rsidRPr="00855115" w:rsidRDefault="00E67A1E" w:rsidP="00AA7AF2">
            <w:pPr>
              <w:rPr>
                <w:szCs w:val="28"/>
              </w:rPr>
            </w:pP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67A1E" w:rsidRDefault="00E67A1E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E67A1E" w:rsidRPr="00157189" w:rsidRDefault="00E67A1E" w:rsidP="00AA7AF2">
            <w:pPr>
              <w:rPr>
                <w:szCs w:val="28"/>
              </w:rPr>
            </w:pP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67A1E" w:rsidRDefault="00E67A1E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E67A1E" w:rsidRPr="00190885" w:rsidRDefault="00E67A1E" w:rsidP="00AA7AF2">
            <w:pPr>
              <w:rPr>
                <w:b/>
                <w:szCs w:val="28"/>
              </w:rPr>
            </w:pP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67A1E" w:rsidRDefault="00E67A1E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E67A1E" w:rsidRPr="00190885" w:rsidRDefault="00E67A1E" w:rsidP="00AA7AF2">
            <w:pPr>
              <w:rPr>
                <w:b/>
                <w:szCs w:val="28"/>
              </w:rPr>
            </w:pP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67A1E" w:rsidRPr="002B6B46" w:rsidRDefault="00E67A1E" w:rsidP="00AA7AF2">
            <w:pPr>
              <w:pStyle w:val="BodyText"/>
              <w:tabs>
                <w:tab w:val="left" w:pos="1134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B6B46">
              <w:rPr>
                <w:sz w:val="28"/>
                <w:szCs w:val="28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E67A1E" w:rsidRPr="00190885" w:rsidRDefault="00E67A1E" w:rsidP="00AA7AF2">
            <w:pPr>
              <w:rPr>
                <w:b/>
                <w:szCs w:val="28"/>
              </w:rPr>
            </w:pP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67A1E" w:rsidRPr="009F22D5" w:rsidRDefault="00E67A1E" w:rsidP="00AA7AF2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E67A1E" w:rsidRPr="000C3C23" w:rsidRDefault="00E67A1E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67A1E" w:rsidRDefault="00E67A1E" w:rsidP="00AA7AF2">
            <w:pPr>
              <w:rPr>
                <w:szCs w:val="28"/>
              </w:rPr>
            </w:pPr>
            <w:r>
              <w:rPr>
                <w:szCs w:val="28"/>
              </w:rPr>
              <w:t>- приобретение т</w:t>
            </w:r>
            <w:r w:rsidRPr="006D2BB7">
              <w:rPr>
                <w:szCs w:val="28"/>
              </w:rPr>
              <w:t>актильны</w:t>
            </w:r>
            <w:r>
              <w:rPr>
                <w:szCs w:val="28"/>
              </w:rPr>
              <w:t>х лент в здание</w:t>
            </w:r>
            <w:r w:rsidRPr="006D2BB7">
              <w:rPr>
                <w:szCs w:val="28"/>
              </w:rPr>
              <w:t xml:space="preserve"> администрации</w:t>
            </w:r>
            <w:r>
              <w:rPr>
                <w:szCs w:val="28"/>
              </w:rPr>
              <w:t>;</w:t>
            </w:r>
          </w:p>
          <w:p w:rsidR="00E67A1E" w:rsidRDefault="00E67A1E" w:rsidP="00AA7AF2">
            <w:pPr>
              <w:rPr>
                <w:szCs w:val="28"/>
              </w:rPr>
            </w:pPr>
            <w:r>
              <w:rPr>
                <w:szCs w:val="28"/>
              </w:rPr>
              <w:t>- приобретение тактильных табличек в здание администрации</w:t>
            </w:r>
          </w:p>
          <w:p w:rsidR="00E67A1E" w:rsidRPr="006D2BB7" w:rsidRDefault="00E67A1E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67A1E" w:rsidRDefault="00E67A1E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E67A1E" w:rsidRPr="00A46A72" w:rsidRDefault="00E67A1E" w:rsidP="00AA7AF2">
            <w:pPr>
              <w:rPr>
                <w:szCs w:val="28"/>
              </w:rPr>
            </w:pP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67A1E" w:rsidRPr="00A46A72" w:rsidRDefault="00E67A1E" w:rsidP="00AA7AF2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67A1E" w:rsidRPr="00190885" w:rsidRDefault="00E67A1E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67A1E" w:rsidRPr="00190885" w:rsidRDefault="00E67A1E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67A1E" w:rsidRPr="00190885" w:rsidRDefault="00E67A1E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67A1E" w:rsidRPr="00190885" w:rsidRDefault="00E67A1E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67A1E" w:rsidRPr="00190885" w:rsidRDefault="00E67A1E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67A1E" w:rsidRPr="00190885" w:rsidRDefault="00E67A1E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67A1E" w:rsidRPr="008A6FA1" w:rsidTr="00AA7AF2">
        <w:tc>
          <w:tcPr>
            <w:tcW w:w="14560" w:type="dxa"/>
            <w:gridSpan w:val="6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67A1E" w:rsidRPr="008A6FA1" w:rsidTr="00AA7AF2">
        <w:tc>
          <w:tcPr>
            <w:tcW w:w="14560" w:type="dxa"/>
            <w:gridSpan w:val="6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67A1E" w:rsidRPr="00190885" w:rsidRDefault="00E67A1E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67A1E" w:rsidRPr="00190885" w:rsidRDefault="00E67A1E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67A1E" w:rsidRPr="00190885" w:rsidRDefault="00E67A1E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67A1E" w:rsidRPr="00190885" w:rsidRDefault="00E67A1E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67A1E" w:rsidRPr="00190885" w:rsidRDefault="00E67A1E" w:rsidP="00AA7AF2">
            <w:pPr>
              <w:pStyle w:val="ConsPlusNormal0"/>
              <w:rPr>
                <w:szCs w:val="28"/>
              </w:rPr>
            </w:pPr>
          </w:p>
        </w:tc>
      </w:tr>
      <w:tr w:rsidR="00E67A1E" w:rsidRPr="008A6FA1" w:rsidTr="00AA7AF2">
        <w:tc>
          <w:tcPr>
            <w:tcW w:w="6374" w:type="dxa"/>
          </w:tcPr>
          <w:p w:rsidR="00E67A1E" w:rsidRPr="00190885" w:rsidRDefault="00E67A1E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67A1E" w:rsidRPr="00190885" w:rsidRDefault="00E67A1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67A1E" w:rsidRPr="00950972" w:rsidRDefault="00E67A1E" w:rsidP="00BB769B">
      <w:pPr>
        <w:jc w:val="center"/>
        <w:rPr>
          <w:b/>
          <w:szCs w:val="28"/>
        </w:rPr>
      </w:pPr>
    </w:p>
    <w:p w:rsidR="00E67A1E" w:rsidRDefault="00E67A1E" w:rsidP="00EF6F81">
      <w:pPr>
        <w:jc w:val="center"/>
        <w:rPr>
          <w:szCs w:val="28"/>
        </w:rPr>
        <w:sectPr w:rsidR="00E67A1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67A1E" w:rsidRDefault="00E67A1E" w:rsidP="00753FD7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67A1E" w:rsidRPr="00D13FB1" w:rsidRDefault="00E67A1E" w:rsidP="005040C7">
      <w:pPr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67A1E" w:rsidRDefault="00E67A1E" w:rsidP="00225687">
      <w:pPr>
        <w:ind w:firstLine="709"/>
        <w:jc w:val="both"/>
      </w:pPr>
    </w:p>
    <w:p w:rsidR="00E67A1E" w:rsidRDefault="00E67A1E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67A1E" w:rsidRDefault="00E67A1E" w:rsidP="00EF6F81">
      <w:pPr>
        <w:jc w:val="center"/>
        <w:rPr>
          <w:szCs w:val="28"/>
        </w:rPr>
      </w:pPr>
    </w:p>
    <w:p w:rsidR="00E67A1E" w:rsidRPr="00D13FB1" w:rsidRDefault="00E67A1E" w:rsidP="005E5E02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67A1E" w:rsidRPr="00950972" w:rsidRDefault="00E67A1E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p w:rsidR="00E67A1E" w:rsidRDefault="00E67A1E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E67A1E" w:rsidTr="00AA7AF2">
        <w:tc>
          <w:tcPr>
            <w:tcW w:w="648" w:type="dxa"/>
            <w:vMerge w:val="restart"/>
            <w:vAlign w:val="center"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67A1E" w:rsidRPr="00AC26F6" w:rsidRDefault="00E67A1E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67A1E" w:rsidRPr="00AC26F6" w:rsidRDefault="00E67A1E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67A1E" w:rsidTr="00AA7AF2">
        <w:tc>
          <w:tcPr>
            <w:tcW w:w="648" w:type="dxa"/>
            <w:vMerge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67A1E" w:rsidRPr="00AC26F6" w:rsidRDefault="00E67A1E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67A1E" w:rsidRPr="00AC26F6" w:rsidRDefault="00E67A1E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E67A1E" w:rsidTr="00AA7AF2">
        <w:tc>
          <w:tcPr>
            <w:tcW w:w="648" w:type="dxa"/>
          </w:tcPr>
          <w:p w:rsidR="00E67A1E" w:rsidRPr="00AC26F6" w:rsidRDefault="00E67A1E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67A1E" w:rsidRPr="00AC26F6" w:rsidRDefault="00E67A1E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67A1E" w:rsidRPr="00AC26F6" w:rsidRDefault="00E67A1E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67A1E" w:rsidRPr="00AC26F6" w:rsidRDefault="00E67A1E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67A1E" w:rsidRPr="00AC26F6" w:rsidRDefault="00E67A1E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67A1E" w:rsidRPr="00AC26F6" w:rsidRDefault="00E67A1E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67A1E" w:rsidTr="00AA7AF2">
        <w:tc>
          <w:tcPr>
            <w:tcW w:w="648" w:type="dxa"/>
            <w:vAlign w:val="center"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E67A1E" w:rsidRPr="00AC26F6" w:rsidRDefault="00E67A1E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т</w:t>
            </w:r>
            <w:r w:rsidRPr="006D2BB7">
              <w:rPr>
                <w:szCs w:val="28"/>
              </w:rPr>
              <w:t>актильны</w:t>
            </w:r>
            <w:r>
              <w:rPr>
                <w:szCs w:val="28"/>
              </w:rPr>
              <w:t>х лент в здание</w:t>
            </w:r>
            <w:r w:rsidRPr="006D2BB7">
              <w:rPr>
                <w:szCs w:val="28"/>
              </w:rPr>
              <w:t xml:space="preserve"> администрации</w:t>
            </w:r>
          </w:p>
        </w:tc>
        <w:tc>
          <w:tcPr>
            <w:tcW w:w="1620" w:type="dxa"/>
            <w:vAlign w:val="center"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E67A1E" w:rsidTr="00AA7AF2">
        <w:tc>
          <w:tcPr>
            <w:tcW w:w="648" w:type="dxa"/>
            <w:vAlign w:val="center"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E67A1E" w:rsidRPr="00AC26F6" w:rsidRDefault="00E67A1E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тактильных табличек в здание администрации</w:t>
            </w:r>
          </w:p>
        </w:tc>
        <w:tc>
          <w:tcPr>
            <w:tcW w:w="1620" w:type="dxa"/>
            <w:vAlign w:val="center"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67A1E" w:rsidRPr="00AC26F6" w:rsidRDefault="00E67A1E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E67A1E" w:rsidRPr="00A74297" w:rsidRDefault="00E67A1E" w:rsidP="00225687">
      <w:pPr>
        <w:jc w:val="center"/>
        <w:rPr>
          <w:b/>
          <w:szCs w:val="28"/>
        </w:rPr>
      </w:pPr>
    </w:p>
    <w:p w:rsidR="00E67A1E" w:rsidRPr="00225687" w:rsidRDefault="00E67A1E">
      <w:pPr>
        <w:rPr>
          <w:sz w:val="6"/>
          <w:szCs w:val="6"/>
        </w:rPr>
      </w:pPr>
    </w:p>
    <w:p w:rsidR="00E67A1E" w:rsidRDefault="00E67A1E" w:rsidP="0054045D">
      <w:pPr>
        <w:pStyle w:val="ConsPlusNormal0"/>
        <w:jc w:val="center"/>
        <w:rPr>
          <w:b/>
        </w:rPr>
      </w:pPr>
    </w:p>
    <w:p w:rsidR="00E67A1E" w:rsidRDefault="00E67A1E" w:rsidP="0054045D">
      <w:pPr>
        <w:pStyle w:val="ConsPlusNormal0"/>
        <w:jc w:val="center"/>
        <w:rPr>
          <w:b/>
        </w:rPr>
      </w:pPr>
    </w:p>
    <w:p w:rsidR="00E67A1E" w:rsidRDefault="00E67A1E" w:rsidP="0054045D">
      <w:pPr>
        <w:pStyle w:val="ConsPlusNormal0"/>
        <w:jc w:val="center"/>
        <w:rPr>
          <w:b/>
        </w:rPr>
      </w:pPr>
    </w:p>
    <w:p w:rsidR="00E67A1E" w:rsidRDefault="00E67A1E" w:rsidP="0054045D">
      <w:pPr>
        <w:pStyle w:val="ConsPlusNormal0"/>
        <w:jc w:val="center"/>
        <w:rPr>
          <w:b/>
        </w:rPr>
      </w:pPr>
    </w:p>
    <w:p w:rsidR="00E67A1E" w:rsidRDefault="00E67A1E" w:rsidP="0054045D">
      <w:pPr>
        <w:pStyle w:val="ConsPlusNormal0"/>
        <w:jc w:val="center"/>
        <w:rPr>
          <w:b/>
        </w:rPr>
      </w:pPr>
    </w:p>
    <w:p w:rsidR="00E67A1E" w:rsidRDefault="00E67A1E" w:rsidP="0054045D">
      <w:pPr>
        <w:pStyle w:val="ConsPlusNormal0"/>
        <w:jc w:val="center"/>
        <w:rPr>
          <w:b/>
        </w:rPr>
      </w:pPr>
    </w:p>
    <w:p w:rsidR="00E67A1E" w:rsidRDefault="00E67A1E" w:rsidP="0054045D">
      <w:pPr>
        <w:pStyle w:val="ConsPlusNormal0"/>
        <w:jc w:val="center"/>
        <w:rPr>
          <w:b/>
        </w:rPr>
      </w:pPr>
    </w:p>
    <w:p w:rsidR="00E67A1E" w:rsidRDefault="00E67A1E" w:rsidP="0054045D">
      <w:pPr>
        <w:pStyle w:val="ConsPlusNormal0"/>
        <w:jc w:val="center"/>
        <w:rPr>
          <w:b/>
        </w:rPr>
      </w:pPr>
    </w:p>
    <w:p w:rsidR="00E67A1E" w:rsidRDefault="00E67A1E" w:rsidP="0054045D">
      <w:pPr>
        <w:pStyle w:val="ConsPlusNormal0"/>
        <w:jc w:val="center"/>
        <w:rPr>
          <w:b/>
        </w:rPr>
      </w:pPr>
    </w:p>
    <w:p w:rsidR="00E67A1E" w:rsidRDefault="00E67A1E" w:rsidP="0054045D">
      <w:pPr>
        <w:pStyle w:val="ConsPlusNormal0"/>
        <w:jc w:val="center"/>
        <w:rPr>
          <w:b/>
        </w:rPr>
      </w:pPr>
    </w:p>
    <w:p w:rsidR="00E67A1E" w:rsidRPr="003C75F8" w:rsidRDefault="00E67A1E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67A1E" w:rsidRPr="003C75F8" w:rsidRDefault="00E67A1E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67A1E" w:rsidRPr="00D13FB1" w:rsidRDefault="00E67A1E" w:rsidP="005E5E02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67A1E" w:rsidRPr="00950972" w:rsidRDefault="00E67A1E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E67A1E" w:rsidRPr="005E5E02" w:rsidTr="00AA7AF2">
        <w:tc>
          <w:tcPr>
            <w:tcW w:w="594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67A1E" w:rsidRPr="005E5E02" w:rsidRDefault="00E67A1E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E67A1E" w:rsidRPr="005E5E02" w:rsidTr="00AA7AF2">
        <w:trPr>
          <w:tblHeader/>
        </w:trPr>
        <w:tc>
          <w:tcPr>
            <w:tcW w:w="468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E67A1E" w:rsidRPr="005E5E02" w:rsidTr="00AA7AF2">
        <w:tc>
          <w:tcPr>
            <w:tcW w:w="468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E67A1E" w:rsidRPr="00FA7E4D" w:rsidRDefault="00E67A1E" w:rsidP="00AA7AF2">
            <w:pPr>
              <w:rPr>
                <w:sz w:val="24"/>
                <w:szCs w:val="24"/>
              </w:rPr>
            </w:pPr>
            <w:r w:rsidRPr="00FA7E4D">
              <w:rPr>
                <w:sz w:val="24"/>
                <w:szCs w:val="24"/>
              </w:rPr>
              <w:t>приобретение тактильных лент в здание администрации</w:t>
            </w:r>
          </w:p>
        </w:tc>
        <w:tc>
          <w:tcPr>
            <w:tcW w:w="1220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770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67A1E" w:rsidRPr="00BD6669" w:rsidTr="00AA7AF2">
        <w:tc>
          <w:tcPr>
            <w:tcW w:w="468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2884" w:type="dxa"/>
          </w:tcPr>
          <w:p w:rsidR="00E67A1E" w:rsidRPr="00FA7E4D" w:rsidRDefault="00E67A1E" w:rsidP="00AA7AF2">
            <w:pPr>
              <w:rPr>
                <w:sz w:val="24"/>
                <w:szCs w:val="24"/>
              </w:rPr>
            </w:pPr>
            <w:r w:rsidRPr="00FA7E4D">
              <w:rPr>
                <w:sz w:val="24"/>
                <w:szCs w:val="24"/>
              </w:rPr>
              <w:t>приобретение тактильных табличек в здание администрации</w:t>
            </w:r>
          </w:p>
        </w:tc>
        <w:tc>
          <w:tcPr>
            <w:tcW w:w="1220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67A1E" w:rsidRPr="005E5E02" w:rsidRDefault="00E67A1E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E67A1E" w:rsidRPr="00BD6669" w:rsidRDefault="00E67A1E" w:rsidP="00AA7AF2">
            <w:pPr>
              <w:jc w:val="center"/>
            </w:pPr>
          </w:p>
        </w:tc>
        <w:tc>
          <w:tcPr>
            <w:tcW w:w="1800" w:type="dxa"/>
            <w:vMerge/>
          </w:tcPr>
          <w:p w:rsidR="00E67A1E" w:rsidRPr="00BD6669" w:rsidRDefault="00E67A1E" w:rsidP="00AA7AF2">
            <w:pPr>
              <w:jc w:val="center"/>
            </w:pPr>
          </w:p>
        </w:tc>
        <w:tc>
          <w:tcPr>
            <w:tcW w:w="2258" w:type="dxa"/>
            <w:vMerge/>
          </w:tcPr>
          <w:p w:rsidR="00E67A1E" w:rsidRPr="00BD6669" w:rsidRDefault="00E67A1E" w:rsidP="00AA7AF2">
            <w:pPr>
              <w:jc w:val="center"/>
            </w:pPr>
          </w:p>
        </w:tc>
      </w:tr>
    </w:tbl>
    <w:p w:rsidR="00E67A1E" w:rsidRPr="0054045D" w:rsidRDefault="00E67A1E">
      <w:pPr>
        <w:rPr>
          <w:sz w:val="6"/>
          <w:szCs w:val="6"/>
        </w:rPr>
      </w:pPr>
    </w:p>
    <w:p w:rsidR="00E67A1E" w:rsidRDefault="00E67A1E" w:rsidP="00FA1A72">
      <w:pPr>
        <w:jc w:val="both"/>
        <w:rPr>
          <w:szCs w:val="28"/>
        </w:rPr>
      </w:pPr>
    </w:p>
    <w:p w:rsidR="00E67A1E" w:rsidRDefault="00E67A1E" w:rsidP="00FA1A72">
      <w:pPr>
        <w:jc w:val="both"/>
        <w:rPr>
          <w:szCs w:val="28"/>
        </w:rPr>
      </w:pPr>
    </w:p>
    <w:p w:rsidR="00E67A1E" w:rsidRDefault="00E67A1E" w:rsidP="00FA1A72">
      <w:pPr>
        <w:jc w:val="both"/>
        <w:rPr>
          <w:szCs w:val="28"/>
        </w:rPr>
      </w:pPr>
    </w:p>
    <w:p w:rsidR="00E67A1E" w:rsidRDefault="00E67A1E" w:rsidP="00FA1A72">
      <w:pPr>
        <w:jc w:val="both"/>
        <w:rPr>
          <w:szCs w:val="28"/>
        </w:rPr>
      </w:pPr>
    </w:p>
    <w:p w:rsidR="00E67A1E" w:rsidRDefault="00E67A1E" w:rsidP="00FA1A72">
      <w:pPr>
        <w:jc w:val="both"/>
        <w:rPr>
          <w:szCs w:val="28"/>
        </w:rPr>
      </w:pPr>
    </w:p>
    <w:p w:rsidR="00E67A1E" w:rsidRDefault="00E67A1E" w:rsidP="00FA1A72">
      <w:pPr>
        <w:jc w:val="both"/>
        <w:rPr>
          <w:szCs w:val="28"/>
        </w:rPr>
      </w:pPr>
    </w:p>
    <w:p w:rsidR="00E67A1E" w:rsidRDefault="00E67A1E" w:rsidP="00FA1A72">
      <w:pPr>
        <w:jc w:val="both"/>
        <w:rPr>
          <w:szCs w:val="28"/>
        </w:rPr>
      </w:pPr>
    </w:p>
    <w:p w:rsidR="00E67A1E" w:rsidRPr="00753FD7" w:rsidRDefault="00E67A1E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E67A1E" w:rsidRPr="00D13FB1" w:rsidRDefault="00E67A1E" w:rsidP="00F872FB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E67A1E" w:rsidRDefault="00E67A1E" w:rsidP="00CC0414">
      <w:pPr>
        <w:jc w:val="center"/>
        <w:rPr>
          <w:b/>
          <w:szCs w:val="28"/>
        </w:rPr>
      </w:pPr>
    </w:p>
    <w:p w:rsidR="00E67A1E" w:rsidRDefault="00E67A1E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67A1E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7A1E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500747" w:rsidRDefault="00E67A1E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500747" w:rsidRDefault="00E67A1E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500747" w:rsidRDefault="00E67A1E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500747" w:rsidRDefault="00E67A1E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500747" w:rsidRDefault="00E67A1E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A1E" w:rsidRPr="00500747" w:rsidRDefault="00E67A1E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7A1E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500747" w:rsidRDefault="00E67A1E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500747" w:rsidRDefault="00E67A1E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500747" w:rsidRDefault="00E67A1E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500747" w:rsidRDefault="00E67A1E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500747" w:rsidRDefault="00E67A1E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500747" w:rsidRDefault="00E67A1E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A1E" w:rsidRPr="00500747" w:rsidRDefault="00E67A1E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7A1E" w:rsidRDefault="00E67A1E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67A1E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F872FB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F872FB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F872FB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F872FB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F872FB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F872FB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F872FB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F872FB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F872FB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F872FB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A1E" w:rsidRPr="00F872FB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E67A1E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A1E" w:rsidRDefault="00E67A1E" w:rsidP="00AA7AF2">
            <w:pPr>
              <w:rPr>
                <w:sz w:val="24"/>
                <w:szCs w:val="24"/>
                <w:shd w:val="clear" w:color="auto" w:fill="FFFFFF"/>
              </w:rPr>
            </w:pPr>
            <w:r w:rsidRPr="00F872FB">
              <w:rPr>
                <w:sz w:val="24"/>
                <w:szCs w:val="24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E67A1E" w:rsidRPr="00F872FB" w:rsidRDefault="00E67A1E" w:rsidP="00AA7AF2">
            <w:pPr>
              <w:rPr>
                <w:sz w:val="24"/>
                <w:szCs w:val="24"/>
              </w:rPr>
            </w:pPr>
          </w:p>
        </w:tc>
      </w:tr>
      <w:tr w:rsidR="00E67A1E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A1E" w:rsidRDefault="00E67A1E" w:rsidP="00AA7AF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68C">
              <w:rPr>
                <w:rFonts w:ascii="Times New Roman" w:hAnsi="Times New Roman"/>
                <w:sz w:val="24"/>
                <w:szCs w:val="24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  <w:p w:rsidR="00E67A1E" w:rsidRPr="0072468C" w:rsidRDefault="00E67A1E" w:rsidP="00AA7AF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A1E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72468C" w:rsidRDefault="00E67A1E" w:rsidP="00AA7A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F49D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A1E" w:rsidRPr="0072468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72468C">
              <w:rPr>
                <w:rFonts w:ascii="Times New Roman" w:hAnsi="Times New Roman" w:cs="Times New Roman"/>
              </w:rPr>
              <w:t>даптация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67A1E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67A1E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67A1E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7A1E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A1E" w:rsidRPr="00B6573C" w:rsidRDefault="00E67A1E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67A1E" w:rsidRPr="00B6573C" w:rsidRDefault="00E67A1E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67A1E" w:rsidRDefault="00E67A1E" w:rsidP="00EF6F81">
      <w:pPr>
        <w:jc w:val="center"/>
        <w:rPr>
          <w:szCs w:val="28"/>
        </w:rPr>
      </w:pPr>
    </w:p>
    <w:p w:rsidR="00E67A1E" w:rsidRDefault="00E67A1E" w:rsidP="00EF6F81">
      <w:pPr>
        <w:jc w:val="center"/>
        <w:rPr>
          <w:szCs w:val="28"/>
        </w:rPr>
        <w:sectPr w:rsidR="00E67A1E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67A1E" w:rsidRPr="00484E94" w:rsidRDefault="00E67A1E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67A1E" w:rsidRPr="00484E94" w:rsidRDefault="00E67A1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67A1E" w:rsidRPr="00484E94" w:rsidRDefault="00E67A1E" w:rsidP="00484E94">
      <w:pPr>
        <w:pStyle w:val="ConsPlusNormal0"/>
        <w:jc w:val="center"/>
        <w:rPr>
          <w:szCs w:val="28"/>
        </w:rPr>
      </w:pPr>
    </w:p>
    <w:p w:rsidR="00E67A1E" w:rsidRPr="0016103B" w:rsidRDefault="00E67A1E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06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67A1E" w:rsidRPr="00484E94" w:rsidRDefault="00E67A1E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67A1E" w:rsidRDefault="00E67A1E" w:rsidP="00484E94">
      <w:pPr>
        <w:jc w:val="both"/>
      </w:pPr>
    </w:p>
    <w:p w:rsidR="00E67A1E" w:rsidRPr="00484E94" w:rsidRDefault="00E67A1E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67A1E" w:rsidRPr="00484E94" w:rsidRDefault="00E67A1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67A1E" w:rsidRPr="00484E94" w:rsidRDefault="00E67A1E" w:rsidP="00484E94">
      <w:pPr>
        <w:pStyle w:val="ConsPlusNormal0"/>
        <w:jc w:val="both"/>
        <w:rPr>
          <w:szCs w:val="28"/>
        </w:rPr>
      </w:pP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E67A1E" w:rsidRDefault="00E67A1E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E67A1E" w:rsidRPr="007F34E4" w:rsidRDefault="00E67A1E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E67A1E" w:rsidRPr="007F34E4" w:rsidRDefault="00E67A1E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E67A1E" w:rsidRPr="007F34E4" w:rsidRDefault="00E67A1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E67A1E" w:rsidRPr="007F34E4" w:rsidRDefault="00E67A1E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67A1E" w:rsidRPr="007F34E4" w:rsidRDefault="00E67A1E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E67A1E" w:rsidRDefault="00E67A1E" w:rsidP="00484E94">
      <w:pPr>
        <w:ind w:firstLine="709"/>
        <w:jc w:val="both"/>
        <w:rPr>
          <w:szCs w:val="28"/>
        </w:rPr>
      </w:pPr>
    </w:p>
    <w:p w:rsidR="00E67A1E" w:rsidRDefault="00E67A1E" w:rsidP="00484E94">
      <w:pPr>
        <w:ind w:firstLine="709"/>
        <w:jc w:val="both"/>
        <w:rPr>
          <w:szCs w:val="28"/>
        </w:rPr>
      </w:pPr>
    </w:p>
    <w:p w:rsidR="00E67A1E" w:rsidRDefault="00E67A1E" w:rsidP="00484E94">
      <w:pPr>
        <w:ind w:firstLine="709"/>
        <w:jc w:val="both"/>
        <w:rPr>
          <w:szCs w:val="28"/>
        </w:rPr>
      </w:pPr>
    </w:p>
    <w:p w:rsidR="00E67A1E" w:rsidRDefault="00E67A1E" w:rsidP="00484E94">
      <w:pPr>
        <w:ind w:firstLine="709"/>
        <w:jc w:val="both"/>
        <w:rPr>
          <w:szCs w:val="28"/>
        </w:rPr>
      </w:pPr>
    </w:p>
    <w:p w:rsidR="00E67A1E" w:rsidRDefault="00E67A1E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E67A1E" w:rsidRDefault="00E67A1E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E67A1E" w:rsidRDefault="00E67A1E" w:rsidP="00484E94">
      <w:pPr>
        <w:ind w:firstLine="709"/>
        <w:jc w:val="both"/>
        <w:rPr>
          <w:szCs w:val="28"/>
        </w:rPr>
      </w:pPr>
    </w:p>
    <w:p w:rsidR="00E67A1E" w:rsidRDefault="00E67A1E" w:rsidP="00010261">
      <w:pPr>
        <w:jc w:val="both"/>
        <w:rPr>
          <w:szCs w:val="28"/>
        </w:rPr>
        <w:sectPr w:rsidR="00E67A1E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E67A1E" w:rsidRDefault="00E67A1E" w:rsidP="001F5CA2">
      <w:pPr>
        <w:jc w:val="center"/>
        <w:rPr>
          <w:b/>
        </w:rPr>
      </w:pPr>
    </w:p>
    <w:sectPr w:rsidR="00E67A1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A1E" w:rsidRDefault="00E67A1E" w:rsidP="00EF6F81">
      <w:r>
        <w:separator/>
      </w:r>
    </w:p>
  </w:endnote>
  <w:endnote w:type="continuationSeparator" w:id="0">
    <w:p w:rsidR="00E67A1E" w:rsidRDefault="00E67A1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A1E" w:rsidRDefault="00E67A1E" w:rsidP="00EF6F81">
      <w:r>
        <w:separator/>
      </w:r>
    </w:p>
  </w:footnote>
  <w:footnote w:type="continuationSeparator" w:id="0">
    <w:p w:rsidR="00E67A1E" w:rsidRDefault="00E67A1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1E" w:rsidRDefault="00E67A1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1E" w:rsidRDefault="00E67A1E">
    <w:pPr>
      <w:pStyle w:val="Header"/>
      <w:jc w:val="center"/>
    </w:pPr>
  </w:p>
  <w:p w:rsidR="00E67A1E" w:rsidRDefault="00E67A1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67A1E" w:rsidRPr="005E024B" w:rsidRDefault="00E67A1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96AB5"/>
    <w:rsid w:val="000A5167"/>
    <w:rsid w:val="000B4AE6"/>
    <w:rsid w:val="000C1918"/>
    <w:rsid w:val="000C3C23"/>
    <w:rsid w:val="000C3FBF"/>
    <w:rsid w:val="000C4DD5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973F4"/>
    <w:rsid w:val="001A1BB4"/>
    <w:rsid w:val="001A3BDC"/>
    <w:rsid w:val="001B2BE7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1E30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10A"/>
    <w:rsid w:val="002E03BF"/>
    <w:rsid w:val="002E291E"/>
    <w:rsid w:val="002E5323"/>
    <w:rsid w:val="002E62B4"/>
    <w:rsid w:val="00306055"/>
    <w:rsid w:val="0031157F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87346"/>
    <w:rsid w:val="00491923"/>
    <w:rsid w:val="00494369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40C7"/>
    <w:rsid w:val="0050519C"/>
    <w:rsid w:val="00506C43"/>
    <w:rsid w:val="00510D19"/>
    <w:rsid w:val="005343D6"/>
    <w:rsid w:val="0053507E"/>
    <w:rsid w:val="005356D9"/>
    <w:rsid w:val="0054045D"/>
    <w:rsid w:val="0054063E"/>
    <w:rsid w:val="005450A9"/>
    <w:rsid w:val="0055164A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5CF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305B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4708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47804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10400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3209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2287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02AD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179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5417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67A1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AA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4673"/>
    <w:rsid w:val="00F162F0"/>
    <w:rsid w:val="00F224D3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A7E4D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E32A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1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2114</TotalTime>
  <Pages>11</Pages>
  <Words>1645</Words>
  <Characters>9377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204</cp:revision>
  <cp:lastPrinted>2022-12-27T07:51:00Z</cp:lastPrinted>
  <dcterms:created xsi:type="dcterms:W3CDTF">2018-08-07T11:48:00Z</dcterms:created>
  <dcterms:modified xsi:type="dcterms:W3CDTF">2022-12-28T10:46:00Z</dcterms:modified>
</cp:coreProperties>
</file>