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00" w:rsidRPr="00206D5E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64B00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64B00" w:rsidRDefault="00A64B0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64B00" w:rsidRPr="00D737C3" w:rsidRDefault="00A64B0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27.12.2022 г. № 252</w:t>
      </w: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64236D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Pr="00C97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A64B00" w:rsidRPr="00D737C3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64B00" w:rsidRPr="006069E5">
        <w:tc>
          <w:tcPr>
            <w:tcW w:w="1162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64B00" w:rsidRPr="006069E5">
        <w:tc>
          <w:tcPr>
            <w:tcW w:w="1162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64B00" w:rsidRPr="0064236D" w:rsidRDefault="00A64B0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64B00" w:rsidRPr="006069E5">
        <w:trPr>
          <w:tblHeader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64B00" w:rsidRPr="006069E5">
        <w:trPr>
          <w:trHeight w:val="147"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A64B00" w:rsidRPr="006069E5" w:rsidRDefault="00A64B0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307E6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3454FC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64B00" w:rsidRPr="008A6FA1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p w:rsidR="00A64B00" w:rsidRPr="0064236D" w:rsidRDefault="00A64B0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64B0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B00" w:rsidRDefault="00A64B00" w:rsidP="007D6942">
      <w:r>
        <w:separator/>
      </w:r>
    </w:p>
  </w:endnote>
  <w:endnote w:type="continuationSeparator" w:id="0">
    <w:p w:rsidR="00A64B00" w:rsidRDefault="00A64B0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B00" w:rsidRDefault="00A64B00" w:rsidP="007D6942">
      <w:r>
        <w:separator/>
      </w:r>
    </w:p>
  </w:footnote>
  <w:footnote w:type="continuationSeparator" w:id="0">
    <w:p w:rsidR="00A64B00" w:rsidRDefault="00A64B0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00" w:rsidRDefault="00A64B00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A64B00" w:rsidRPr="00A80EF1" w:rsidRDefault="00A64B0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42116"/>
    <w:rsid w:val="00250BFB"/>
    <w:rsid w:val="002534FD"/>
    <w:rsid w:val="0026150E"/>
    <w:rsid w:val="00285170"/>
    <w:rsid w:val="0029095A"/>
    <w:rsid w:val="00294148"/>
    <w:rsid w:val="002A054F"/>
    <w:rsid w:val="00307E69"/>
    <w:rsid w:val="0032383C"/>
    <w:rsid w:val="00333296"/>
    <w:rsid w:val="003343E6"/>
    <w:rsid w:val="003432B5"/>
    <w:rsid w:val="003454FC"/>
    <w:rsid w:val="00352444"/>
    <w:rsid w:val="00393B47"/>
    <w:rsid w:val="003A1A1D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1727A"/>
    <w:rsid w:val="00722692"/>
    <w:rsid w:val="0072468C"/>
    <w:rsid w:val="007D6942"/>
    <w:rsid w:val="007F7199"/>
    <w:rsid w:val="0080164D"/>
    <w:rsid w:val="0081247D"/>
    <w:rsid w:val="00842F78"/>
    <w:rsid w:val="00851081"/>
    <w:rsid w:val="008955A6"/>
    <w:rsid w:val="008A6FA1"/>
    <w:rsid w:val="008C28BE"/>
    <w:rsid w:val="00905C09"/>
    <w:rsid w:val="0096355C"/>
    <w:rsid w:val="00963883"/>
    <w:rsid w:val="009C53E4"/>
    <w:rsid w:val="009C54BC"/>
    <w:rsid w:val="009C5D51"/>
    <w:rsid w:val="009D37BC"/>
    <w:rsid w:val="009F3D7B"/>
    <w:rsid w:val="009F48C9"/>
    <w:rsid w:val="00A07A7B"/>
    <w:rsid w:val="00A10279"/>
    <w:rsid w:val="00A24EA6"/>
    <w:rsid w:val="00A41751"/>
    <w:rsid w:val="00A63C9E"/>
    <w:rsid w:val="00A64B00"/>
    <w:rsid w:val="00A745EF"/>
    <w:rsid w:val="00A80EF1"/>
    <w:rsid w:val="00A9268B"/>
    <w:rsid w:val="00AC03D6"/>
    <w:rsid w:val="00AC4B7D"/>
    <w:rsid w:val="00AC7CC0"/>
    <w:rsid w:val="00B47DD0"/>
    <w:rsid w:val="00B75B97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737C3"/>
    <w:rsid w:val="00DB24AE"/>
    <w:rsid w:val="00DB721F"/>
    <w:rsid w:val="00DC6D6A"/>
    <w:rsid w:val="00E3318F"/>
    <w:rsid w:val="00E57E39"/>
    <w:rsid w:val="00E641CE"/>
    <w:rsid w:val="00E73D5F"/>
    <w:rsid w:val="00E8140E"/>
    <w:rsid w:val="00EE3424"/>
    <w:rsid w:val="00F10576"/>
    <w:rsid w:val="00F20843"/>
    <w:rsid w:val="00F233BB"/>
    <w:rsid w:val="00F40D21"/>
    <w:rsid w:val="00F4487B"/>
    <w:rsid w:val="00F70215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305</TotalTime>
  <Pages>2</Pages>
  <Words>223</Words>
  <Characters>1274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68</cp:revision>
  <cp:lastPrinted>2021-12-27T06:11:00Z</cp:lastPrinted>
  <dcterms:created xsi:type="dcterms:W3CDTF">2021-05-31T11:19:00Z</dcterms:created>
  <dcterms:modified xsi:type="dcterms:W3CDTF">2022-12-28T07:03:00Z</dcterms:modified>
</cp:coreProperties>
</file>