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C83" w:rsidRDefault="00363C83" w:rsidP="0079571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363C83" w:rsidRDefault="00363C83" w:rsidP="0079571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Старотитаровского</w:t>
      </w:r>
    </w:p>
    <w:p w:rsidR="00363C83" w:rsidRDefault="00363C83" w:rsidP="0079571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363C83" w:rsidRDefault="00363C83" w:rsidP="0079571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27.12.2022 г. № 258</w:t>
      </w:r>
    </w:p>
    <w:p w:rsidR="00363C83" w:rsidRDefault="00363C83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363C83" w:rsidRDefault="00363C83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363C83" w:rsidRPr="00D737C3" w:rsidRDefault="00363C83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363C83" w:rsidRDefault="00363C83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363C83" w:rsidRPr="0070118C" w:rsidRDefault="00363C83" w:rsidP="0070118C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  <w:r w:rsidRPr="0070118C">
        <w:rPr>
          <w:rFonts w:ascii="Times New Roman" w:hAnsi="Times New Roman" w:cs="Times New Roman"/>
          <w:b/>
          <w:bCs/>
          <w:sz w:val="28"/>
          <w:szCs w:val="28"/>
        </w:rPr>
        <w:t>«О мероприятиях, проводимых администрацией Старотитаровского сельского поселения Темрюкского района к праздничным дням и памятным датам» на 202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70118C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363C83" w:rsidRDefault="00363C83" w:rsidP="00D737C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63C83" w:rsidRPr="00D737C3" w:rsidRDefault="00363C83" w:rsidP="00D737C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363C83" w:rsidRPr="006069E5">
        <w:tc>
          <w:tcPr>
            <w:tcW w:w="1162" w:type="dxa"/>
            <w:vMerge w:val="restart"/>
          </w:tcPr>
          <w:p w:rsidR="00363C83" w:rsidRPr="006069E5" w:rsidRDefault="00363C8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363C83" w:rsidRPr="006069E5" w:rsidRDefault="00363C8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363C83" w:rsidRPr="006069E5" w:rsidRDefault="00363C8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363C83" w:rsidRPr="006069E5" w:rsidRDefault="00363C8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363C83" w:rsidRPr="006069E5" w:rsidRDefault="00363C8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363C83" w:rsidRPr="006069E5" w:rsidRDefault="00363C8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363C83" w:rsidRPr="006069E5" w:rsidRDefault="00363C8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363C83" w:rsidRPr="006069E5">
        <w:tc>
          <w:tcPr>
            <w:tcW w:w="1162" w:type="dxa"/>
            <w:vMerge/>
          </w:tcPr>
          <w:p w:rsidR="00363C83" w:rsidRPr="006069E5" w:rsidRDefault="00363C8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363C83" w:rsidRPr="006069E5" w:rsidRDefault="00363C8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363C83" w:rsidRPr="006069E5" w:rsidRDefault="00363C8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363C83" w:rsidRPr="006069E5" w:rsidRDefault="00363C8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363C83" w:rsidRPr="006069E5" w:rsidRDefault="00363C8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363C83" w:rsidRPr="006069E5" w:rsidRDefault="00363C8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363C83" w:rsidRPr="006069E5" w:rsidRDefault="00363C83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363C83" w:rsidRPr="006069E5" w:rsidRDefault="00363C83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363C83" w:rsidRPr="006069E5" w:rsidRDefault="00363C83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363C83" w:rsidRPr="006069E5" w:rsidRDefault="00363C83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363C83" w:rsidRPr="0064236D" w:rsidRDefault="00363C83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363C83" w:rsidRPr="006069E5">
        <w:trPr>
          <w:tblHeader/>
        </w:trPr>
        <w:tc>
          <w:tcPr>
            <w:tcW w:w="1151" w:type="dxa"/>
          </w:tcPr>
          <w:p w:rsidR="00363C83" w:rsidRPr="006069E5" w:rsidRDefault="00363C8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363C83" w:rsidRPr="006069E5" w:rsidRDefault="00363C8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363C83" w:rsidRPr="006069E5" w:rsidRDefault="00363C8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363C83" w:rsidRPr="006069E5" w:rsidRDefault="00363C8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363C83" w:rsidRPr="006069E5" w:rsidRDefault="00363C8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363C83" w:rsidRPr="006069E5" w:rsidRDefault="00363C8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363C83" w:rsidRPr="006069E5" w:rsidRDefault="00363C8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363C83" w:rsidRPr="006069E5" w:rsidRDefault="00363C8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363C83" w:rsidRPr="006069E5" w:rsidRDefault="00363C8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363C83" w:rsidRPr="006069E5" w:rsidRDefault="00363C8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363C83" w:rsidRPr="006069E5">
        <w:tc>
          <w:tcPr>
            <w:tcW w:w="1151" w:type="dxa"/>
          </w:tcPr>
          <w:p w:rsidR="00363C83" w:rsidRPr="006069E5" w:rsidRDefault="00363C8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16" w:type="dxa"/>
          </w:tcPr>
          <w:p w:rsidR="00363C83" w:rsidRPr="006069E5" w:rsidRDefault="00363C8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363C83" w:rsidRDefault="00363C83" w:rsidP="00AD1F6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AD1F69">
              <w:rPr>
                <w:rFonts w:ascii="Times New Roman" w:hAnsi="Times New Roman" w:cs="Times New Roman"/>
              </w:rPr>
              <w:t xml:space="preserve">Проведение мероприятий по организации и проведению государственных, международных и профессиональных </w:t>
            </w:r>
          </w:p>
          <w:p w:rsidR="00363C83" w:rsidRDefault="00363C83" w:rsidP="00AD1F6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363C83" w:rsidRDefault="00363C83" w:rsidP="00AD1F6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363C83" w:rsidRDefault="00363C83" w:rsidP="00AD1F6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363C83" w:rsidRDefault="00363C83" w:rsidP="00AD1F6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363C83" w:rsidRPr="00AD1F69" w:rsidRDefault="00363C83" w:rsidP="00AD1F6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AD1F69">
              <w:rPr>
                <w:rFonts w:ascii="Times New Roman" w:hAnsi="Times New Roman" w:cs="Times New Roman"/>
              </w:rPr>
              <w:t>праздников,  памятных дат и знаменательных событий для Краснодарского края, Темрюкского района и Старотитаровского сельского поселения Темрюкского района</w:t>
            </w:r>
          </w:p>
          <w:p w:rsidR="00363C83" w:rsidRPr="006069E5" w:rsidRDefault="00363C83" w:rsidP="00580DF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363C83" w:rsidRPr="006069E5" w:rsidRDefault="00363C83" w:rsidP="001E708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363C83" w:rsidRPr="00B975E4" w:rsidRDefault="00363C83" w:rsidP="00B975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363C83" w:rsidRPr="006069E5" w:rsidRDefault="00363C8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09.01.2023 г.- 31.12.2023 г.</w:t>
            </w:r>
          </w:p>
        </w:tc>
        <w:tc>
          <w:tcPr>
            <w:tcW w:w="1800" w:type="dxa"/>
          </w:tcPr>
          <w:p w:rsidR="00363C83" w:rsidRPr="006069E5" w:rsidRDefault="00363C8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992 0113 5510110930 244</w:t>
            </w:r>
          </w:p>
        </w:tc>
        <w:tc>
          <w:tcPr>
            <w:tcW w:w="1260" w:type="dxa"/>
          </w:tcPr>
          <w:p w:rsidR="00363C83" w:rsidRPr="006069E5" w:rsidRDefault="00363C83" w:rsidP="00BA441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363C83" w:rsidRPr="006069E5" w:rsidRDefault="00363C83" w:rsidP="00BA441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080" w:type="dxa"/>
          </w:tcPr>
          <w:p w:rsidR="00363C83" w:rsidRPr="006069E5" w:rsidRDefault="00363C83" w:rsidP="00BA441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</w:tcPr>
          <w:p w:rsidR="00363C83" w:rsidRPr="006069E5" w:rsidRDefault="00363C83" w:rsidP="00BA441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363C83" w:rsidRPr="006069E5">
        <w:tc>
          <w:tcPr>
            <w:tcW w:w="1151" w:type="dxa"/>
          </w:tcPr>
          <w:p w:rsidR="00363C83" w:rsidRPr="006069E5" w:rsidRDefault="00363C8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363C83" w:rsidRDefault="00363C83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363C83" w:rsidRPr="00580DF5" w:rsidRDefault="00363C83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67F65">
              <w:rPr>
                <w:rFonts w:ascii="Times New Roman" w:hAnsi="Times New Roman" w:cs="Times New Roman"/>
              </w:rPr>
              <w:t>1.1.</w:t>
            </w:r>
            <w:r>
              <w:rPr>
                <w:rFonts w:ascii="Times New Roman" w:hAnsi="Times New Roman" w:cs="Times New Roman"/>
              </w:rPr>
              <w:t>1</w:t>
            </w:r>
            <w:r w:rsidRPr="00867F65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 xml:space="preserve">Осуществлены  мероприятия по проведению </w:t>
            </w:r>
          </w:p>
          <w:p w:rsidR="00363C83" w:rsidRPr="00D0612F" w:rsidRDefault="00363C83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D0612F">
              <w:rPr>
                <w:rFonts w:ascii="Times New Roman" w:hAnsi="Times New Roman" w:cs="Times New Roman"/>
              </w:rPr>
              <w:t>праздничн</w:t>
            </w:r>
            <w:r>
              <w:rPr>
                <w:rFonts w:ascii="Times New Roman" w:hAnsi="Times New Roman" w:cs="Times New Roman"/>
              </w:rPr>
              <w:t>ой</w:t>
            </w:r>
            <w:r w:rsidRPr="00D0612F">
              <w:rPr>
                <w:rFonts w:ascii="Times New Roman" w:hAnsi="Times New Roman" w:cs="Times New Roman"/>
              </w:rPr>
              <w:t xml:space="preserve"> программ</w:t>
            </w:r>
            <w:r>
              <w:rPr>
                <w:rFonts w:ascii="Times New Roman" w:hAnsi="Times New Roman" w:cs="Times New Roman"/>
              </w:rPr>
              <w:t>ы</w:t>
            </w:r>
            <w:r w:rsidRPr="00D0612F">
              <w:rPr>
                <w:rFonts w:ascii="Times New Roman" w:hAnsi="Times New Roman" w:cs="Times New Roman"/>
              </w:rPr>
              <w:t>, посвященн</w:t>
            </w:r>
            <w:r>
              <w:rPr>
                <w:rFonts w:ascii="Times New Roman" w:hAnsi="Times New Roman" w:cs="Times New Roman"/>
              </w:rPr>
              <w:t>ой</w:t>
            </w:r>
            <w:r w:rsidRPr="00D0612F">
              <w:rPr>
                <w:rFonts w:ascii="Times New Roman" w:hAnsi="Times New Roman" w:cs="Times New Roman"/>
              </w:rPr>
              <w:t xml:space="preserve"> празднованию «9 мая»</w:t>
            </w:r>
          </w:p>
        </w:tc>
        <w:tc>
          <w:tcPr>
            <w:tcW w:w="941" w:type="dxa"/>
            <w:vAlign w:val="center"/>
          </w:tcPr>
          <w:p w:rsidR="00363C83" w:rsidRPr="006069E5" w:rsidRDefault="00363C83" w:rsidP="000D610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363C83" w:rsidRPr="006069E5" w:rsidRDefault="00363C83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363C83" w:rsidRPr="0024685E" w:rsidRDefault="00363C83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09.05.2023 г.</w:t>
            </w:r>
          </w:p>
        </w:tc>
        <w:tc>
          <w:tcPr>
            <w:tcW w:w="1800" w:type="dxa"/>
          </w:tcPr>
          <w:p w:rsidR="00363C83" w:rsidRPr="006069E5" w:rsidRDefault="00363C83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363C83" w:rsidRPr="006069E5" w:rsidRDefault="00363C83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363C83" w:rsidRPr="006069E5" w:rsidRDefault="00363C83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363C83" w:rsidRPr="006069E5" w:rsidRDefault="00363C83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363C83" w:rsidRPr="006069E5" w:rsidRDefault="00363C83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363C83" w:rsidRPr="006069E5">
        <w:tc>
          <w:tcPr>
            <w:tcW w:w="1151" w:type="dxa"/>
          </w:tcPr>
          <w:p w:rsidR="00363C83" w:rsidRPr="006069E5" w:rsidRDefault="00363C8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363C83" w:rsidRDefault="00363C83" w:rsidP="000F179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363C83" w:rsidRPr="006069E5" w:rsidRDefault="00363C8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67F65">
              <w:rPr>
                <w:rFonts w:ascii="Times New Roman" w:hAnsi="Times New Roman" w:cs="Times New Roman"/>
              </w:rPr>
              <w:t>1.1.</w:t>
            </w:r>
            <w:r>
              <w:rPr>
                <w:rFonts w:ascii="Times New Roman" w:hAnsi="Times New Roman" w:cs="Times New Roman"/>
              </w:rPr>
              <w:t>2</w:t>
            </w:r>
            <w:r w:rsidRPr="00867F65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Осуществлены  мероприятия по проведению праздничной</w:t>
            </w:r>
            <w:r w:rsidRPr="000F1792">
              <w:rPr>
                <w:rFonts w:ascii="Times New Roman" w:hAnsi="Times New Roman" w:cs="Times New Roman"/>
              </w:rPr>
              <w:t xml:space="preserve"> программ</w:t>
            </w:r>
            <w:r>
              <w:rPr>
                <w:rFonts w:ascii="Times New Roman" w:hAnsi="Times New Roman" w:cs="Times New Roman"/>
              </w:rPr>
              <w:t>ы,</w:t>
            </w:r>
            <w:r w:rsidRPr="000F1792">
              <w:rPr>
                <w:rFonts w:ascii="Times New Roman" w:hAnsi="Times New Roman" w:cs="Times New Roman"/>
              </w:rPr>
              <w:t xml:space="preserve"> посвященн</w:t>
            </w:r>
            <w:r>
              <w:rPr>
                <w:rFonts w:ascii="Times New Roman" w:hAnsi="Times New Roman" w:cs="Times New Roman"/>
              </w:rPr>
              <w:t>ой</w:t>
            </w:r>
            <w:r w:rsidRPr="000F1792">
              <w:rPr>
                <w:rFonts w:ascii="Times New Roman" w:hAnsi="Times New Roman" w:cs="Times New Roman"/>
              </w:rPr>
              <w:t xml:space="preserve"> празднованию «День Станицы»</w:t>
            </w:r>
          </w:p>
        </w:tc>
        <w:tc>
          <w:tcPr>
            <w:tcW w:w="941" w:type="dxa"/>
            <w:vAlign w:val="center"/>
          </w:tcPr>
          <w:p w:rsidR="00363C83" w:rsidRPr="006069E5" w:rsidRDefault="00363C83" w:rsidP="000D610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363C83" w:rsidRPr="006069E5" w:rsidRDefault="00363C83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363C83" w:rsidRPr="0024685E" w:rsidRDefault="00363C8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10.10.2023 г.</w:t>
            </w:r>
          </w:p>
        </w:tc>
        <w:tc>
          <w:tcPr>
            <w:tcW w:w="1800" w:type="dxa"/>
          </w:tcPr>
          <w:p w:rsidR="00363C83" w:rsidRPr="006069E5" w:rsidRDefault="00363C83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363C83" w:rsidRPr="006069E5" w:rsidRDefault="00363C83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363C83" w:rsidRPr="006069E5" w:rsidRDefault="00363C83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363C83" w:rsidRPr="006069E5" w:rsidRDefault="00363C83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363C83" w:rsidRPr="006069E5" w:rsidRDefault="00363C83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363C83" w:rsidRPr="006069E5">
        <w:tc>
          <w:tcPr>
            <w:tcW w:w="1151" w:type="dxa"/>
          </w:tcPr>
          <w:p w:rsidR="00363C83" w:rsidRPr="006069E5" w:rsidRDefault="00363C8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363C83" w:rsidRDefault="00363C83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363C83" w:rsidRPr="00580DF5" w:rsidRDefault="00363C83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67F65">
              <w:rPr>
                <w:rFonts w:ascii="Times New Roman" w:hAnsi="Times New Roman" w:cs="Times New Roman"/>
              </w:rPr>
              <w:t>1.1.</w:t>
            </w:r>
            <w:r>
              <w:rPr>
                <w:rFonts w:ascii="Times New Roman" w:hAnsi="Times New Roman" w:cs="Times New Roman"/>
              </w:rPr>
              <w:t>3</w:t>
            </w:r>
            <w:r w:rsidRPr="00867F65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 xml:space="preserve">Осуществлены  мероприятия по </w:t>
            </w:r>
          </w:p>
          <w:p w:rsidR="00363C83" w:rsidRPr="002B2635" w:rsidRDefault="00363C83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B2635">
              <w:rPr>
                <w:rFonts w:ascii="Times New Roman" w:hAnsi="Times New Roman" w:cs="Times New Roman"/>
              </w:rPr>
              <w:t>проведени</w:t>
            </w:r>
            <w:r>
              <w:rPr>
                <w:rFonts w:ascii="Times New Roman" w:hAnsi="Times New Roman" w:cs="Times New Roman"/>
              </w:rPr>
              <w:t>ю</w:t>
            </w:r>
            <w:r w:rsidRPr="002B2635">
              <w:rPr>
                <w:rFonts w:ascii="Times New Roman" w:hAnsi="Times New Roman" w:cs="Times New Roman"/>
              </w:rPr>
              <w:t xml:space="preserve"> траурных мероприятий</w:t>
            </w:r>
          </w:p>
        </w:tc>
        <w:tc>
          <w:tcPr>
            <w:tcW w:w="941" w:type="dxa"/>
            <w:vAlign w:val="center"/>
          </w:tcPr>
          <w:p w:rsidR="00363C83" w:rsidRPr="006069E5" w:rsidRDefault="00363C83" w:rsidP="000D610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363C83" w:rsidRPr="006069E5" w:rsidRDefault="00363C83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363C83" w:rsidRPr="0024685E" w:rsidRDefault="00363C83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31.12.2023 г.</w:t>
            </w:r>
          </w:p>
        </w:tc>
        <w:tc>
          <w:tcPr>
            <w:tcW w:w="1800" w:type="dxa"/>
          </w:tcPr>
          <w:p w:rsidR="00363C83" w:rsidRPr="006069E5" w:rsidRDefault="00363C83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363C83" w:rsidRPr="006069E5" w:rsidRDefault="00363C83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363C83" w:rsidRPr="006069E5" w:rsidRDefault="00363C83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363C83" w:rsidRPr="006069E5" w:rsidRDefault="00363C83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363C83" w:rsidRPr="006069E5" w:rsidRDefault="00363C83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363C83" w:rsidRPr="006069E5">
        <w:tc>
          <w:tcPr>
            <w:tcW w:w="1151" w:type="dxa"/>
          </w:tcPr>
          <w:p w:rsidR="00363C83" w:rsidRPr="006069E5" w:rsidRDefault="00363C8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363C83" w:rsidRDefault="00363C8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363C83" w:rsidRPr="00580DF5" w:rsidRDefault="00363C83" w:rsidP="00580DF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67F65">
              <w:rPr>
                <w:rFonts w:ascii="Times New Roman" w:hAnsi="Times New Roman" w:cs="Times New Roman"/>
              </w:rPr>
              <w:t>1.1.</w:t>
            </w:r>
            <w:r>
              <w:rPr>
                <w:rFonts w:ascii="Times New Roman" w:hAnsi="Times New Roman" w:cs="Times New Roman"/>
              </w:rPr>
              <w:t>4</w:t>
            </w:r>
            <w:r w:rsidRPr="00867F65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 xml:space="preserve">Осуществлены  мероприятия по </w:t>
            </w:r>
          </w:p>
          <w:p w:rsidR="00363C83" w:rsidRPr="00D046B1" w:rsidRDefault="00363C8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изготовлению </w:t>
            </w:r>
            <w:r w:rsidRPr="00D046B1">
              <w:rPr>
                <w:rFonts w:ascii="Times New Roman" w:hAnsi="Times New Roman" w:cs="Times New Roman"/>
              </w:rPr>
              <w:t>поздравительных открыток</w:t>
            </w:r>
          </w:p>
        </w:tc>
        <w:tc>
          <w:tcPr>
            <w:tcW w:w="941" w:type="dxa"/>
            <w:vAlign w:val="center"/>
          </w:tcPr>
          <w:p w:rsidR="00363C83" w:rsidRPr="006069E5" w:rsidRDefault="00363C83" w:rsidP="00A417F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363C83" w:rsidRPr="006069E5" w:rsidRDefault="00363C83" w:rsidP="00A417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363C83" w:rsidRPr="0024685E" w:rsidRDefault="00363C8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31.12.2023 г.</w:t>
            </w:r>
          </w:p>
        </w:tc>
        <w:tc>
          <w:tcPr>
            <w:tcW w:w="1800" w:type="dxa"/>
          </w:tcPr>
          <w:p w:rsidR="00363C83" w:rsidRPr="006069E5" w:rsidRDefault="00363C8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363C83" w:rsidRPr="006069E5" w:rsidRDefault="00363C8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363C83" w:rsidRPr="006069E5" w:rsidRDefault="00363C8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363C83" w:rsidRPr="006069E5" w:rsidRDefault="00363C8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363C83" w:rsidRPr="006069E5" w:rsidRDefault="00363C8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</w:tbl>
    <w:p w:rsidR="00363C83" w:rsidRDefault="00363C83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63C83" w:rsidRDefault="00363C83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63C83" w:rsidRDefault="00363C83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63C83" w:rsidRDefault="00363C83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363C83" w:rsidRDefault="00363C83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363C83" w:rsidRPr="0064236D" w:rsidRDefault="00363C83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                                                                                                         А.Ю. Лобыцина   </w:t>
      </w:r>
    </w:p>
    <w:sectPr w:rsidR="00363C83" w:rsidRPr="0064236D" w:rsidSect="007D6942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3C83" w:rsidRDefault="00363C83" w:rsidP="007D6942">
      <w:r>
        <w:separator/>
      </w:r>
    </w:p>
  </w:endnote>
  <w:endnote w:type="continuationSeparator" w:id="0">
    <w:p w:rsidR="00363C83" w:rsidRDefault="00363C83" w:rsidP="007D6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3C83" w:rsidRDefault="00363C83" w:rsidP="007D6942">
      <w:r>
        <w:separator/>
      </w:r>
    </w:p>
  </w:footnote>
  <w:footnote w:type="continuationSeparator" w:id="0">
    <w:p w:rsidR="00363C83" w:rsidRDefault="00363C83" w:rsidP="007D69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3C83" w:rsidRDefault="00363C83">
    <w:pPr>
      <w:pStyle w:val="Header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251660288;visibility:visible;mso-position-horizontal-relative:page;mso-position-vertical-relative:page" o:allowincell="f" stroked="f">
          <v:textbox style="layout-flow:vertical">
            <w:txbxContent>
              <w:p w:rsidR="00363C83" w:rsidRPr="00A80EF1" w:rsidRDefault="00363C83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3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148"/>
    <w:rsid w:val="00005E02"/>
    <w:rsid w:val="00006012"/>
    <w:rsid w:val="00012E4E"/>
    <w:rsid w:val="000174DA"/>
    <w:rsid w:val="00021570"/>
    <w:rsid w:val="000471A7"/>
    <w:rsid w:val="000677DD"/>
    <w:rsid w:val="00076146"/>
    <w:rsid w:val="00092349"/>
    <w:rsid w:val="000A1CD9"/>
    <w:rsid w:val="000B08C6"/>
    <w:rsid w:val="000B49E9"/>
    <w:rsid w:val="000B56F5"/>
    <w:rsid w:val="000D610F"/>
    <w:rsid w:val="000F1792"/>
    <w:rsid w:val="000F2A1C"/>
    <w:rsid w:val="000F5077"/>
    <w:rsid w:val="000F75A3"/>
    <w:rsid w:val="001057E4"/>
    <w:rsid w:val="00120544"/>
    <w:rsid w:val="00125796"/>
    <w:rsid w:val="00130F43"/>
    <w:rsid w:val="001471D0"/>
    <w:rsid w:val="00164E78"/>
    <w:rsid w:val="00172D66"/>
    <w:rsid w:val="00185F36"/>
    <w:rsid w:val="0018768F"/>
    <w:rsid w:val="001B7323"/>
    <w:rsid w:val="001D011F"/>
    <w:rsid w:val="001E7088"/>
    <w:rsid w:val="001F2603"/>
    <w:rsid w:val="00206D5E"/>
    <w:rsid w:val="00212251"/>
    <w:rsid w:val="002246DC"/>
    <w:rsid w:val="00240DF8"/>
    <w:rsid w:val="0024685E"/>
    <w:rsid w:val="00250BFB"/>
    <w:rsid w:val="00285170"/>
    <w:rsid w:val="00287F42"/>
    <w:rsid w:val="002913C6"/>
    <w:rsid w:val="00294148"/>
    <w:rsid w:val="0029793F"/>
    <w:rsid w:val="002A054F"/>
    <w:rsid w:val="002B2635"/>
    <w:rsid w:val="00322B49"/>
    <w:rsid w:val="0032383C"/>
    <w:rsid w:val="00336F1A"/>
    <w:rsid w:val="003432B5"/>
    <w:rsid w:val="003454FC"/>
    <w:rsid w:val="00352444"/>
    <w:rsid w:val="00363C83"/>
    <w:rsid w:val="00364D1A"/>
    <w:rsid w:val="00385E56"/>
    <w:rsid w:val="00393B47"/>
    <w:rsid w:val="003A1A1D"/>
    <w:rsid w:val="003C7B36"/>
    <w:rsid w:val="003D747F"/>
    <w:rsid w:val="003F1BDD"/>
    <w:rsid w:val="003F2D98"/>
    <w:rsid w:val="004227BB"/>
    <w:rsid w:val="004335C1"/>
    <w:rsid w:val="00452B4E"/>
    <w:rsid w:val="00461301"/>
    <w:rsid w:val="0046223E"/>
    <w:rsid w:val="00472DFB"/>
    <w:rsid w:val="00477E9D"/>
    <w:rsid w:val="0048225D"/>
    <w:rsid w:val="00484F90"/>
    <w:rsid w:val="0049599F"/>
    <w:rsid w:val="004C466D"/>
    <w:rsid w:val="004D08C1"/>
    <w:rsid w:val="004D5D87"/>
    <w:rsid w:val="004E0B9F"/>
    <w:rsid w:val="004E1784"/>
    <w:rsid w:val="004F53C4"/>
    <w:rsid w:val="005366A2"/>
    <w:rsid w:val="0054691E"/>
    <w:rsid w:val="00546AAB"/>
    <w:rsid w:val="00555642"/>
    <w:rsid w:val="00564935"/>
    <w:rsid w:val="00575F16"/>
    <w:rsid w:val="00580DF5"/>
    <w:rsid w:val="00584CF8"/>
    <w:rsid w:val="005B0797"/>
    <w:rsid w:val="005B4290"/>
    <w:rsid w:val="005E372B"/>
    <w:rsid w:val="006069E5"/>
    <w:rsid w:val="00635D37"/>
    <w:rsid w:val="0064236D"/>
    <w:rsid w:val="0067380F"/>
    <w:rsid w:val="006811EE"/>
    <w:rsid w:val="00682270"/>
    <w:rsid w:val="00682450"/>
    <w:rsid w:val="006F2B84"/>
    <w:rsid w:val="0070118C"/>
    <w:rsid w:val="00705B7B"/>
    <w:rsid w:val="0071727A"/>
    <w:rsid w:val="0071770D"/>
    <w:rsid w:val="00780C3B"/>
    <w:rsid w:val="0079571C"/>
    <w:rsid w:val="007A5CB9"/>
    <w:rsid w:val="007B2A5A"/>
    <w:rsid w:val="007D6942"/>
    <w:rsid w:val="007F7199"/>
    <w:rsid w:val="0080164D"/>
    <w:rsid w:val="0081247D"/>
    <w:rsid w:val="00833765"/>
    <w:rsid w:val="00851081"/>
    <w:rsid w:val="00867F65"/>
    <w:rsid w:val="00873C13"/>
    <w:rsid w:val="008955A6"/>
    <w:rsid w:val="008A6FA1"/>
    <w:rsid w:val="008C0505"/>
    <w:rsid w:val="008C1A19"/>
    <w:rsid w:val="008C28BE"/>
    <w:rsid w:val="008C3B45"/>
    <w:rsid w:val="008E6FA9"/>
    <w:rsid w:val="00905C09"/>
    <w:rsid w:val="00916317"/>
    <w:rsid w:val="00930E70"/>
    <w:rsid w:val="00954C8E"/>
    <w:rsid w:val="00954D73"/>
    <w:rsid w:val="00960535"/>
    <w:rsid w:val="0096355C"/>
    <w:rsid w:val="00963883"/>
    <w:rsid w:val="00967F4E"/>
    <w:rsid w:val="009C2CF1"/>
    <w:rsid w:val="009D2659"/>
    <w:rsid w:val="009D37BC"/>
    <w:rsid w:val="00A0201C"/>
    <w:rsid w:val="00A02442"/>
    <w:rsid w:val="00A10279"/>
    <w:rsid w:val="00A24EA6"/>
    <w:rsid w:val="00A41751"/>
    <w:rsid w:val="00A417F1"/>
    <w:rsid w:val="00A62384"/>
    <w:rsid w:val="00A63C9E"/>
    <w:rsid w:val="00A80EF1"/>
    <w:rsid w:val="00A8108E"/>
    <w:rsid w:val="00A9268B"/>
    <w:rsid w:val="00AA7AD7"/>
    <w:rsid w:val="00AC03D6"/>
    <w:rsid w:val="00AC272C"/>
    <w:rsid w:val="00AC4B7D"/>
    <w:rsid w:val="00AD1F69"/>
    <w:rsid w:val="00AD3966"/>
    <w:rsid w:val="00AE1814"/>
    <w:rsid w:val="00AF3ADF"/>
    <w:rsid w:val="00B150A3"/>
    <w:rsid w:val="00B47DD0"/>
    <w:rsid w:val="00B75B97"/>
    <w:rsid w:val="00B80DD0"/>
    <w:rsid w:val="00B80FE0"/>
    <w:rsid w:val="00B92990"/>
    <w:rsid w:val="00B94C0E"/>
    <w:rsid w:val="00B975E4"/>
    <w:rsid w:val="00BA4410"/>
    <w:rsid w:val="00BC61DC"/>
    <w:rsid w:val="00BD63BE"/>
    <w:rsid w:val="00BF28A3"/>
    <w:rsid w:val="00BF6D41"/>
    <w:rsid w:val="00C27A6B"/>
    <w:rsid w:val="00C35E09"/>
    <w:rsid w:val="00C400CB"/>
    <w:rsid w:val="00C71732"/>
    <w:rsid w:val="00C72C98"/>
    <w:rsid w:val="00C74FCF"/>
    <w:rsid w:val="00C7608E"/>
    <w:rsid w:val="00CB195E"/>
    <w:rsid w:val="00CB64CE"/>
    <w:rsid w:val="00CC0F3B"/>
    <w:rsid w:val="00CD4670"/>
    <w:rsid w:val="00D046B1"/>
    <w:rsid w:val="00D0612F"/>
    <w:rsid w:val="00D102AB"/>
    <w:rsid w:val="00D20829"/>
    <w:rsid w:val="00D40377"/>
    <w:rsid w:val="00D533BC"/>
    <w:rsid w:val="00D5605F"/>
    <w:rsid w:val="00D70BE1"/>
    <w:rsid w:val="00D70EFE"/>
    <w:rsid w:val="00D737C3"/>
    <w:rsid w:val="00D7385B"/>
    <w:rsid w:val="00DA618F"/>
    <w:rsid w:val="00DB24AE"/>
    <w:rsid w:val="00DB2A7E"/>
    <w:rsid w:val="00DB31CC"/>
    <w:rsid w:val="00DB721F"/>
    <w:rsid w:val="00DC678A"/>
    <w:rsid w:val="00DC6D6A"/>
    <w:rsid w:val="00E01366"/>
    <w:rsid w:val="00E3318F"/>
    <w:rsid w:val="00E57BE0"/>
    <w:rsid w:val="00E57E39"/>
    <w:rsid w:val="00E67030"/>
    <w:rsid w:val="00E73D5F"/>
    <w:rsid w:val="00E8140E"/>
    <w:rsid w:val="00F10576"/>
    <w:rsid w:val="00F11899"/>
    <w:rsid w:val="00F14138"/>
    <w:rsid w:val="00F20843"/>
    <w:rsid w:val="00F233BB"/>
    <w:rsid w:val="00F2569A"/>
    <w:rsid w:val="00F27FC1"/>
    <w:rsid w:val="00F352F4"/>
    <w:rsid w:val="00F40D21"/>
    <w:rsid w:val="00F4487B"/>
    <w:rsid w:val="00F8232B"/>
    <w:rsid w:val="00FC2264"/>
    <w:rsid w:val="00FC4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75B97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5E372B"/>
    <w:pPr>
      <w:ind w:firstLine="0"/>
    </w:pPr>
  </w:style>
  <w:style w:type="paragraph" w:customStyle="1" w:styleId="a0">
    <w:name w:val="Прижатый влево"/>
    <w:basedOn w:val="Normal"/>
    <w:next w:val="Normal"/>
    <w:uiPriority w:val="99"/>
    <w:rsid w:val="006F2B84"/>
    <w:pPr>
      <w:ind w:firstLine="0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94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390</TotalTime>
  <Pages>3</Pages>
  <Words>327</Words>
  <Characters>1866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1</cp:lastModifiedBy>
  <cp:revision>124</cp:revision>
  <cp:lastPrinted>2021-07-05T12:26:00Z</cp:lastPrinted>
  <dcterms:created xsi:type="dcterms:W3CDTF">2021-05-31T11:19:00Z</dcterms:created>
  <dcterms:modified xsi:type="dcterms:W3CDTF">2022-12-28T06:16:00Z</dcterms:modified>
</cp:coreProperties>
</file>