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DD" w:rsidRDefault="00DD49DD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DD49DD" w:rsidRDefault="00DD49DD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D49DD" w:rsidRDefault="00DD49DD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DD49DD" w:rsidRDefault="00DD49DD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DD49DD" w:rsidRPr="00BB7DB1" w:rsidRDefault="00DD49DD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23.07.2019 г. № 221</w:t>
      </w:r>
    </w:p>
    <w:p w:rsidR="00DD49DD" w:rsidRDefault="00DD49D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D49DD" w:rsidRPr="00D147BC" w:rsidRDefault="00DD49D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D49DD" w:rsidRPr="00D147BC" w:rsidRDefault="00DD49DD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47BC">
        <w:rPr>
          <w:rFonts w:ascii="Times New Roman" w:hAnsi="Times New Roman"/>
          <w:sz w:val="28"/>
          <w:szCs w:val="28"/>
        </w:rPr>
        <w:t>к подпрограмме</w:t>
      </w:r>
    </w:p>
    <w:p w:rsidR="00DD49DD" w:rsidRPr="00D147BC" w:rsidRDefault="00DD49DD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/>
          <w:sz w:val="28"/>
          <w:szCs w:val="28"/>
        </w:rPr>
        <w:t>«</w:t>
      </w: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Основные направления развития культуры </w:t>
      </w:r>
    </w:p>
    <w:p w:rsidR="00DD49DD" w:rsidRPr="00D147BC" w:rsidRDefault="00DD49DD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DD49DD" w:rsidRPr="00D147BC" w:rsidRDefault="00DD49DD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147BC">
        <w:rPr>
          <w:rFonts w:ascii="Times New Roman" w:hAnsi="Times New Roman"/>
          <w:bCs/>
          <w:sz w:val="28"/>
          <w:szCs w:val="28"/>
        </w:rPr>
        <w:t>»</w:t>
      </w:r>
    </w:p>
    <w:p w:rsidR="00DD49DD" w:rsidRPr="00D147BC" w:rsidRDefault="00DD49DD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sz w:val="28"/>
          <w:szCs w:val="28"/>
        </w:rPr>
        <w:t xml:space="preserve"> на 2019 год.</w:t>
      </w:r>
    </w:p>
    <w:p w:rsidR="00DD49DD" w:rsidRDefault="00DD49DD" w:rsidP="002A34E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DD49DD" w:rsidRPr="00D147BC" w:rsidRDefault="00DD49DD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8"/>
        <w:gridCol w:w="3960"/>
        <w:gridCol w:w="180"/>
        <w:gridCol w:w="1620"/>
        <w:gridCol w:w="720"/>
        <w:gridCol w:w="720"/>
        <w:gridCol w:w="720"/>
        <w:gridCol w:w="1260"/>
        <w:gridCol w:w="2723"/>
        <w:gridCol w:w="1984"/>
        <w:gridCol w:w="70"/>
      </w:tblGrid>
      <w:tr w:rsidR="00DD49DD" w:rsidRPr="00D147BC" w:rsidTr="009D5C0B">
        <w:tc>
          <w:tcPr>
            <w:tcW w:w="146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D49DD" w:rsidRPr="00D147BC" w:rsidRDefault="00DD49DD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DD49DD" w:rsidRPr="00D147BC" w:rsidRDefault="00DD49DD" w:rsidP="0059265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2019 год Муниципальной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на 2019 год</w:t>
            </w:r>
          </w:p>
        </w:tc>
      </w:tr>
      <w:tr w:rsidR="00DD49DD" w:rsidRPr="00095588" w:rsidTr="009D5C0B">
        <w:trPr>
          <w:gridAfter w:val="1"/>
          <w:wAfter w:w="70" w:type="dxa"/>
        </w:trPr>
        <w:tc>
          <w:tcPr>
            <w:tcW w:w="145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D49DD" w:rsidRPr="00095588" w:rsidRDefault="00DD49DD" w:rsidP="00CF476E">
            <w:pPr>
              <w:pStyle w:val="a3"/>
              <w:rPr>
                <w:sz w:val="16"/>
                <w:szCs w:val="16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19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В том числе в</w:t>
            </w:r>
          </w:p>
          <w:p w:rsidR="00DD49DD" w:rsidRPr="00D147BC" w:rsidRDefault="00DD49DD" w:rsidP="0059265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2019 году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D49DD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8736B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DD49DD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DD49DD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DD49DD" w:rsidRPr="00D147BC" w:rsidRDefault="00DD49DD" w:rsidP="002C7281"/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DD49DD" w:rsidRPr="00D147BC" w:rsidRDefault="00DD49DD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DD49DD" w:rsidRPr="00D147BC" w:rsidRDefault="00DD49DD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DD49DD" w:rsidRPr="00D147BC" w:rsidRDefault="00DD49DD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DD49DD" w:rsidRPr="00D147BC" w:rsidRDefault="00DD49DD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DD49DD" w:rsidRPr="00D147BC" w:rsidRDefault="00DD49DD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DD49DD" w:rsidRPr="00D147BC" w:rsidRDefault="00DD49DD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6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DD49DD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7529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Они стоят на страже мира!» </w:t>
            </w:r>
            <w:r w:rsidRPr="00D147BC"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23C3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9384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</w:t>
            </w: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4B7E5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D49DD" w:rsidRPr="00D147BC" w:rsidRDefault="00DD49DD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«В их детство ворвалась война»</w:t>
            </w:r>
            <w:r w:rsidRPr="00D147BC">
              <w:rPr>
                <w:rFonts w:ascii="Times New Roman" w:hAnsi="Times New Roman"/>
              </w:rPr>
              <w:t xml:space="preserve"> -  встреча с детьми войны (ДБ)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«Войной изломанное детство» - </w:t>
            </w:r>
            <w:r w:rsidRPr="00D147BC">
              <w:rPr>
                <w:rFonts w:ascii="Times New Roman" w:hAnsi="Times New Roman"/>
              </w:rPr>
              <w:t>встреча с «детьми войны» в музее (СБ)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541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«Помни, Россия, своих сыновей» - </w:t>
            </w:r>
            <w:r w:rsidRPr="00D147BC">
              <w:rPr>
                <w:rFonts w:ascii="Times New Roman" w:hAnsi="Times New Roman"/>
              </w:rPr>
              <w:t>вечер встречи с матерями воинов-интернационалистов станицы, погибших при выполнении боевых задач по защите Отечества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85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Закрытие месячника по военно-патриотической работе - праздничная программа </w:t>
            </w:r>
            <w:r w:rsidRPr="00D147BC">
              <w:rPr>
                <w:rFonts w:ascii="Times New Roman" w:hAnsi="Times New Roman"/>
                <w:b/>
              </w:rPr>
              <w:t>«Надежда Родины моей»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98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память и боль» - </w:t>
            </w:r>
            <w:r w:rsidRPr="00D147BC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21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армия – самая, самая…» - </w:t>
            </w:r>
            <w:r w:rsidRPr="00D147BC"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2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«А, ну-ка парни!»</w:t>
            </w:r>
            <w:r w:rsidRPr="00D147BC">
              <w:rPr>
                <w:rFonts w:ascii="Times New Roman" w:hAnsi="Times New Roman"/>
              </w:rPr>
              <w:t xml:space="preserve">  - 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82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«Нас память вместе собрала» - </w:t>
            </w:r>
            <w:r w:rsidRPr="00D147BC">
              <w:rPr>
                <w:rFonts w:ascii="Times New Roman" w:hAnsi="Times New Roman"/>
              </w:rPr>
              <w:t xml:space="preserve">урок мужества, посвящённый дню воина – интернационалиста (ДБ)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«Очевидцы – о войне»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(встреча с ветеранами)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367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Согреем сердца ветеранам</w:t>
            </w:r>
            <w:r w:rsidRPr="00D147BC">
              <w:rPr>
                <w:rFonts w:ascii="Times New Roman" w:hAnsi="Times New Roman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1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«Не меркнет летопись побед» - </w:t>
            </w:r>
            <w:r w:rsidRPr="00D147BC">
              <w:rPr>
                <w:rFonts w:ascii="Times New Roman" w:hAnsi="Times New Roman"/>
              </w:rPr>
              <w:t>интеллектуальная игра ко Дню защитника Отечества (СБ)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2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«Слава армии родной!»</w:t>
            </w:r>
            <w:r w:rsidRPr="00D147BC">
              <w:rPr>
                <w:rFonts w:ascii="Times New Roman" w:hAnsi="Times New Roman"/>
              </w:rPr>
              <w:t xml:space="preserve"> - праздничный концерт,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D147BC">
        <w:trPr>
          <w:gridAfter w:val="1"/>
          <w:wAfter w:w="70" w:type="dxa"/>
          <w:trHeight w:val="27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>Курс молодого бойца</w:t>
            </w:r>
            <w:r w:rsidRPr="00D147BC">
              <w:rPr>
                <w:rFonts w:ascii="Times New Roman" w:hAnsi="Times New Roman"/>
              </w:rPr>
              <w:t>» - 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Митинг, посвященный Дню участников ликвидации последствий радиационных аварий и катастроф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«Подвиг во имя жизни»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1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«Своими глазами – страницы войны» - </w:t>
            </w:r>
            <w:r w:rsidRPr="00D147BC">
              <w:rPr>
                <w:rFonts w:ascii="Times New Roman" w:hAnsi="Times New Roman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поколения помнят. Чернобыль» - </w:t>
            </w:r>
            <w:r w:rsidRPr="00D147BC">
              <w:rPr>
                <w:rFonts w:ascii="Times New Roman" w:hAnsi="Times New Roman"/>
              </w:rPr>
              <w:t>час памяти ко Дню Чернобыльской трагедии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«Идёт весна победным маем…» - </w:t>
            </w:r>
            <w:r w:rsidRPr="00D147BC">
              <w:rPr>
                <w:rFonts w:ascii="Times New Roman" w:hAnsi="Times New Roman"/>
              </w:rPr>
              <w:t>конкурс стихов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3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 «Май, подаривший нам Победу» -</w:t>
            </w:r>
            <w:r w:rsidRPr="00D147BC">
              <w:rPr>
                <w:rFonts w:ascii="Times New Roman" w:hAnsi="Times New Roman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2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Поздравление ветеранов с Днем Победы- </w:t>
            </w:r>
            <w:r w:rsidRPr="00D147BC">
              <w:rPr>
                <w:rFonts w:ascii="Times New Roman" w:hAnsi="Times New Roman"/>
              </w:rPr>
              <w:t>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24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«Этот день никогда не забудется…»  -</w:t>
            </w:r>
            <w:r w:rsidRPr="00D147BC">
              <w:rPr>
                <w:rFonts w:ascii="Times New Roman" w:hAnsi="Times New Roman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 Днем России, земляки!»</w:t>
            </w:r>
            <w:r w:rsidRPr="00D147BC">
              <w:rPr>
                <w:rFonts w:ascii="Times New Roman" w:hAnsi="Times New Roman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«Вахта памяти» - </w:t>
            </w:r>
            <w:r w:rsidRPr="00D147BC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 в память обо всех павших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Акция «Живая открытка»</w:t>
            </w:r>
            <w:r w:rsidRPr="00D147BC">
              <w:rPr>
                <w:rFonts w:ascii="Times New Roman" w:hAnsi="Times New Roman"/>
              </w:rPr>
              <w:t xml:space="preserve"> - поздравление на дому ветеранов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«Мужество останется в веках»</w:t>
            </w:r>
            <w:r w:rsidRPr="00D147BC">
              <w:rPr>
                <w:rFonts w:ascii="Times New Roman" w:hAnsi="Times New Roman"/>
              </w:rPr>
              <w:t xml:space="preserve"> - патриотический час ко Дню Победы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D147BC">
        <w:trPr>
          <w:gridAfter w:val="1"/>
          <w:wAfter w:w="70" w:type="dxa"/>
          <w:trHeight w:val="26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днем освобождения станицы!» - </w:t>
            </w:r>
            <w:r w:rsidRPr="00D147BC">
              <w:rPr>
                <w:rFonts w:ascii="Times New Roman" w:hAnsi="Times New Roman"/>
              </w:rPr>
              <w:t>митинг, посвященный 75 годовщине освобождения ст. Старотитаровской от немецко-фашистских захватчиков.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</w:t>
            </w:r>
          </w:p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DD49DD" w:rsidRPr="00D147BC" w:rsidTr="009D5C0B">
        <w:trPr>
          <w:gridAfter w:val="1"/>
          <w:wAfter w:w="70" w:type="dxa"/>
          <w:trHeight w:val="414"/>
        </w:trPr>
        <w:tc>
          <w:tcPr>
            <w:tcW w:w="6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«Обелиски памяти» - </w:t>
            </w:r>
            <w:r w:rsidRPr="00D147BC">
              <w:rPr>
                <w:rFonts w:ascii="Times New Roman" w:hAnsi="Times New Roman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D147BC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«Мы помним мы гордимся!» - </w:t>
            </w:r>
            <w:r w:rsidRPr="00D147BC">
              <w:rPr>
                <w:rFonts w:ascii="Times New Roman" w:hAnsi="Times New Roman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723" w:type="dxa"/>
            <w:vMerge w:val="restart"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D147BC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B0AD1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gridAfter w:val="1"/>
          <w:wAfter w:w="70" w:type="dxa"/>
          <w:trHeight w:val="2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DD49DD" w:rsidRPr="00D147BC" w:rsidRDefault="00DD49DD" w:rsidP="00CF6306">
      <w:pPr>
        <w:pStyle w:val="BodyText"/>
        <w:spacing w:after="0"/>
        <w:ind w:right="-142"/>
        <w:jc w:val="both"/>
        <w:rPr>
          <w:rFonts w:ascii="Times New Roman" w:hAnsi="Times New Roman"/>
        </w:rPr>
      </w:pPr>
    </w:p>
    <w:tbl>
      <w:tblPr>
        <w:tblW w:w="146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002"/>
        <w:gridCol w:w="52"/>
      </w:tblGrid>
      <w:tr w:rsidR="00DD49DD" w:rsidRPr="00D147BC" w:rsidTr="0077640D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DD49DD" w:rsidRPr="00D147BC" w:rsidRDefault="00DD49DD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D49DD" w:rsidRPr="00D147BC" w:rsidTr="007464F8">
        <w:trPr>
          <w:gridAfter w:val="1"/>
          <w:wAfter w:w="52" w:type="dxa"/>
          <w:trHeight w:val="884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DD49DD" w:rsidRPr="00D147BC" w:rsidRDefault="00DD49DD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D49DD" w:rsidRPr="00D147BC" w:rsidRDefault="00DD49DD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03702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77640D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7257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725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ДЕТИ И КУЛЬТУРА</w:t>
            </w:r>
          </w:p>
        </w:tc>
      </w:tr>
      <w:tr w:rsidR="00DD49DD" w:rsidRPr="00D147BC" w:rsidTr="00D147BC">
        <w:trPr>
          <w:gridAfter w:val="1"/>
          <w:wAfter w:w="52" w:type="dxa"/>
          <w:trHeight w:val="4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«Со святым Рождеством!» - </w:t>
            </w:r>
            <w:r w:rsidRPr="00D147BC">
              <w:rPr>
                <w:rFonts w:ascii="Times New Roman" w:hAnsi="Times New Roman"/>
              </w:rPr>
              <w:t>рождественские посиделки в клубе «Казачок»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4B2120">
        <w:trPr>
          <w:gridAfter w:val="1"/>
          <w:wAfter w:w="52" w:type="dxa"/>
          <w:trHeight w:val="44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612376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А ну-ка, - мальчики!»  - </w:t>
            </w:r>
            <w:r w:rsidRPr="00D147BC">
              <w:rPr>
                <w:rFonts w:ascii="Times New Roman" w:hAnsi="Times New Roman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4B2120">
        <w:trPr>
          <w:gridAfter w:val="1"/>
          <w:wAfter w:w="52" w:type="dxa"/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 ну-ка, девочки» -</w:t>
            </w:r>
            <w:r w:rsidRPr="00D147BC">
              <w:rPr>
                <w:rFonts w:ascii="Times New Roman" w:hAnsi="Times New Roman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4B2120">
        <w:trPr>
          <w:gridAfter w:val="1"/>
          <w:wAfter w:w="52" w:type="dxa"/>
          <w:trHeight w:val="55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770C4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B66C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«Каждый день в гостях у книжки» - </w:t>
            </w:r>
            <w:r w:rsidRPr="00D147BC">
              <w:rPr>
                <w:rFonts w:ascii="Times New Roman" w:hAnsi="Times New Roman"/>
              </w:rPr>
              <w:t>Неделя детской книги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D147BC">
        <w:trPr>
          <w:gridAfter w:val="1"/>
          <w:wAfter w:w="52" w:type="dxa"/>
          <w:trHeight w:val="4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 Скучно – дома не сиди, в библиотеку приходи»  - </w:t>
            </w:r>
            <w:r w:rsidRPr="00D147BC">
              <w:rPr>
                <w:rFonts w:ascii="Times New Roman" w:hAnsi="Times New Roman"/>
              </w:rPr>
              <w:t>конкурсная программа в библиотечном дворике (ко Дню защиты детей)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4B2120">
        <w:trPr>
          <w:gridAfter w:val="1"/>
          <w:wAfter w:w="52" w:type="dxa"/>
          <w:trHeight w:val="44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41CBA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</w:t>
            </w:r>
            <w:r w:rsidRPr="00D147BC">
              <w:rPr>
                <w:rFonts w:ascii="Times New Roman" w:hAnsi="Times New Roman"/>
                <w:b/>
              </w:rPr>
              <w:t xml:space="preserve">«Летние приключения» - цикл </w:t>
            </w:r>
            <w:r w:rsidRPr="00D147BC">
              <w:rPr>
                <w:rFonts w:ascii="Times New Roman" w:hAnsi="Times New Roman"/>
              </w:rPr>
              <w:t>развлекательно-оздоровительных мероприятий</w:t>
            </w:r>
          </w:p>
          <w:p w:rsidR="00DD49DD" w:rsidRPr="00D147BC" w:rsidRDefault="00DD49DD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Раскрасим лето в яркие события!» - цикл </w:t>
            </w:r>
            <w:r w:rsidRPr="00D147BC">
              <w:rPr>
                <w:rFonts w:ascii="Times New Roman" w:hAnsi="Times New Roman"/>
              </w:rPr>
              <w:t>конкурсных программ</w:t>
            </w:r>
          </w:p>
          <w:p w:rsidR="00DD49DD" w:rsidRPr="00D147BC" w:rsidRDefault="00DD49DD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4B21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 xml:space="preserve">Каникулы! Каникулы! Веселая пора!»  - </w:t>
            </w:r>
            <w:r w:rsidRPr="00D147BC">
              <w:rPr>
                <w:rFonts w:ascii="Times New Roman" w:hAnsi="Times New Roman"/>
              </w:rPr>
              <w:t>праздничная программа, посвященная началу летних каникул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всегда буду я!» - </w:t>
            </w:r>
            <w:r w:rsidRPr="00D147BC">
              <w:rPr>
                <w:rFonts w:ascii="Times New Roman" w:hAnsi="Times New Roman"/>
              </w:rPr>
              <w:t>праздник, посвященный Дню защиты детей.</w:t>
            </w:r>
          </w:p>
          <w:p w:rsidR="00DD49DD" w:rsidRPr="00D147BC" w:rsidRDefault="00DD49DD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D147BC">
        <w:trPr>
          <w:gridAfter w:val="1"/>
          <w:wAfter w:w="52" w:type="dxa"/>
          <w:trHeight w:val="559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3208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Детский закон – важный закон» - </w:t>
            </w:r>
            <w:r w:rsidRPr="00D147BC">
              <w:rPr>
                <w:rFonts w:ascii="Times New Roman" w:hAnsi="Times New Roman"/>
              </w:rPr>
              <w:t>викторина</w:t>
            </w:r>
          </w:p>
          <w:p w:rsidR="00DD49DD" w:rsidRPr="00D147BC" w:rsidRDefault="00DD49DD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бюджет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  <w:r w:rsidRPr="00D147BC">
              <w:rPr>
                <w:rFonts w:ascii="Times New Roman" w:hAnsi="Times New Roman"/>
              </w:rPr>
              <w:t xml:space="preserve"> 500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 .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D49DD" w:rsidRPr="00D147BC" w:rsidRDefault="00DD49DD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D147BC">
            <w:pPr>
              <w:jc w:val="center"/>
            </w:pPr>
          </w:p>
          <w:p w:rsidR="00DD49DD" w:rsidRPr="00D147BC" w:rsidRDefault="00DD49DD" w:rsidP="00D147BC">
            <w:pPr>
              <w:jc w:val="center"/>
            </w:pPr>
          </w:p>
        </w:tc>
      </w:tr>
      <w:tr w:rsidR="00DD49DD" w:rsidRPr="00D147BC" w:rsidTr="0077640D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42FD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День знаний» - </w:t>
            </w:r>
            <w:r w:rsidRPr="00D147BC">
              <w:rPr>
                <w:rFonts w:ascii="Times New Roman" w:hAnsi="Times New Roman"/>
              </w:rPr>
              <w:t>праздник для школьников станицы, посвященный началу учебного года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6449E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«Хорошо, что каждый год к нам приходит Новый год!»  - </w:t>
            </w:r>
            <w:r w:rsidRPr="00D147BC">
              <w:rPr>
                <w:rFonts w:ascii="Times New Roman" w:hAnsi="Times New Roman"/>
              </w:rPr>
              <w:t>новогодний утренник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(ДБ)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     4 500</w:t>
            </w:r>
          </w:p>
          <w:p w:rsidR="00DD49DD" w:rsidRPr="00D147BC" w:rsidRDefault="00DD49DD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822C22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822C22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79025E">
            <w:pPr>
              <w:rPr>
                <w:rFonts w:ascii="Times New Roman" w:hAnsi="Times New Roman"/>
              </w:rPr>
            </w:pPr>
          </w:p>
          <w:p w:rsidR="00DD49DD" w:rsidRPr="00D147BC" w:rsidRDefault="00DD49DD" w:rsidP="0079025E">
            <w:pPr>
              <w:rPr>
                <w:rFonts w:ascii="Times New Roman" w:hAnsi="Times New Roman"/>
              </w:rPr>
            </w:pPr>
          </w:p>
          <w:p w:rsidR="00DD49DD" w:rsidRPr="00D147BC" w:rsidRDefault="00DD49DD" w:rsidP="00822C22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Администрация Старотитаровского сельского поселения </w:t>
            </w:r>
          </w:p>
          <w:p w:rsidR="00DD49DD" w:rsidRPr="00D147BC" w:rsidRDefault="00DD49DD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DD49DD" w:rsidRPr="00D147BC" w:rsidTr="004B2120">
        <w:trPr>
          <w:gridAfter w:val="1"/>
          <w:wAfter w:w="52" w:type="dxa"/>
          <w:trHeight w:val="347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DD49DD" w:rsidRPr="00D147BC" w:rsidRDefault="00DD49DD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3063B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 гостях у новогодней сказки» - </w:t>
            </w:r>
            <w:r w:rsidRPr="00D147BC">
              <w:rPr>
                <w:rFonts w:ascii="Times New Roman" w:hAnsi="Times New Roman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C20612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Итого                                                                                          </w:t>
            </w:r>
            <w:r w:rsidRPr="00D147BC">
              <w:rPr>
                <w:rFonts w:ascii="Times New Roman" w:hAnsi="Times New Roman"/>
                <w:b/>
                <w:lang w:val="en-US"/>
              </w:rPr>
              <w:t xml:space="preserve">27 </w:t>
            </w:r>
            <w:r w:rsidRPr="00D147BC">
              <w:rPr>
                <w:rFonts w:ascii="Times New Roman" w:hAnsi="Times New Roman"/>
                <w:b/>
              </w:rPr>
              <w:t>000</w:t>
            </w:r>
          </w:p>
        </w:tc>
      </w:tr>
      <w:tr w:rsidR="00DD49DD" w:rsidRPr="00D147BC" w:rsidTr="0077640D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26A44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DD49DD" w:rsidRPr="00D147BC" w:rsidTr="00D147BC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E461D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«Улыбкой женщины, мир голубой, живи!»</w:t>
            </w:r>
          </w:p>
          <w:p w:rsidR="00DD49DD" w:rsidRPr="00D147BC" w:rsidRDefault="00DD49DD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-  </w:t>
            </w:r>
            <w:r w:rsidRPr="00D147BC">
              <w:rPr>
                <w:rFonts w:ascii="Times New Roman" w:hAnsi="Times New Roman"/>
              </w:rPr>
              <w:t>огонек для женщин к 8 Марта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1059E1" w:rsidRDefault="00DD49DD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DD49DD" w:rsidRPr="00D147BC" w:rsidRDefault="00DD49DD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C20C9E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Милым, родным, любимым…» - </w:t>
            </w:r>
            <w:r w:rsidRPr="00D147BC">
              <w:rPr>
                <w:rFonts w:ascii="Times New Roman" w:hAnsi="Times New Roman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Народные гулянья </w:t>
            </w:r>
            <w:r w:rsidRPr="00D147BC">
              <w:rPr>
                <w:rFonts w:ascii="Times New Roman" w:hAnsi="Times New Roman"/>
                <w:b/>
              </w:rPr>
              <w:t>«Встречаем весну с песнями и блинами»</w:t>
            </w:r>
            <w:r w:rsidRPr="00D147BC">
              <w:rPr>
                <w:rFonts w:ascii="Times New Roman" w:hAnsi="Times New Roman"/>
              </w:rPr>
              <w:t xml:space="preserve"> с участием военнослужащих воинской части № 96404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D147BC">
        <w:trPr>
          <w:trHeight w:val="544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«Молодежный фейерверк»</w:t>
            </w:r>
            <w:r w:rsidRPr="00D147BC">
              <w:rPr>
                <w:rFonts w:ascii="Times New Roman" w:hAnsi="Times New Roman"/>
              </w:rPr>
              <w:t xml:space="preserve"> -праздничная программа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Pr="00D147BC">
              <w:rPr>
                <w:rFonts w:ascii="Times New Roman" w:hAnsi="Times New Roman"/>
              </w:rPr>
              <w:t>00</w:t>
            </w:r>
          </w:p>
          <w:p w:rsidR="00DD49DD" w:rsidRPr="00D147BC" w:rsidRDefault="00DD49DD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«Выпуск-2019: перезагрузка» - </w:t>
            </w:r>
            <w:r w:rsidRPr="00D147BC">
              <w:rPr>
                <w:rFonts w:ascii="Times New Roman" w:hAnsi="Times New Roman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2A4207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Праздничный митинг</w:t>
            </w:r>
            <w:r w:rsidRPr="00D147BC">
              <w:rPr>
                <w:rFonts w:ascii="Times New Roman" w:hAnsi="Times New Roman"/>
                <w:b/>
              </w:rPr>
              <w:t xml:space="preserve"> «День весны и труда» - </w:t>
            </w:r>
            <w:r w:rsidRPr="00D147BC">
              <w:rPr>
                <w:rFonts w:ascii="Times New Roman" w:hAnsi="Times New Roman"/>
              </w:rPr>
              <w:t>посвященный празднику весны и труда, чествование трудовых династий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E1385C">
        <w:trPr>
          <w:trHeight w:val="60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42FD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Цикл отчетных мероприятий творческих коллективов дома культуры</w:t>
            </w:r>
            <w:r w:rsidRPr="00D147BC">
              <w:rPr>
                <w:rFonts w:ascii="Times New Roman" w:hAnsi="Times New Roman"/>
                <w:b/>
              </w:rPr>
              <w:t xml:space="preserve"> «Его величество, артист!»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E1385C">
        <w:trPr>
          <w:trHeight w:val="276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«Счастливы вместе»</w:t>
            </w:r>
            <w:r w:rsidRPr="00D147BC">
              <w:rPr>
                <w:rFonts w:ascii="Times New Roman" w:hAnsi="Times New Roman"/>
              </w:rPr>
              <w:t xml:space="preserve"> -  праздничная развлекательная программа </w:t>
            </w:r>
          </w:p>
          <w:p w:rsidR="00DD49DD" w:rsidRPr="00D147BC" w:rsidRDefault="00DD49DD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D9459E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20</w:t>
            </w:r>
            <w:r w:rsidRPr="00D147BC">
              <w:rPr>
                <w:rFonts w:ascii="Times New Roman" w:hAnsi="Times New Roman"/>
              </w:rPr>
              <w:t>0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 w:rsidRPr="00D147BC">
              <w:rPr>
                <w:rFonts w:ascii="Times New Roman" w:hAnsi="Times New Roman"/>
              </w:rPr>
              <w:t>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станицы.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D147BC">
              <w:rPr>
                <w:rFonts w:ascii="Times New Roman" w:hAnsi="Times New Roman"/>
              </w:rPr>
              <w:t>чествование семей на дому</w:t>
            </w:r>
          </w:p>
          <w:p w:rsidR="00DD49DD" w:rsidRPr="00D147BC" w:rsidRDefault="00DD49DD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«Любовь и верность Муромских святых» - </w:t>
            </w:r>
            <w:r w:rsidRPr="00D147BC">
              <w:rPr>
                <w:rFonts w:ascii="Times New Roman" w:hAnsi="Times New Roman"/>
              </w:rPr>
              <w:t>час духовности ко Дню семьи, любви и верности (СБ)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EE3A66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 w:rsidRPr="00D147BC">
              <w:rPr>
                <w:rFonts w:ascii="Times New Roman" w:hAnsi="Times New Roman"/>
              </w:rPr>
              <w:t>праздник,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D9459E">
        <w:trPr>
          <w:trHeight w:val="51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E461DB">
            <w:pPr>
              <w:rPr>
                <w:rFonts w:ascii="Times New Roman" w:hAnsi="Times New Roman"/>
                <w:b/>
                <w:iCs/>
              </w:rPr>
            </w:pPr>
            <w:r w:rsidRPr="00D147BC">
              <w:rPr>
                <w:rFonts w:ascii="Times New Roman" w:hAnsi="Times New Roman"/>
                <w:b/>
                <w:iCs/>
              </w:rPr>
              <w:t>«Любви и мудрости единство»</w:t>
            </w:r>
          </w:p>
          <w:p w:rsidR="00DD49DD" w:rsidRPr="00D147BC" w:rsidRDefault="00DD49DD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  <w:iCs/>
              </w:rPr>
              <w:t xml:space="preserve">- </w:t>
            </w:r>
            <w:r w:rsidRPr="00D147BC">
              <w:rPr>
                <w:rFonts w:ascii="Times New Roman" w:hAnsi="Times New Roman"/>
                <w:iCs/>
              </w:rPr>
              <w:t>тематический вечер ко  Дню матери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EE3A66">
        <w:trPr>
          <w:trHeight w:val="111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Новогодние праздники:</w:t>
            </w:r>
          </w:p>
          <w:p w:rsidR="00DD49DD" w:rsidRPr="00D147BC" w:rsidRDefault="00DD49DD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DD49DD" w:rsidRPr="00D147BC" w:rsidRDefault="00DD49DD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DD49DD" w:rsidRPr="00D147BC" w:rsidRDefault="00DD49DD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308 000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DD49DD" w:rsidRPr="00D147BC" w:rsidRDefault="00DD49DD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</w:tc>
      </w:tr>
      <w:tr w:rsidR="00DD49DD" w:rsidRPr="00D147BC" w:rsidTr="00835127">
        <w:trPr>
          <w:trHeight w:val="69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здоровом теле – здоровый дух» - </w:t>
            </w:r>
            <w:r w:rsidRPr="00D147BC">
              <w:rPr>
                <w:rFonts w:ascii="Times New Roman" w:hAnsi="Times New Roman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/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  <w:p w:rsidR="00DD49DD" w:rsidRPr="00D147BC" w:rsidRDefault="00DD49DD" w:rsidP="009D5C0B"/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77640D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E1385C">
            <w:pPr>
              <w:rPr>
                <w:rFonts w:ascii="Times New Roman" w:hAnsi="Times New Roman"/>
                <w:b/>
                <w:bCs/>
              </w:rPr>
            </w:pPr>
            <w:r w:rsidRPr="00D147BC">
              <w:rPr>
                <w:rFonts w:ascii="Times New Roman" w:hAnsi="Times New Roman"/>
                <w:b/>
                <w:bCs/>
              </w:rPr>
              <w:t xml:space="preserve">«Самые красивые, самые спортивные» - </w:t>
            </w:r>
            <w:r w:rsidRPr="00D147BC">
              <w:rPr>
                <w:rFonts w:ascii="Times New Roman" w:hAnsi="Times New Roman"/>
                <w:bCs/>
              </w:rPr>
              <w:t>конкурс среди учащихся школ, посвященный празднику 8 Марта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DD49DD" w:rsidRPr="00D147BC" w:rsidRDefault="00DD49DD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D5C0B">
        <w:trPr>
          <w:trHeight w:val="57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Default"/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C20C9E">
        <w:trPr>
          <w:trHeight w:val="19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«Книга и спорт – движение вперёд» -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литературно – спортивный марафон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49DD" w:rsidRPr="00D147BC" w:rsidRDefault="00DD49DD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77640D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«Азбука здоровья» -</w:t>
            </w:r>
            <w:r w:rsidRPr="00D147BC">
              <w:rPr>
                <w:rFonts w:ascii="Times New Roman" w:hAnsi="Times New Roman"/>
              </w:rPr>
              <w:t xml:space="preserve"> медиаурок,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выпуск тематических буклетов, закладок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DD49DD" w:rsidRPr="00D147BC" w:rsidRDefault="00DD49DD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«Игра – здоровью верная сестра»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спортивно – игровая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4 000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49DD" w:rsidRPr="00D147BC" w:rsidRDefault="00DD49DD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D49DD" w:rsidRPr="00D147BC" w:rsidRDefault="00DD49DD" w:rsidP="00835127">
            <w:pPr>
              <w:jc w:val="center"/>
            </w:pPr>
          </w:p>
          <w:p w:rsidR="00DD49DD" w:rsidRPr="00D147BC" w:rsidRDefault="00DD49DD" w:rsidP="00835127">
            <w:pPr>
              <w:jc w:val="center"/>
            </w:pPr>
          </w:p>
        </w:tc>
      </w:tr>
      <w:tr w:rsidR="00DD49DD" w:rsidRPr="00D147BC" w:rsidTr="0077640D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</w:p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Новый год без вредных привычек» - </w:t>
            </w:r>
            <w:r w:rsidRPr="00D147BC">
              <w:rPr>
                <w:rFonts w:ascii="Times New Roman" w:hAnsi="Times New Roman"/>
              </w:rPr>
              <w:t>цикл интерактивных новогодних программ для детей и подростков</w:t>
            </w:r>
          </w:p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DD49DD" w:rsidRPr="00D147BC" w:rsidRDefault="00DD49DD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D49DD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</w:p>
        </w:tc>
      </w:tr>
    </w:tbl>
    <w:p w:rsidR="00DD49DD" w:rsidRPr="00D147BC" w:rsidRDefault="00DD49DD"/>
    <w:p w:rsidR="00DD49DD" w:rsidRPr="00D147BC" w:rsidRDefault="00DD49DD"/>
    <w:tbl>
      <w:tblPr>
        <w:tblW w:w="144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903"/>
        <w:gridCol w:w="13"/>
        <w:gridCol w:w="1841"/>
        <w:gridCol w:w="19"/>
        <w:gridCol w:w="1462"/>
        <w:gridCol w:w="24"/>
        <w:gridCol w:w="1700"/>
        <w:gridCol w:w="30"/>
        <w:gridCol w:w="2874"/>
        <w:gridCol w:w="40"/>
        <w:gridCol w:w="1549"/>
        <w:gridCol w:w="142"/>
        <w:gridCol w:w="143"/>
      </w:tblGrid>
      <w:tr w:rsidR="00DD49DD" w:rsidRPr="00D147BC" w:rsidTr="009B1443">
        <w:trPr>
          <w:gridAfter w:val="1"/>
          <w:wAfter w:w="143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семьями</w:t>
            </w:r>
          </w:p>
          <w:p w:rsidR="00DD49DD" w:rsidRPr="00D147BC" w:rsidRDefault="00DD49DD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D49DD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907ED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Рождественские встречи</w:t>
            </w:r>
            <w:r w:rsidRPr="00D147BC">
              <w:rPr>
                <w:rFonts w:ascii="Times New Roman" w:hAnsi="Times New Roman"/>
              </w:rPr>
              <w:t xml:space="preserve">» - семейные посиделки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DD49DD" w:rsidRPr="00D147BC" w:rsidRDefault="00DD49DD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«Семейные старты» - </w:t>
            </w:r>
            <w:r w:rsidRPr="00D147BC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DD49DD" w:rsidRPr="00D147BC" w:rsidRDefault="00DD49DD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Семейные таланты» -</w:t>
            </w:r>
            <w:r w:rsidRPr="00D147BC">
              <w:rPr>
                <w:rFonts w:ascii="Times New Roman" w:hAnsi="Times New Roman"/>
              </w:rPr>
              <w:t>интерактивный семейный вечер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10315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EC35D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  </w:t>
            </w: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gridAfter w:val="1"/>
          <w:wAfter w:w="143" w:type="dxa"/>
          <w:trHeight w:val="26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D7D5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1031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A970DD" w:rsidRDefault="00DD49DD" w:rsidP="00A970DD">
            <w:pPr>
              <w:jc w:val="center"/>
              <w:rPr>
                <w:rFonts w:ascii="Times New Roman" w:hAnsi="Times New Roman"/>
                <w:b/>
              </w:rPr>
            </w:pPr>
            <w:r w:rsidRPr="00A970DD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EC35D1">
            <w:pPr>
              <w:rPr>
                <w:rFonts w:ascii="Times New Roman" w:hAnsi="Times New Roman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5E63BF">
            <w:pPr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gridAfter w:val="2"/>
          <w:wAfter w:w="285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пожилым населением</w:t>
            </w:r>
          </w:p>
        </w:tc>
      </w:tr>
      <w:tr w:rsidR="00DD49DD" w:rsidRPr="00D147BC" w:rsidTr="009B1443">
        <w:trPr>
          <w:gridAfter w:val="2"/>
          <w:wAfter w:w="285" w:type="dxa"/>
          <w:trHeight w:val="182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6868A8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«Я на пенсии сижу время зря не провожу» -  </w:t>
            </w:r>
            <w:r w:rsidRPr="00D147BC">
              <w:rPr>
                <w:rFonts w:ascii="Times New Roman" w:hAnsi="Times New Roman"/>
              </w:rPr>
              <w:t>чайная вечеринка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A970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A970DD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7A729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Есть возраст золотой...» - </w:t>
            </w:r>
            <w:r w:rsidRPr="00D147BC"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DD49DD" w:rsidRPr="00D147BC" w:rsidRDefault="00DD49DD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403B3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«Рожденное любовью слово «Мама»» -</w:t>
            </w:r>
            <w:r w:rsidRPr="00D147BC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gridAfter w:val="2"/>
          <w:wAfter w:w="285" w:type="dxa"/>
          <w:trHeight w:val="39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DD7D5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471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515070" w:rsidRDefault="00DD49DD" w:rsidP="005150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51507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5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gridAfter w:val="2"/>
          <w:wAfter w:w="285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9A4ED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DD49DD" w:rsidRPr="00D147BC" w:rsidTr="009B1443">
        <w:trPr>
          <w:gridAfter w:val="2"/>
          <w:wAfter w:w="285" w:type="dxa"/>
          <w:trHeight w:val="977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Веселый зимний вечерок</w:t>
            </w:r>
            <w:r w:rsidRPr="00D147BC">
              <w:rPr>
                <w:rFonts w:ascii="Times New Roman" w:hAnsi="Times New Roman"/>
              </w:rPr>
              <w:t>» -  вечер отдыха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Default="00DD49DD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Весна добра»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8F0161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C04BB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C04BB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«Караоке-вечеринка» - </w:t>
            </w:r>
            <w:r w:rsidRPr="00D147BC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DD49DD" w:rsidRPr="00D147BC" w:rsidRDefault="00DD49DD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B6095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DD49DD" w:rsidRPr="00D147BC" w:rsidRDefault="00DD49DD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D147BC" w:rsidRDefault="00DD49DD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515070" w:rsidTr="009B1443">
        <w:trPr>
          <w:gridAfter w:val="2"/>
          <w:wAfter w:w="285" w:type="dxa"/>
          <w:trHeight w:val="39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515070" w:rsidRDefault="00DD49DD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515070" w:rsidRDefault="00DD49DD" w:rsidP="00025504">
            <w:pPr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515070" w:rsidRDefault="00DD49DD" w:rsidP="006A29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515070" w:rsidRDefault="00DD49DD" w:rsidP="005150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5 200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515070" w:rsidRDefault="00DD49DD" w:rsidP="00F61C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515070" w:rsidRDefault="00DD49DD" w:rsidP="005E63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9DD" w:rsidRPr="00515070" w:rsidRDefault="00DD49DD" w:rsidP="00F61CB9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D49DD" w:rsidRPr="00D147BC" w:rsidTr="009B1443">
        <w:trPr>
          <w:trHeight w:val="24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pStyle w:val="a3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  <w:p w:rsidR="00DD49DD" w:rsidRPr="00D147BC" w:rsidRDefault="00DD49DD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Default="00DD49DD" w:rsidP="007F5D83">
            <w:pPr>
              <w:jc w:val="center"/>
              <w:rPr>
                <w:rFonts w:ascii="Times New Roman" w:hAnsi="Times New Roman"/>
                <w:b/>
              </w:rPr>
            </w:pPr>
          </w:p>
          <w:p w:rsidR="00DD49DD" w:rsidRDefault="00DD49DD" w:rsidP="007F5D83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  <w:p w:rsidR="00DD49DD" w:rsidRPr="00D147BC" w:rsidRDefault="00DD49DD" w:rsidP="007F5D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D49DD" w:rsidRPr="00D147BC" w:rsidTr="009B1443">
        <w:trPr>
          <w:trHeight w:val="1760"/>
        </w:trPr>
        <w:tc>
          <w:tcPr>
            <w:tcW w:w="7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C0B21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D49DD" w:rsidRPr="00D147BC" w:rsidRDefault="00DD49DD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51507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9B1443">
        <w:trPr>
          <w:trHeight w:val="37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trHeight w:val="24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D49DD" w:rsidRPr="00D147BC" w:rsidRDefault="00DD49DD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DD49DD" w:rsidRDefault="00DD49DD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  <w:p w:rsidR="00DD49DD" w:rsidRPr="00D147BC" w:rsidRDefault="00DD49DD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D49DD" w:rsidRPr="00D147BC" w:rsidTr="009B1443">
        <w:trPr>
          <w:trHeight w:val="40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</w:rPr>
              <w:t>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«Дед Мороз в каждый дом»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EF5C0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D49DD" w:rsidRPr="00D147BC" w:rsidRDefault="00DD49DD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12 000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49DD" w:rsidRPr="00D147BC" w:rsidTr="009B1443">
        <w:trPr>
          <w:trHeight w:val="42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DD49DD" w:rsidRPr="00D147BC" w:rsidRDefault="00DD49DD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D49DD" w:rsidRPr="00D147BC" w:rsidTr="009B1443">
        <w:trPr>
          <w:trHeight w:val="3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427 700,</w:t>
            </w:r>
            <w:r w:rsidRPr="00D147BC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DD" w:rsidRPr="00D147BC" w:rsidRDefault="00DD49DD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DD" w:rsidRPr="00D147BC" w:rsidRDefault="00DD49DD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DD49DD" w:rsidRPr="00D147BC" w:rsidRDefault="00DD49DD" w:rsidP="00036911">
      <w:pPr>
        <w:rPr>
          <w:rFonts w:ascii="Times New Roman" w:hAnsi="Times New Roman"/>
        </w:rPr>
      </w:pPr>
    </w:p>
    <w:p w:rsidR="00DD49DD" w:rsidRPr="00D147BC" w:rsidRDefault="00DD49DD" w:rsidP="008A7A3B">
      <w:pPr>
        <w:rPr>
          <w:rFonts w:ascii="Times New Roman" w:hAnsi="Times New Roman"/>
        </w:rPr>
      </w:pPr>
    </w:p>
    <w:p w:rsidR="00DD49DD" w:rsidRPr="00D147BC" w:rsidRDefault="00DD49DD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DD49DD" w:rsidRPr="00D147BC" w:rsidRDefault="00DD49DD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DD49DD" w:rsidRPr="00D147BC" w:rsidRDefault="00DD49DD" w:rsidP="00D147BC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                </w:t>
      </w:r>
    </w:p>
    <w:sectPr w:rsidR="00DD49DD" w:rsidRPr="00D147BC" w:rsidSect="0022700E">
      <w:headerReference w:type="default" r:id="rId7"/>
      <w:pgSz w:w="16840" w:h="11907" w:orient="landscape" w:code="9"/>
      <w:pgMar w:top="709" w:right="964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9DD" w:rsidRDefault="00DD49DD">
      <w:r>
        <w:separator/>
      </w:r>
    </w:p>
  </w:endnote>
  <w:endnote w:type="continuationSeparator" w:id="0">
    <w:p w:rsidR="00DD49DD" w:rsidRDefault="00DD4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9DD" w:rsidRDefault="00DD49DD">
      <w:r>
        <w:separator/>
      </w:r>
    </w:p>
  </w:footnote>
  <w:footnote w:type="continuationSeparator" w:id="0">
    <w:p w:rsidR="00DD49DD" w:rsidRDefault="00DD4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9DD" w:rsidRDefault="00DD49D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D49DD" w:rsidRPr="00633EA5" w:rsidRDefault="00DD49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A9B"/>
    <w:rsid w:val="00042FDD"/>
    <w:rsid w:val="00043F79"/>
    <w:rsid w:val="00044A4E"/>
    <w:rsid w:val="00052B35"/>
    <w:rsid w:val="00054B0F"/>
    <w:rsid w:val="000654F1"/>
    <w:rsid w:val="0006685C"/>
    <w:rsid w:val="00067311"/>
    <w:rsid w:val="0007280A"/>
    <w:rsid w:val="00083DC5"/>
    <w:rsid w:val="00091270"/>
    <w:rsid w:val="00093841"/>
    <w:rsid w:val="0009408B"/>
    <w:rsid w:val="00094836"/>
    <w:rsid w:val="00095588"/>
    <w:rsid w:val="000A0D34"/>
    <w:rsid w:val="000A2DCB"/>
    <w:rsid w:val="000B016B"/>
    <w:rsid w:val="000B0AD1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E3611"/>
    <w:rsid w:val="000E625F"/>
    <w:rsid w:val="000E6AFF"/>
    <w:rsid w:val="000E75E6"/>
    <w:rsid w:val="00101F21"/>
    <w:rsid w:val="0010315A"/>
    <w:rsid w:val="00105934"/>
    <w:rsid w:val="001059E1"/>
    <w:rsid w:val="00115531"/>
    <w:rsid w:val="00117AE8"/>
    <w:rsid w:val="00117BF0"/>
    <w:rsid w:val="00122AFD"/>
    <w:rsid w:val="001322A7"/>
    <w:rsid w:val="001329B3"/>
    <w:rsid w:val="00134C5C"/>
    <w:rsid w:val="00135BDC"/>
    <w:rsid w:val="00141465"/>
    <w:rsid w:val="001424F4"/>
    <w:rsid w:val="00143556"/>
    <w:rsid w:val="00153A40"/>
    <w:rsid w:val="001560B5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A45"/>
    <w:rsid w:val="00191C88"/>
    <w:rsid w:val="001A3A7A"/>
    <w:rsid w:val="001A603E"/>
    <w:rsid w:val="001B69AD"/>
    <w:rsid w:val="001C339A"/>
    <w:rsid w:val="001C391E"/>
    <w:rsid w:val="001C69A8"/>
    <w:rsid w:val="001D3DB5"/>
    <w:rsid w:val="001D6462"/>
    <w:rsid w:val="001E134E"/>
    <w:rsid w:val="001E64CF"/>
    <w:rsid w:val="001F130E"/>
    <w:rsid w:val="001F1FD5"/>
    <w:rsid w:val="00205724"/>
    <w:rsid w:val="00207A02"/>
    <w:rsid w:val="002175DE"/>
    <w:rsid w:val="002228F1"/>
    <w:rsid w:val="00222F09"/>
    <w:rsid w:val="00226246"/>
    <w:rsid w:val="0022700E"/>
    <w:rsid w:val="002323A8"/>
    <w:rsid w:val="00240086"/>
    <w:rsid w:val="00241AD2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86BB0"/>
    <w:rsid w:val="00293F17"/>
    <w:rsid w:val="002A19F2"/>
    <w:rsid w:val="002A324D"/>
    <w:rsid w:val="002A34E5"/>
    <w:rsid w:val="002A4207"/>
    <w:rsid w:val="002A4307"/>
    <w:rsid w:val="002A5D1B"/>
    <w:rsid w:val="002B1958"/>
    <w:rsid w:val="002B34D6"/>
    <w:rsid w:val="002C7281"/>
    <w:rsid w:val="002C7FF8"/>
    <w:rsid w:val="002D7464"/>
    <w:rsid w:val="002E26F0"/>
    <w:rsid w:val="002E6031"/>
    <w:rsid w:val="002E6EF9"/>
    <w:rsid w:val="002E7530"/>
    <w:rsid w:val="002F5BB4"/>
    <w:rsid w:val="002F7E27"/>
    <w:rsid w:val="00300ABA"/>
    <w:rsid w:val="00303BAC"/>
    <w:rsid w:val="0030427E"/>
    <w:rsid w:val="003063BC"/>
    <w:rsid w:val="00320855"/>
    <w:rsid w:val="00322586"/>
    <w:rsid w:val="003237B6"/>
    <w:rsid w:val="00335FBF"/>
    <w:rsid w:val="00340E68"/>
    <w:rsid w:val="00341333"/>
    <w:rsid w:val="003440EF"/>
    <w:rsid w:val="00347146"/>
    <w:rsid w:val="0035237F"/>
    <w:rsid w:val="00356172"/>
    <w:rsid w:val="00365218"/>
    <w:rsid w:val="00371025"/>
    <w:rsid w:val="00371319"/>
    <w:rsid w:val="00372290"/>
    <w:rsid w:val="00374C11"/>
    <w:rsid w:val="00375BBC"/>
    <w:rsid w:val="00380980"/>
    <w:rsid w:val="00381C8E"/>
    <w:rsid w:val="003826EE"/>
    <w:rsid w:val="003832F3"/>
    <w:rsid w:val="00387BE9"/>
    <w:rsid w:val="0039254F"/>
    <w:rsid w:val="00393973"/>
    <w:rsid w:val="003A2180"/>
    <w:rsid w:val="003A2868"/>
    <w:rsid w:val="003A468C"/>
    <w:rsid w:val="003A52F7"/>
    <w:rsid w:val="003A6DB2"/>
    <w:rsid w:val="003A7292"/>
    <w:rsid w:val="003C51AC"/>
    <w:rsid w:val="003C6883"/>
    <w:rsid w:val="003D076F"/>
    <w:rsid w:val="003D5629"/>
    <w:rsid w:val="003D7EFE"/>
    <w:rsid w:val="003E661A"/>
    <w:rsid w:val="003F0CB8"/>
    <w:rsid w:val="003F4E77"/>
    <w:rsid w:val="003F7853"/>
    <w:rsid w:val="00402439"/>
    <w:rsid w:val="0040331E"/>
    <w:rsid w:val="004123BE"/>
    <w:rsid w:val="00412957"/>
    <w:rsid w:val="00434466"/>
    <w:rsid w:val="00436AFA"/>
    <w:rsid w:val="00436C93"/>
    <w:rsid w:val="004432CD"/>
    <w:rsid w:val="004510A5"/>
    <w:rsid w:val="00455547"/>
    <w:rsid w:val="00456479"/>
    <w:rsid w:val="0045749F"/>
    <w:rsid w:val="004574E0"/>
    <w:rsid w:val="004637D3"/>
    <w:rsid w:val="00466211"/>
    <w:rsid w:val="0046755D"/>
    <w:rsid w:val="00467EEC"/>
    <w:rsid w:val="004714C8"/>
    <w:rsid w:val="004721A3"/>
    <w:rsid w:val="004725AA"/>
    <w:rsid w:val="00472A84"/>
    <w:rsid w:val="00472C33"/>
    <w:rsid w:val="004740A7"/>
    <w:rsid w:val="004819D6"/>
    <w:rsid w:val="00481C03"/>
    <w:rsid w:val="0048497F"/>
    <w:rsid w:val="004855C1"/>
    <w:rsid w:val="00493570"/>
    <w:rsid w:val="0049450A"/>
    <w:rsid w:val="0049516F"/>
    <w:rsid w:val="00495BCE"/>
    <w:rsid w:val="00497833"/>
    <w:rsid w:val="004A0CE2"/>
    <w:rsid w:val="004A0E44"/>
    <w:rsid w:val="004A1139"/>
    <w:rsid w:val="004A2B87"/>
    <w:rsid w:val="004B2120"/>
    <w:rsid w:val="004B2BE8"/>
    <w:rsid w:val="004B7B4B"/>
    <w:rsid w:val="004B7E51"/>
    <w:rsid w:val="004C1660"/>
    <w:rsid w:val="004C41E0"/>
    <w:rsid w:val="004D4870"/>
    <w:rsid w:val="004D5DCF"/>
    <w:rsid w:val="004E74DB"/>
    <w:rsid w:val="004E78A7"/>
    <w:rsid w:val="004F167C"/>
    <w:rsid w:val="004F5CD8"/>
    <w:rsid w:val="004F68E2"/>
    <w:rsid w:val="0050038C"/>
    <w:rsid w:val="0051048F"/>
    <w:rsid w:val="00513190"/>
    <w:rsid w:val="00514CFD"/>
    <w:rsid w:val="00515070"/>
    <w:rsid w:val="00517347"/>
    <w:rsid w:val="00522BE4"/>
    <w:rsid w:val="00525A13"/>
    <w:rsid w:val="00540270"/>
    <w:rsid w:val="005403B3"/>
    <w:rsid w:val="00541CBA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4020"/>
    <w:rsid w:val="005A29BE"/>
    <w:rsid w:val="005A2ECD"/>
    <w:rsid w:val="005A474E"/>
    <w:rsid w:val="005B17A4"/>
    <w:rsid w:val="005B66E3"/>
    <w:rsid w:val="005C0B21"/>
    <w:rsid w:val="005C3EB6"/>
    <w:rsid w:val="005C7336"/>
    <w:rsid w:val="005D0C53"/>
    <w:rsid w:val="005D70B2"/>
    <w:rsid w:val="005D7565"/>
    <w:rsid w:val="005E37F3"/>
    <w:rsid w:val="005E63BF"/>
    <w:rsid w:val="005E7F20"/>
    <w:rsid w:val="005F1C37"/>
    <w:rsid w:val="005F54F3"/>
    <w:rsid w:val="00612376"/>
    <w:rsid w:val="00617CA0"/>
    <w:rsid w:val="00621CA8"/>
    <w:rsid w:val="00624DB5"/>
    <w:rsid w:val="00625FDC"/>
    <w:rsid w:val="00631437"/>
    <w:rsid w:val="0063260E"/>
    <w:rsid w:val="00633EA5"/>
    <w:rsid w:val="00635BC1"/>
    <w:rsid w:val="006449EC"/>
    <w:rsid w:val="006455A5"/>
    <w:rsid w:val="006471E7"/>
    <w:rsid w:val="00654BFA"/>
    <w:rsid w:val="00656CCF"/>
    <w:rsid w:val="00660DAB"/>
    <w:rsid w:val="006637A3"/>
    <w:rsid w:val="00665D47"/>
    <w:rsid w:val="00666BE4"/>
    <w:rsid w:val="00677234"/>
    <w:rsid w:val="00677AB3"/>
    <w:rsid w:val="006806A5"/>
    <w:rsid w:val="006868A8"/>
    <w:rsid w:val="00697261"/>
    <w:rsid w:val="006A2674"/>
    <w:rsid w:val="006A29A0"/>
    <w:rsid w:val="006A6A74"/>
    <w:rsid w:val="006B3AB6"/>
    <w:rsid w:val="006B6282"/>
    <w:rsid w:val="006C284B"/>
    <w:rsid w:val="006E0AE8"/>
    <w:rsid w:val="006F4919"/>
    <w:rsid w:val="006F5A4F"/>
    <w:rsid w:val="006F605D"/>
    <w:rsid w:val="007020E4"/>
    <w:rsid w:val="00702F66"/>
    <w:rsid w:val="00703C6F"/>
    <w:rsid w:val="00703CAD"/>
    <w:rsid w:val="00704232"/>
    <w:rsid w:val="00705888"/>
    <w:rsid w:val="00707B95"/>
    <w:rsid w:val="0071136F"/>
    <w:rsid w:val="0071434D"/>
    <w:rsid w:val="007164A6"/>
    <w:rsid w:val="0071689D"/>
    <w:rsid w:val="00732885"/>
    <w:rsid w:val="00734C64"/>
    <w:rsid w:val="00735685"/>
    <w:rsid w:val="00740F69"/>
    <w:rsid w:val="00741071"/>
    <w:rsid w:val="007464F8"/>
    <w:rsid w:val="007509B6"/>
    <w:rsid w:val="00752955"/>
    <w:rsid w:val="00754432"/>
    <w:rsid w:val="00761310"/>
    <w:rsid w:val="00770C4A"/>
    <w:rsid w:val="0077640D"/>
    <w:rsid w:val="00777E6C"/>
    <w:rsid w:val="0079025E"/>
    <w:rsid w:val="00791DE4"/>
    <w:rsid w:val="007A6384"/>
    <w:rsid w:val="007A729B"/>
    <w:rsid w:val="007B34C4"/>
    <w:rsid w:val="007C3B8D"/>
    <w:rsid w:val="007C571D"/>
    <w:rsid w:val="007C5F85"/>
    <w:rsid w:val="007D1A8C"/>
    <w:rsid w:val="007D2C99"/>
    <w:rsid w:val="007D4C06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5127"/>
    <w:rsid w:val="008354FA"/>
    <w:rsid w:val="00840DA6"/>
    <w:rsid w:val="0084243D"/>
    <w:rsid w:val="00850011"/>
    <w:rsid w:val="008509ED"/>
    <w:rsid w:val="00850D82"/>
    <w:rsid w:val="0085437C"/>
    <w:rsid w:val="0085745B"/>
    <w:rsid w:val="008575A6"/>
    <w:rsid w:val="00860322"/>
    <w:rsid w:val="0087114B"/>
    <w:rsid w:val="008766B9"/>
    <w:rsid w:val="008916E2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5A34"/>
    <w:rsid w:val="008D4716"/>
    <w:rsid w:val="008E1275"/>
    <w:rsid w:val="008F0161"/>
    <w:rsid w:val="008F1FBE"/>
    <w:rsid w:val="008F3336"/>
    <w:rsid w:val="008F4ED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3D70"/>
    <w:rsid w:val="009860E4"/>
    <w:rsid w:val="009879A6"/>
    <w:rsid w:val="00987B0F"/>
    <w:rsid w:val="00991257"/>
    <w:rsid w:val="00993003"/>
    <w:rsid w:val="009A0015"/>
    <w:rsid w:val="009A07D8"/>
    <w:rsid w:val="009A4ED0"/>
    <w:rsid w:val="009B1443"/>
    <w:rsid w:val="009B73E8"/>
    <w:rsid w:val="009C02F7"/>
    <w:rsid w:val="009D4504"/>
    <w:rsid w:val="009D47EA"/>
    <w:rsid w:val="009D5C0B"/>
    <w:rsid w:val="009D6288"/>
    <w:rsid w:val="009D7B77"/>
    <w:rsid w:val="009D7D7F"/>
    <w:rsid w:val="009E2C58"/>
    <w:rsid w:val="009E5C7E"/>
    <w:rsid w:val="009E657C"/>
    <w:rsid w:val="009F06E4"/>
    <w:rsid w:val="009F7276"/>
    <w:rsid w:val="00A0097D"/>
    <w:rsid w:val="00A02035"/>
    <w:rsid w:val="00A05309"/>
    <w:rsid w:val="00A10969"/>
    <w:rsid w:val="00A1421A"/>
    <w:rsid w:val="00A1695C"/>
    <w:rsid w:val="00A23C33"/>
    <w:rsid w:val="00A36A1F"/>
    <w:rsid w:val="00A3740B"/>
    <w:rsid w:val="00A509CD"/>
    <w:rsid w:val="00A511FA"/>
    <w:rsid w:val="00A55F62"/>
    <w:rsid w:val="00A571D6"/>
    <w:rsid w:val="00A575C7"/>
    <w:rsid w:val="00A65613"/>
    <w:rsid w:val="00A75B3B"/>
    <w:rsid w:val="00A83611"/>
    <w:rsid w:val="00A83FE2"/>
    <w:rsid w:val="00A874EA"/>
    <w:rsid w:val="00A87FA6"/>
    <w:rsid w:val="00A900E7"/>
    <w:rsid w:val="00A91E35"/>
    <w:rsid w:val="00A93931"/>
    <w:rsid w:val="00A969F1"/>
    <w:rsid w:val="00A970DD"/>
    <w:rsid w:val="00AA0281"/>
    <w:rsid w:val="00AB2E55"/>
    <w:rsid w:val="00AB5940"/>
    <w:rsid w:val="00AC681C"/>
    <w:rsid w:val="00AC6E65"/>
    <w:rsid w:val="00AD3B9F"/>
    <w:rsid w:val="00AD6AD3"/>
    <w:rsid w:val="00AD6DE3"/>
    <w:rsid w:val="00AD718A"/>
    <w:rsid w:val="00AF1D20"/>
    <w:rsid w:val="00AF2070"/>
    <w:rsid w:val="00B068C5"/>
    <w:rsid w:val="00B06BE3"/>
    <w:rsid w:val="00B11BB8"/>
    <w:rsid w:val="00B21B46"/>
    <w:rsid w:val="00B25E07"/>
    <w:rsid w:val="00B45B21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389A"/>
    <w:rsid w:val="00B8732B"/>
    <w:rsid w:val="00B91C4A"/>
    <w:rsid w:val="00B96C8D"/>
    <w:rsid w:val="00BA1346"/>
    <w:rsid w:val="00BA6643"/>
    <w:rsid w:val="00BA6DE5"/>
    <w:rsid w:val="00BB30BB"/>
    <w:rsid w:val="00BB4A9F"/>
    <w:rsid w:val="00BB7DB1"/>
    <w:rsid w:val="00BC2657"/>
    <w:rsid w:val="00BC3667"/>
    <w:rsid w:val="00BD0F30"/>
    <w:rsid w:val="00BD33EA"/>
    <w:rsid w:val="00BE5B30"/>
    <w:rsid w:val="00C0452F"/>
    <w:rsid w:val="00C04BB0"/>
    <w:rsid w:val="00C07246"/>
    <w:rsid w:val="00C1017B"/>
    <w:rsid w:val="00C11F0D"/>
    <w:rsid w:val="00C12D44"/>
    <w:rsid w:val="00C161E1"/>
    <w:rsid w:val="00C20612"/>
    <w:rsid w:val="00C20C9E"/>
    <w:rsid w:val="00C30749"/>
    <w:rsid w:val="00C30BB7"/>
    <w:rsid w:val="00C3175E"/>
    <w:rsid w:val="00C34789"/>
    <w:rsid w:val="00C3522A"/>
    <w:rsid w:val="00C3623A"/>
    <w:rsid w:val="00C3705A"/>
    <w:rsid w:val="00C44ADA"/>
    <w:rsid w:val="00C46378"/>
    <w:rsid w:val="00C602BF"/>
    <w:rsid w:val="00C60AC2"/>
    <w:rsid w:val="00C72370"/>
    <w:rsid w:val="00C727E4"/>
    <w:rsid w:val="00C74B15"/>
    <w:rsid w:val="00C76117"/>
    <w:rsid w:val="00C8736B"/>
    <w:rsid w:val="00C91FBF"/>
    <w:rsid w:val="00CA686E"/>
    <w:rsid w:val="00CB42AB"/>
    <w:rsid w:val="00CB61F0"/>
    <w:rsid w:val="00CB66C0"/>
    <w:rsid w:val="00CB7F63"/>
    <w:rsid w:val="00CC3830"/>
    <w:rsid w:val="00CC4812"/>
    <w:rsid w:val="00CC4BB9"/>
    <w:rsid w:val="00CD6AAA"/>
    <w:rsid w:val="00CD7F03"/>
    <w:rsid w:val="00CE604C"/>
    <w:rsid w:val="00CF3412"/>
    <w:rsid w:val="00CF45F3"/>
    <w:rsid w:val="00CF476E"/>
    <w:rsid w:val="00CF6306"/>
    <w:rsid w:val="00CF6FBF"/>
    <w:rsid w:val="00CF7D26"/>
    <w:rsid w:val="00D03874"/>
    <w:rsid w:val="00D04D63"/>
    <w:rsid w:val="00D10B3C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C86"/>
    <w:rsid w:val="00D80E4A"/>
    <w:rsid w:val="00D83EE2"/>
    <w:rsid w:val="00D849D0"/>
    <w:rsid w:val="00D90BA4"/>
    <w:rsid w:val="00D91C0D"/>
    <w:rsid w:val="00D9459E"/>
    <w:rsid w:val="00DA0A23"/>
    <w:rsid w:val="00DA1BED"/>
    <w:rsid w:val="00DA780D"/>
    <w:rsid w:val="00DC12AA"/>
    <w:rsid w:val="00DC4CC5"/>
    <w:rsid w:val="00DC670B"/>
    <w:rsid w:val="00DD0654"/>
    <w:rsid w:val="00DD45FC"/>
    <w:rsid w:val="00DD49DD"/>
    <w:rsid w:val="00DD7D54"/>
    <w:rsid w:val="00DE02F8"/>
    <w:rsid w:val="00DF2C48"/>
    <w:rsid w:val="00DF4581"/>
    <w:rsid w:val="00DF4C70"/>
    <w:rsid w:val="00E03837"/>
    <w:rsid w:val="00E1385C"/>
    <w:rsid w:val="00E159BA"/>
    <w:rsid w:val="00E26412"/>
    <w:rsid w:val="00E4171B"/>
    <w:rsid w:val="00E43EB1"/>
    <w:rsid w:val="00E461DB"/>
    <w:rsid w:val="00E500F4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6C13"/>
    <w:rsid w:val="00EA7C72"/>
    <w:rsid w:val="00EB4423"/>
    <w:rsid w:val="00EC342E"/>
    <w:rsid w:val="00EC35D1"/>
    <w:rsid w:val="00EC3760"/>
    <w:rsid w:val="00EC48B7"/>
    <w:rsid w:val="00EC6124"/>
    <w:rsid w:val="00ED744E"/>
    <w:rsid w:val="00EE372C"/>
    <w:rsid w:val="00EE3A66"/>
    <w:rsid w:val="00EF5882"/>
    <w:rsid w:val="00EF5C0E"/>
    <w:rsid w:val="00EF60EA"/>
    <w:rsid w:val="00F01ECF"/>
    <w:rsid w:val="00F04FED"/>
    <w:rsid w:val="00F06350"/>
    <w:rsid w:val="00F117D0"/>
    <w:rsid w:val="00F1382E"/>
    <w:rsid w:val="00F1568A"/>
    <w:rsid w:val="00F20375"/>
    <w:rsid w:val="00F217D0"/>
    <w:rsid w:val="00F2247D"/>
    <w:rsid w:val="00F3022C"/>
    <w:rsid w:val="00F318E7"/>
    <w:rsid w:val="00F35D4D"/>
    <w:rsid w:val="00F374C5"/>
    <w:rsid w:val="00F4148A"/>
    <w:rsid w:val="00F44EE6"/>
    <w:rsid w:val="00F47058"/>
    <w:rsid w:val="00F51257"/>
    <w:rsid w:val="00F574AF"/>
    <w:rsid w:val="00F57DA0"/>
    <w:rsid w:val="00F611E3"/>
    <w:rsid w:val="00F61CB9"/>
    <w:rsid w:val="00F72C06"/>
    <w:rsid w:val="00F73017"/>
    <w:rsid w:val="00F82152"/>
    <w:rsid w:val="00F85B52"/>
    <w:rsid w:val="00F86102"/>
    <w:rsid w:val="00F971B5"/>
    <w:rsid w:val="00FA18FF"/>
    <w:rsid w:val="00FA62FA"/>
    <w:rsid w:val="00FA6A7A"/>
    <w:rsid w:val="00FB00FE"/>
    <w:rsid w:val="00FB197C"/>
    <w:rsid w:val="00FB55AF"/>
    <w:rsid w:val="00FC38AE"/>
    <w:rsid w:val="00FD3663"/>
    <w:rsid w:val="00FD7228"/>
    <w:rsid w:val="00FE0C0F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99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99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9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99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1026</TotalTime>
  <Pages>12</Pages>
  <Words>2105</Words>
  <Characters>12005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145</cp:revision>
  <cp:lastPrinted>2018-09-05T10:20:00Z</cp:lastPrinted>
  <dcterms:created xsi:type="dcterms:W3CDTF">2017-08-17T07:52:00Z</dcterms:created>
  <dcterms:modified xsi:type="dcterms:W3CDTF">2019-07-23T10:20:00Z</dcterms:modified>
</cp:coreProperties>
</file>