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E44624" w:rsidRPr="005E024B" w:rsidTr="005E024B">
        <w:tc>
          <w:tcPr>
            <w:tcW w:w="8934" w:type="dxa"/>
          </w:tcPr>
          <w:p w:rsidR="00E44624" w:rsidRPr="005E024B" w:rsidRDefault="00E44624" w:rsidP="005E024B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E44624" w:rsidRPr="00EE5BAC" w:rsidRDefault="00E44624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E44624" w:rsidRPr="00EE5BAC" w:rsidRDefault="00E44624" w:rsidP="00AB199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E44624" w:rsidRPr="00EE5BAC" w:rsidRDefault="00E44624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E44624" w:rsidRPr="00EE5BAC" w:rsidRDefault="00E44624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E44624" w:rsidRPr="00EE5BAC" w:rsidRDefault="00E44624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E44624" w:rsidRPr="00EE5BAC" w:rsidRDefault="00E44624" w:rsidP="00AB1990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от _______________№ _______________</w:t>
            </w:r>
          </w:p>
          <w:p w:rsidR="00E44624" w:rsidRPr="005E024B" w:rsidRDefault="00E44624" w:rsidP="005E024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E44624" w:rsidRPr="00885C29" w:rsidRDefault="00E44624" w:rsidP="001157F7"/>
    <w:p w:rsidR="00E44624" w:rsidRDefault="00E44624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E44624" w:rsidRPr="00D13FB1" w:rsidRDefault="00E44624" w:rsidP="00AB1990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E44624" w:rsidRDefault="00E44624" w:rsidP="00BB769B">
      <w:pPr>
        <w:jc w:val="center"/>
        <w:rPr>
          <w:b/>
          <w:szCs w:val="28"/>
        </w:rPr>
      </w:pPr>
    </w:p>
    <w:p w:rsidR="00E44624" w:rsidRPr="00950972" w:rsidRDefault="00E44624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E44624" w:rsidRPr="00D13FB1" w:rsidRDefault="00E44624" w:rsidP="00AB1990">
      <w:pPr>
        <w:jc w:val="center"/>
        <w:rPr>
          <w:b/>
          <w:bCs/>
          <w:szCs w:val="28"/>
        </w:rPr>
      </w:pPr>
      <w:r w:rsidRPr="00950972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E44624" w:rsidRPr="00950972" w:rsidRDefault="00E44624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E44624" w:rsidRPr="008A6FA1" w:rsidTr="00AA7AF2">
        <w:tc>
          <w:tcPr>
            <w:tcW w:w="6374" w:type="dxa"/>
          </w:tcPr>
          <w:p w:rsidR="00E44624" w:rsidRPr="00190885" w:rsidRDefault="00E4462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E44624" w:rsidRDefault="00E44624" w:rsidP="00AA7A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E44624" w:rsidRPr="00855115" w:rsidRDefault="00E44624" w:rsidP="00AA7AF2">
            <w:pPr>
              <w:rPr>
                <w:szCs w:val="28"/>
              </w:rPr>
            </w:pPr>
          </w:p>
        </w:tc>
      </w:tr>
      <w:tr w:rsidR="00E44624" w:rsidRPr="008A6FA1" w:rsidTr="00AA7AF2">
        <w:tc>
          <w:tcPr>
            <w:tcW w:w="6374" w:type="dxa"/>
          </w:tcPr>
          <w:p w:rsidR="00E44624" w:rsidRPr="00190885" w:rsidRDefault="00E4462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E44624" w:rsidRDefault="00E44624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E44624" w:rsidRPr="00157189" w:rsidRDefault="00E44624" w:rsidP="00AA7AF2">
            <w:pPr>
              <w:rPr>
                <w:szCs w:val="28"/>
              </w:rPr>
            </w:pPr>
          </w:p>
        </w:tc>
      </w:tr>
      <w:tr w:rsidR="00E44624" w:rsidRPr="008A6FA1" w:rsidTr="00AA7AF2">
        <w:tc>
          <w:tcPr>
            <w:tcW w:w="6374" w:type="dxa"/>
          </w:tcPr>
          <w:p w:rsidR="00E44624" w:rsidRPr="00190885" w:rsidRDefault="00E4462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E44624" w:rsidRDefault="00E44624" w:rsidP="00AA7AF2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E44624" w:rsidRPr="00190885" w:rsidRDefault="00E44624" w:rsidP="00AA7AF2">
            <w:pPr>
              <w:rPr>
                <w:b/>
                <w:szCs w:val="28"/>
              </w:rPr>
            </w:pPr>
          </w:p>
        </w:tc>
      </w:tr>
      <w:tr w:rsidR="00E44624" w:rsidRPr="008A6FA1" w:rsidTr="00AA7AF2">
        <w:tc>
          <w:tcPr>
            <w:tcW w:w="6374" w:type="dxa"/>
          </w:tcPr>
          <w:p w:rsidR="00E44624" w:rsidRPr="00190885" w:rsidRDefault="00E4462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E44624" w:rsidRDefault="00E44624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E44624" w:rsidRPr="00190885" w:rsidRDefault="00E44624" w:rsidP="00AA7AF2">
            <w:pPr>
              <w:rPr>
                <w:b/>
                <w:szCs w:val="28"/>
              </w:rPr>
            </w:pPr>
          </w:p>
        </w:tc>
      </w:tr>
      <w:tr w:rsidR="00E44624" w:rsidRPr="008A6FA1" w:rsidTr="00AA7AF2">
        <w:tc>
          <w:tcPr>
            <w:tcW w:w="6374" w:type="dxa"/>
          </w:tcPr>
          <w:p w:rsidR="00E44624" w:rsidRPr="00190885" w:rsidRDefault="00E4462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E44624" w:rsidRPr="002B6B46" w:rsidRDefault="00E44624" w:rsidP="00AA7AF2">
            <w:pPr>
              <w:pStyle w:val="BodyText"/>
              <w:tabs>
                <w:tab w:val="left" w:pos="1134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2B6B46">
              <w:rPr>
                <w:sz w:val="28"/>
                <w:szCs w:val="28"/>
                <w:shd w:val="clear" w:color="auto" w:fill="FFFFFF"/>
              </w:rPr>
              <w:t>создание условий для улучшения качества жизни инвалидов и реализации инвалидами гражданских и политических прав</w:t>
            </w:r>
          </w:p>
          <w:p w:rsidR="00E44624" w:rsidRPr="00190885" w:rsidRDefault="00E44624" w:rsidP="00AA7AF2">
            <w:pPr>
              <w:rPr>
                <w:b/>
                <w:szCs w:val="28"/>
              </w:rPr>
            </w:pPr>
          </w:p>
        </w:tc>
      </w:tr>
      <w:tr w:rsidR="00E44624" w:rsidRPr="008A6FA1" w:rsidTr="00AA7AF2">
        <w:tc>
          <w:tcPr>
            <w:tcW w:w="6374" w:type="dxa"/>
          </w:tcPr>
          <w:p w:rsidR="00E44624" w:rsidRPr="00190885" w:rsidRDefault="00E4462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E44624" w:rsidRPr="009F22D5" w:rsidRDefault="00E44624" w:rsidP="00AA7AF2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беспрепятственного доступа инвалидов к информации и 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 </w:t>
            </w:r>
          </w:p>
        </w:tc>
      </w:tr>
      <w:tr w:rsidR="00E44624" w:rsidRPr="008A6FA1" w:rsidTr="00AA7AF2">
        <w:tc>
          <w:tcPr>
            <w:tcW w:w="6374" w:type="dxa"/>
          </w:tcPr>
          <w:p w:rsidR="00E44624" w:rsidRPr="00190885" w:rsidRDefault="00E4462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E44624" w:rsidRPr="000C3C23" w:rsidRDefault="00E44624" w:rsidP="00AA7AF2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E44624" w:rsidRPr="008A6FA1" w:rsidTr="00AA7AF2">
        <w:tc>
          <w:tcPr>
            <w:tcW w:w="6374" w:type="dxa"/>
          </w:tcPr>
          <w:p w:rsidR="00E44624" w:rsidRPr="00190885" w:rsidRDefault="00E4462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E44624" w:rsidRDefault="00E44624" w:rsidP="00AA7AF2">
            <w:pPr>
              <w:rPr>
                <w:szCs w:val="28"/>
              </w:rPr>
            </w:pPr>
            <w:r>
              <w:rPr>
                <w:szCs w:val="28"/>
              </w:rPr>
              <w:t>- приобретение т</w:t>
            </w:r>
            <w:r w:rsidRPr="006D2BB7">
              <w:rPr>
                <w:szCs w:val="28"/>
              </w:rPr>
              <w:t>актильны</w:t>
            </w:r>
            <w:r>
              <w:rPr>
                <w:szCs w:val="28"/>
              </w:rPr>
              <w:t>х наклее</w:t>
            </w:r>
            <w:r w:rsidRPr="006D2BB7">
              <w:rPr>
                <w:szCs w:val="28"/>
              </w:rPr>
              <w:t>к на поручни в здании администрации</w:t>
            </w:r>
            <w:r>
              <w:rPr>
                <w:szCs w:val="28"/>
              </w:rPr>
              <w:t>;</w:t>
            </w:r>
          </w:p>
          <w:p w:rsidR="00E44624" w:rsidRDefault="00E44624" w:rsidP="00AA7AF2">
            <w:pPr>
              <w:rPr>
                <w:szCs w:val="28"/>
              </w:rPr>
            </w:pPr>
            <w:r>
              <w:rPr>
                <w:szCs w:val="28"/>
              </w:rPr>
              <w:t>- установка двойных п</w:t>
            </w:r>
            <w:r w:rsidRPr="006D2BB7">
              <w:rPr>
                <w:szCs w:val="28"/>
              </w:rPr>
              <w:t xml:space="preserve">ерил для лестницы </w:t>
            </w:r>
            <w:r>
              <w:rPr>
                <w:szCs w:val="28"/>
              </w:rPr>
              <w:t>входной группы здания администрации</w:t>
            </w:r>
          </w:p>
          <w:p w:rsidR="00E44624" w:rsidRPr="006D2BB7" w:rsidRDefault="00E44624" w:rsidP="00AA7AF2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E44624" w:rsidRPr="008A6FA1" w:rsidTr="00AA7AF2">
        <w:tc>
          <w:tcPr>
            <w:tcW w:w="6374" w:type="dxa"/>
          </w:tcPr>
          <w:p w:rsidR="00E44624" w:rsidRPr="00190885" w:rsidRDefault="00E4462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E44624" w:rsidRDefault="00E44624" w:rsidP="00AA7AF2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E44624" w:rsidRPr="00A46A72" w:rsidRDefault="00E44624" w:rsidP="00AA7AF2">
            <w:pPr>
              <w:rPr>
                <w:szCs w:val="28"/>
              </w:rPr>
            </w:pPr>
          </w:p>
        </w:tc>
      </w:tr>
      <w:tr w:rsidR="00E44624" w:rsidRPr="008A6FA1" w:rsidTr="00AA7AF2">
        <w:tc>
          <w:tcPr>
            <w:tcW w:w="6374" w:type="dxa"/>
          </w:tcPr>
          <w:p w:rsidR="00E44624" w:rsidRPr="00190885" w:rsidRDefault="00E4462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E44624" w:rsidRPr="00A46A72" w:rsidRDefault="00E44624" w:rsidP="00AA7AF2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E44624" w:rsidRPr="008A6FA1" w:rsidTr="00AA7AF2">
        <w:tc>
          <w:tcPr>
            <w:tcW w:w="6374" w:type="dxa"/>
          </w:tcPr>
          <w:p w:rsidR="00E44624" w:rsidRPr="00190885" w:rsidRDefault="00E44624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E44624" w:rsidRPr="00190885" w:rsidRDefault="00E44624" w:rsidP="00AA7AF2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E44624" w:rsidRPr="00190885" w:rsidRDefault="00E44624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E44624" w:rsidRPr="008A6FA1" w:rsidTr="00AA7AF2">
        <w:tc>
          <w:tcPr>
            <w:tcW w:w="6374" w:type="dxa"/>
          </w:tcPr>
          <w:p w:rsidR="00E44624" w:rsidRPr="00190885" w:rsidRDefault="00E44624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E44624" w:rsidRPr="00190885" w:rsidRDefault="00E44624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E44624" w:rsidRPr="00190885" w:rsidRDefault="00E44624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E44624" w:rsidRPr="00190885" w:rsidRDefault="00E44624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E44624" w:rsidRPr="00190885" w:rsidRDefault="00E44624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E44624" w:rsidRPr="008A6FA1" w:rsidTr="00AA7AF2">
        <w:tc>
          <w:tcPr>
            <w:tcW w:w="6374" w:type="dxa"/>
          </w:tcPr>
          <w:p w:rsidR="00E44624" w:rsidRPr="00190885" w:rsidRDefault="00E44624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44624" w:rsidRPr="008A6FA1" w:rsidTr="00AA7AF2">
        <w:tc>
          <w:tcPr>
            <w:tcW w:w="6374" w:type="dxa"/>
          </w:tcPr>
          <w:p w:rsidR="00E44624" w:rsidRPr="00190885" w:rsidRDefault="00E44624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44624" w:rsidRPr="008A6FA1" w:rsidTr="00AA7AF2">
        <w:tc>
          <w:tcPr>
            <w:tcW w:w="6374" w:type="dxa"/>
          </w:tcPr>
          <w:p w:rsidR="00E44624" w:rsidRPr="00190885" w:rsidRDefault="00E44624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44624" w:rsidRPr="008A6FA1" w:rsidTr="00AA7AF2">
        <w:tc>
          <w:tcPr>
            <w:tcW w:w="14560" w:type="dxa"/>
            <w:gridSpan w:val="6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44624" w:rsidRPr="008A6FA1" w:rsidTr="00AA7AF2">
        <w:tc>
          <w:tcPr>
            <w:tcW w:w="6374" w:type="dxa"/>
          </w:tcPr>
          <w:p w:rsidR="00E44624" w:rsidRPr="00190885" w:rsidRDefault="00E44624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44624" w:rsidRPr="008A6FA1" w:rsidTr="00AA7AF2">
        <w:tc>
          <w:tcPr>
            <w:tcW w:w="6374" w:type="dxa"/>
          </w:tcPr>
          <w:p w:rsidR="00E44624" w:rsidRPr="00190885" w:rsidRDefault="00E44624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44624" w:rsidRPr="008A6FA1" w:rsidTr="00AA7AF2">
        <w:tc>
          <w:tcPr>
            <w:tcW w:w="6374" w:type="dxa"/>
          </w:tcPr>
          <w:p w:rsidR="00E44624" w:rsidRPr="00190885" w:rsidRDefault="00E44624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44624" w:rsidRPr="008A6FA1" w:rsidTr="00AA7AF2">
        <w:tc>
          <w:tcPr>
            <w:tcW w:w="14560" w:type="dxa"/>
            <w:gridSpan w:val="6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E44624" w:rsidRPr="008A6FA1" w:rsidTr="00AA7AF2">
        <w:tc>
          <w:tcPr>
            <w:tcW w:w="6374" w:type="dxa"/>
          </w:tcPr>
          <w:p w:rsidR="00E44624" w:rsidRPr="00190885" w:rsidRDefault="00E44624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44624" w:rsidRPr="008A6FA1" w:rsidTr="00AA7AF2">
        <w:tc>
          <w:tcPr>
            <w:tcW w:w="6374" w:type="dxa"/>
          </w:tcPr>
          <w:p w:rsidR="00E44624" w:rsidRPr="00190885" w:rsidRDefault="00E44624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44624" w:rsidRPr="00190885" w:rsidRDefault="00E44624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E44624" w:rsidRPr="00190885" w:rsidRDefault="00E44624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44624" w:rsidRPr="00190885" w:rsidRDefault="00E44624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E44624" w:rsidRPr="00190885" w:rsidRDefault="00E44624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E44624" w:rsidRPr="00190885" w:rsidRDefault="00E44624" w:rsidP="00AA7AF2">
            <w:pPr>
              <w:pStyle w:val="ConsPlusNormal0"/>
              <w:rPr>
                <w:szCs w:val="28"/>
              </w:rPr>
            </w:pPr>
          </w:p>
        </w:tc>
      </w:tr>
      <w:tr w:rsidR="00E44624" w:rsidRPr="008A6FA1" w:rsidTr="00AA7AF2">
        <w:tc>
          <w:tcPr>
            <w:tcW w:w="6374" w:type="dxa"/>
          </w:tcPr>
          <w:p w:rsidR="00E44624" w:rsidRPr="00190885" w:rsidRDefault="00E44624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44624" w:rsidRPr="00190885" w:rsidRDefault="00E4462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44624" w:rsidRPr="00950972" w:rsidRDefault="00E44624" w:rsidP="00BB769B">
      <w:pPr>
        <w:jc w:val="center"/>
        <w:rPr>
          <w:b/>
          <w:szCs w:val="28"/>
        </w:rPr>
      </w:pPr>
    </w:p>
    <w:p w:rsidR="00E44624" w:rsidRDefault="00E44624" w:rsidP="00EF6F81">
      <w:pPr>
        <w:jc w:val="center"/>
        <w:rPr>
          <w:szCs w:val="28"/>
        </w:rPr>
        <w:sectPr w:rsidR="00E44624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44624" w:rsidRDefault="00E44624" w:rsidP="00753FD7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E44624" w:rsidRPr="00D13FB1" w:rsidRDefault="00E44624" w:rsidP="005040C7">
      <w:pPr>
        <w:jc w:val="center"/>
        <w:rPr>
          <w:b/>
          <w:bCs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E44624" w:rsidRDefault="00E44624" w:rsidP="00225687">
      <w:pPr>
        <w:ind w:firstLine="709"/>
        <w:jc w:val="both"/>
      </w:pPr>
    </w:p>
    <w:p w:rsidR="00E44624" w:rsidRDefault="00E44624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44624" w:rsidRDefault="00E44624" w:rsidP="00EF6F81">
      <w:pPr>
        <w:jc w:val="center"/>
        <w:rPr>
          <w:szCs w:val="28"/>
        </w:rPr>
      </w:pPr>
    </w:p>
    <w:p w:rsidR="00E44624" w:rsidRPr="00D13FB1" w:rsidRDefault="00E44624" w:rsidP="005E5E02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 xml:space="preserve"> </w:t>
      </w: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E44624" w:rsidRPr="00950972" w:rsidRDefault="00E44624" w:rsidP="005E5E02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p w:rsidR="00E44624" w:rsidRDefault="00E44624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E44624" w:rsidTr="00AA7AF2">
        <w:tc>
          <w:tcPr>
            <w:tcW w:w="648" w:type="dxa"/>
            <w:vMerge w:val="restart"/>
            <w:vAlign w:val="center"/>
          </w:tcPr>
          <w:p w:rsidR="00E44624" w:rsidRPr="00AC26F6" w:rsidRDefault="00E44624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E44624" w:rsidRPr="00AC26F6" w:rsidRDefault="00E44624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E44624" w:rsidRPr="00AC26F6" w:rsidRDefault="00E44624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E44624" w:rsidRPr="00AC26F6" w:rsidRDefault="00E44624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E44624" w:rsidRPr="00AC26F6" w:rsidRDefault="00E44624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E44624" w:rsidTr="00AA7AF2">
        <w:tc>
          <w:tcPr>
            <w:tcW w:w="648" w:type="dxa"/>
            <w:vMerge/>
          </w:tcPr>
          <w:p w:rsidR="00E44624" w:rsidRPr="00AC26F6" w:rsidRDefault="00E44624" w:rsidP="00AA7AF2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E44624" w:rsidRPr="00AC26F6" w:rsidRDefault="00E44624" w:rsidP="00AA7AF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E44624" w:rsidRPr="00AC26F6" w:rsidRDefault="00E44624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E44624" w:rsidRPr="00AC26F6" w:rsidRDefault="00E44624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44624" w:rsidRPr="00AC26F6" w:rsidRDefault="00E44624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E44624" w:rsidRPr="00AC26F6" w:rsidRDefault="00E44624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E44624" w:rsidTr="00AA7AF2">
        <w:tc>
          <w:tcPr>
            <w:tcW w:w="648" w:type="dxa"/>
          </w:tcPr>
          <w:p w:rsidR="00E44624" w:rsidRPr="00AC26F6" w:rsidRDefault="00E44624" w:rsidP="00AA7AF2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E44624" w:rsidRPr="00AC26F6" w:rsidRDefault="00E44624" w:rsidP="00AA7AF2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E44624" w:rsidRPr="00AC26F6" w:rsidRDefault="00E44624" w:rsidP="00AA7AF2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E44624" w:rsidRPr="00AC26F6" w:rsidRDefault="00E44624" w:rsidP="00AA7AF2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E44624" w:rsidRPr="00AC26F6" w:rsidRDefault="00E44624" w:rsidP="00AA7AF2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E44624" w:rsidRPr="00AC26F6" w:rsidRDefault="00E44624" w:rsidP="00AA7AF2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E44624" w:rsidTr="00AA7AF2">
        <w:tc>
          <w:tcPr>
            <w:tcW w:w="648" w:type="dxa"/>
            <w:vAlign w:val="center"/>
          </w:tcPr>
          <w:p w:rsidR="00E44624" w:rsidRPr="00AC26F6" w:rsidRDefault="00E44624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E44624" w:rsidRPr="00AC26F6" w:rsidRDefault="00E44624" w:rsidP="00AA7AF2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т</w:t>
            </w:r>
            <w:r w:rsidRPr="006D2BB7">
              <w:rPr>
                <w:szCs w:val="28"/>
              </w:rPr>
              <w:t>актильны</w:t>
            </w:r>
            <w:r>
              <w:rPr>
                <w:szCs w:val="28"/>
              </w:rPr>
              <w:t>х наклее</w:t>
            </w:r>
            <w:r w:rsidRPr="006D2BB7">
              <w:rPr>
                <w:szCs w:val="28"/>
              </w:rPr>
              <w:t>к на поручни в здании администрации</w:t>
            </w:r>
          </w:p>
        </w:tc>
        <w:tc>
          <w:tcPr>
            <w:tcW w:w="1620" w:type="dxa"/>
            <w:vAlign w:val="center"/>
          </w:tcPr>
          <w:p w:rsidR="00E44624" w:rsidRPr="00AC26F6" w:rsidRDefault="00E44624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44624" w:rsidRPr="00AC26F6" w:rsidRDefault="00E44624" w:rsidP="00AA7AF2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44624" w:rsidRPr="00AC26F6" w:rsidRDefault="00E44624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E44624" w:rsidRPr="00AC26F6" w:rsidRDefault="00E44624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44624" w:rsidTr="00AA7AF2">
        <w:tc>
          <w:tcPr>
            <w:tcW w:w="648" w:type="dxa"/>
            <w:vAlign w:val="center"/>
          </w:tcPr>
          <w:p w:rsidR="00E44624" w:rsidRPr="00AC26F6" w:rsidRDefault="00E44624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E44624" w:rsidRPr="00AC26F6" w:rsidRDefault="00E44624" w:rsidP="00AA7AF2">
            <w:pPr>
              <w:rPr>
                <w:b/>
                <w:szCs w:val="28"/>
              </w:rPr>
            </w:pPr>
            <w:r>
              <w:rPr>
                <w:szCs w:val="28"/>
              </w:rPr>
              <w:t>установка двойных п</w:t>
            </w:r>
            <w:r w:rsidRPr="006D2BB7">
              <w:rPr>
                <w:szCs w:val="28"/>
              </w:rPr>
              <w:t xml:space="preserve">ерил для лестницы </w:t>
            </w:r>
            <w:r>
              <w:rPr>
                <w:szCs w:val="28"/>
              </w:rPr>
              <w:t>входной группы здания администрации</w:t>
            </w:r>
          </w:p>
        </w:tc>
        <w:tc>
          <w:tcPr>
            <w:tcW w:w="1620" w:type="dxa"/>
            <w:vAlign w:val="center"/>
          </w:tcPr>
          <w:p w:rsidR="00E44624" w:rsidRPr="00AC26F6" w:rsidRDefault="00E44624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44624" w:rsidRPr="00AC26F6" w:rsidRDefault="00E44624" w:rsidP="00AA7AF2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44624" w:rsidRPr="00AC26F6" w:rsidRDefault="00E44624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E44624" w:rsidRPr="00AC26F6" w:rsidRDefault="00E44624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</w:tr>
    </w:tbl>
    <w:p w:rsidR="00E44624" w:rsidRPr="00A74297" w:rsidRDefault="00E44624" w:rsidP="00225687">
      <w:pPr>
        <w:jc w:val="center"/>
        <w:rPr>
          <w:b/>
          <w:szCs w:val="28"/>
        </w:rPr>
      </w:pPr>
    </w:p>
    <w:p w:rsidR="00E44624" w:rsidRPr="00225687" w:rsidRDefault="00E44624">
      <w:pPr>
        <w:rPr>
          <w:sz w:val="6"/>
          <w:szCs w:val="6"/>
        </w:rPr>
      </w:pPr>
    </w:p>
    <w:p w:rsidR="00E44624" w:rsidRDefault="00E44624" w:rsidP="0054045D">
      <w:pPr>
        <w:pStyle w:val="ConsPlusNormal0"/>
        <w:jc w:val="center"/>
        <w:rPr>
          <w:b/>
        </w:rPr>
      </w:pPr>
    </w:p>
    <w:p w:rsidR="00E44624" w:rsidRDefault="00E44624" w:rsidP="0054045D">
      <w:pPr>
        <w:pStyle w:val="ConsPlusNormal0"/>
        <w:jc w:val="center"/>
        <w:rPr>
          <w:b/>
        </w:rPr>
      </w:pPr>
    </w:p>
    <w:p w:rsidR="00E44624" w:rsidRDefault="00E44624" w:rsidP="0054045D">
      <w:pPr>
        <w:pStyle w:val="ConsPlusNormal0"/>
        <w:jc w:val="center"/>
        <w:rPr>
          <w:b/>
        </w:rPr>
      </w:pPr>
    </w:p>
    <w:p w:rsidR="00E44624" w:rsidRDefault="00E44624" w:rsidP="0054045D">
      <w:pPr>
        <w:pStyle w:val="ConsPlusNormal0"/>
        <w:jc w:val="center"/>
        <w:rPr>
          <w:b/>
        </w:rPr>
      </w:pPr>
    </w:p>
    <w:p w:rsidR="00E44624" w:rsidRDefault="00E44624" w:rsidP="0054045D">
      <w:pPr>
        <w:pStyle w:val="ConsPlusNormal0"/>
        <w:jc w:val="center"/>
        <w:rPr>
          <w:b/>
        </w:rPr>
      </w:pPr>
    </w:p>
    <w:p w:rsidR="00E44624" w:rsidRDefault="00E44624" w:rsidP="0054045D">
      <w:pPr>
        <w:pStyle w:val="ConsPlusNormal0"/>
        <w:jc w:val="center"/>
        <w:rPr>
          <w:b/>
        </w:rPr>
      </w:pPr>
    </w:p>
    <w:p w:rsidR="00E44624" w:rsidRDefault="00E44624" w:rsidP="0054045D">
      <w:pPr>
        <w:pStyle w:val="ConsPlusNormal0"/>
        <w:jc w:val="center"/>
        <w:rPr>
          <w:b/>
        </w:rPr>
      </w:pPr>
    </w:p>
    <w:p w:rsidR="00E44624" w:rsidRDefault="00E44624" w:rsidP="0054045D">
      <w:pPr>
        <w:pStyle w:val="ConsPlusNormal0"/>
        <w:jc w:val="center"/>
        <w:rPr>
          <w:b/>
        </w:rPr>
      </w:pPr>
    </w:p>
    <w:p w:rsidR="00E44624" w:rsidRPr="003C75F8" w:rsidRDefault="00E44624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E44624" w:rsidRPr="003C75F8" w:rsidRDefault="00E44624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E44624" w:rsidRPr="00D13FB1" w:rsidRDefault="00E44624" w:rsidP="005E5E02">
      <w:pPr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E44624" w:rsidRPr="00950972" w:rsidRDefault="00E44624" w:rsidP="005E5E02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E44624" w:rsidRPr="005E5E02" w:rsidTr="00AA7AF2">
        <w:tc>
          <w:tcPr>
            <w:tcW w:w="594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E44624" w:rsidRPr="005E5E02" w:rsidRDefault="00E44624" w:rsidP="0054045D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8"/>
        <w:gridCol w:w="2884"/>
        <w:gridCol w:w="1220"/>
        <w:gridCol w:w="1770"/>
        <w:gridCol w:w="2361"/>
        <w:gridCol w:w="2025"/>
        <w:gridCol w:w="1800"/>
        <w:gridCol w:w="2258"/>
      </w:tblGrid>
      <w:tr w:rsidR="00E44624" w:rsidRPr="005E5E02" w:rsidTr="00AA7AF2">
        <w:trPr>
          <w:tblHeader/>
        </w:trPr>
        <w:tc>
          <w:tcPr>
            <w:tcW w:w="468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4</w:t>
            </w:r>
          </w:p>
        </w:tc>
        <w:tc>
          <w:tcPr>
            <w:tcW w:w="2361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5</w:t>
            </w:r>
          </w:p>
        </w:tc>
        <w:tc>
          <w:tcPr>
            <w:tcW w:w="2025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7</w:t>
            </w:r>
          </w:p>
        </w:tc>
        <w:tc>
          <w:tcPr>
            <w:tcW w:w="2258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8</w:t>
            </w:r>
          </w:p>
        </w:tc>
      </w:tr>
      <w:tr w:rsidR="00E44624" w:rsidRPr="005E5E02" w:rsidTr="00AA7AF2">
        <w:tc>
          <w:tcPr>
            <w:tcW w:w="468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E44624" w:rsidRDefault="00E44624" w:rsidP="00AA7AF2">
            <w:pPr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приобретение тактильных наклеек на поручни в здании администрации</w:t>
            </w:r>
          </w:p>
          <w:p w:rsidR="00E44624" w:rsidRPr="005E5E02" w:rsidRDefault="00E44624" w:rsidP="00AA7AF2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E5E02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00" w:type="dxa"/>
            <w:vMerge w:val="restart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r w:rsidRPr="005E5E02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5E5E02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44624" w:rsidRPr="00BD6669" w:rsidTr="00AA7AF2">
        <w:tc>
          <w:tcPr>
            <w:tcW w:w="468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2</w:t>
            </w:r>
          </w:p>
        </w:tc>
        <w:tc>
          <w:tcPr>
            <w:tcW w:w="2884" w:type="dxa"/>
          </w:tcPr>
          <w:p w:rsidR="00E44624" w:rsidRPr="005E5E02" w:rsidRDefault="00E44624" w:rsidP="00AA7AF2">
            <w:pPr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установка двойных перил для лестницы входной группы здания администрации</w:t>
            </w:r>
          </w:p>
        </w:tc>
        <w:tc>
          <w:tcPr>
            <w:tcW w:w="1220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E44624" w:rsidRPr="005E5E02" w:rsidRDefault="00E4462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E44624" w:rsidRPr="00BD6669" w:rsidRDefault="00E44624" w:rsidP="00AA7AF2">
            <w:pPr>
              <w:jc w:val="center"/>
            </w:pPr>
          </w:p>
        </w:tc>
        <w:tc>
          <w:tcPr>
            <w:tcW w:w="1800" w:type="dxa"/>
            <w:vMerge/>
          </w:tcPr>
          <w:p w:rsidR="00E44624" w:rsidRPr="00BD6669" w:rsidRDefault="00E44624" w:rsidP="00AA7AF2">
            <w:pPr>
              <w:jc w:val="center"/>
            </w:pPr>
          </w:p>
        </w:tc>
        <w:tc>
          <w:tcPr>
            <w:tcW w:w="2258" w:type="dxa"/>
            <w:vMerge/>
          </w:tcPr>
          <w:p w:rsidR="00E44624" w:rsidRPr="00BD6669" w:rsidRDefault="00E44624" w:rsidP="00AA7AF2">
            <w:pPr>
              <w:jc w:val="center"/>
            </w:pPr>
          </w:p>
        </w:tc>
      </w:tr>
    </w:tbl>
    <w:p w:rsidR="00E44624" w:rsidRPr="0054045D" w:rsidRDefault="00E44624">
      <w:pPr>
        <w:rPr>
          <w:sz w:val="6"/>
          <w:szCs w:val="6"/>
        </w:rPr>
      </w:pPr>
    </w:p>
    <w:p w:rsidR="00E44624" w:rsidRDefault="00E44624" w:rsidP="00FA1A72">
      <w:pPr>
        <w:jc w:val="both"/>
        <w:rPr>
          <w:szCs w:val="28"/>
        </w:rPr>
      </w:pPr>
    </w:p>
    <w:p w:rsidR="00E44624" w:rsidRDefault="00E44624" w:rsidP="00FA1A72">
      <w:pPr>
        <w:jc w:val="both"/>
        <w:rPr>
          <w:szCs w:val="28"/>
        </w:rPr>
      </w:pPr>
    </w:p>
    <w:p w:rsidR="00E44624" w:rsidRDefault="00E44624" w:rsidP="00FA1A72">
      <w:pPr>
        <w:jc w:val="both"/>
        <w:rPr>
          <w:szCs w:val="28"/>
        </w:rPr>
      </w:pPr>
    </w:p>
    <w:p w:rsidR="00E44624" w:rsidRDefault="00E44624" w:rsidP="00FA1A72">
      <w:pPr>
        <w:jc w:val="both"/>
        <w:rPr>
          <w:szCs w:val="28"/>
        </w:rPr>
      </w:pPr>
    </w:p>
    <w:p w:rsidR="00E44624" w:rsidRDefault="00E44624" w:rsidP="00FA1A72">
      <w:pPr>
        <w:jc w:val="both"/>
        <w:rPr>
          <w:szCs w:val="28"/>
        </w:rPr>
      </w:pPr>
    </w:p>
    <w:p w:rsidR="00E44624" w:rsidRDefault="00E44624" w:rsidP="00FA1A72">
      <w:pPr>
        <w:jc w:val="both"/>
        <w:rPr>
          <w:szCs w:val="28"/>
        </w:rPr>
      </w:pPr>
    </w:p>
    <w:p w:rsidR="00E44624" w:rsidRDefault="00E44624" w:rsidP="00FA1A72">
      <w:pPr>
        <w:jc w:val="both"/>
        <w:rPr>
          <w:szCs w:val="28"/>
        </w:rPr>
      </w:pPr>
    </w:p>
    <w:p w:rsidR="00E44624" w:rsidRPr="00753FD7" w:rsidRDefault="00E44624" w:rsidP="00753FD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53FD7">
        <w:rPr>
          <w:rFonts w:ascii="Times New Roman" w:hAnsi="Times New Roman" w:cs="Times New Roman"/>
          <w:sz w:val="28"/>
          <w:szCs w:val="28"/>
        </w:rPr>
        <w:t xml:space="preserve">4. ПЕРЕЧЕНЬ ОСНОВНЫХ МЕРОПРИЯТИЙ </w:t>
      </w:r>
    </w:p>
    <w:p w:rsidR="00E44624" w:rsidRPr="00D13FB1" w:rsidRDefault="00E44624" w:rsidP="00F872FB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E44624" w:rsidRDefault="00E44624" w:rsidP="00CC0414">
      <w:pPr>
        <w:jc w:val="center"/>
        <w:rPr>
          <w:b/>
          <w:szCs w:val="28"/>
        </w:rPr>
      </w:pPr>
    </w:p>
    <w:p w:rsidR="00E44624" w:rsidRDefault="00E44624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E44624" w:rsidRPr="00500747" w:rsidTr="00AA7A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44624" w:rsidRPr="00500747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500747" w:rsidRDefault="00E44624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500747" w:rsidRDefault="00E44624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500747" w:rsidRDefault="00E44624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500747" w:rsidRDefault="00E44624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500747" w:rsidRDefault="00E44624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4624" w:rsidRPr="00500747" w:rsidRDefault="00E44624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4624" w:rsidRPr="00500747" w:rsidTr="00F872FB">
        <w:trPr>
          <w:cantSplit/>
          <w:trHeight w:val="1384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500747" w:rsidRDefault="00E44624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500747" w:rsidRDefault="00E44624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500747" w:rsidRDefault="00E44624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500747" w:rsidRDefault="00E44624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500747" w:rsidRDefault="00E44624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500747" w:rsidRDefault="00E44624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4624" w:rsidRPr="00500747" w:rsidRDefault="00E44624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44624" w:rsidRDefault="00E44624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E44624" w:rsidRPr="00F872FB" w:rsidTr="00AA7A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F872FB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F872FB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F872FB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F872FB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F872FB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F872FB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F872FB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F872FB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F872FB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F872FB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4624" w:rsidRPr="00F872FB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E44624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4624" w:rsidRDefault="00E44624" w:rsidP="00AA7AF2">
            <w:pPr>
              <w:rPr>
                <w:sz w:val="24"/>
                <w:szCs w:val="24"/>
                <w:shd w:val="clear" w:color="auto" w:fill="FFFFFF"/>
              </w:rPr>
            </w:pPr>
            <w:r w:rsidRPr="00F872FB">
              <w:rPr>
                <w:sz w:val="24"/>
                <w:szCs w:val="24"/>
                <w:shd w:val="clear" w:color="auto" w:fill="FFFFFF"/>
              </w:rPr>
              <w:t>создание условий для улучшения качества жизни инвалидов и реализации инвалидами гражданских и политических прав</w:t>
            </w:r>
          </w:p>
          <w:p w:rsidR="00E44624" w:rsidRPr="00F872FB" w:rsidRDefault="00E44624" w:rsidP="00AA7AF2">
            <w:pPr>
              <w:rPr>
                <w:sz w:val="24"/>
                <w:szCs w:val="24"/>
              </w:rPr>
            </w:pPr>
          </w:p>
        </w:tc>
      </w:tr>
      <w:tr w:rsidR="00E44624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4624" w:rsidRDefault="00E44624" w:rsidP="00AA7AF2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68C">
              <w:rPr>
                <w:rFonts w:ascii="Times New Roman" w:hAnsi="Times New Roman"/>
                <w:sz w:val="24"/>
                <w:szCs w:val="24"/>
              </w:rPr>
              <w:t xml:space="preserve">обеспечение беспрепятственного доступа инвалидов к информации и 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 </w:t>
            </w:r>
          </w:p>
          <w:p w:rsidR="00E44624" w:rsidRPr="0072468C" w:rsidRDefault="00E44624" w:rsidP="00AA7AF2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624" w:rsidRPr="00B6573C" w:rsidTr="00AF49D2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72468C" w:rsidRDefault="00E44624" w:rsidP="00AA7A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72468C">
              <w:rPr>
                <w:rFonts w:ascii="Times New Roman" w:hAnsi="Times New Roman" w:cs="Times New Roman"/>
              </w:rPr>
              <w:t xml:space="preserve">беспечение доступности для инвалидов и других маломобильных групп населения здания 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</w:t>
            </w:r>
            <w:r>
              <w:rPr>
                <w:rFonts w:ascii="Times New Roman" w:hAnsi="Times New Roman" w:cs="Times New Roman"/>
                <w:noProof/>
              </w:rPr>
              <w:t>администрации Старотитаровского сельского поселения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Темрюкск</w:t>
            </w:r>
            <w:r>
              <w:rPr>
                <w:rFonts w:ascii="Times New Roman" w:hAnsi="Times New Roman" w:cs="Times New Roman"/>
                <w:noProof/>
              </w:rPr>
              <w:t>ого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район</w:t>
            </w:r>
            <w:r>
              <w:rPr>
                <w:rFonts w:ascii="Times New Roman" w:hAnsi="Times New Roman" w:cs="Times New Roman"/>
                <w:noProof/>
              </w:rPr>
              <w:t>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F49D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624" w:rsidRPr="0072468C" w:rsidRDefault="00E44624" w:rsidP="00AA7A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72468C">
              <w:rPr>
                <w:rFonts w:ascii="Times New Roman" w:hAnsi="Times New Roman" w:cs="Times New Roman"/>
              </w:rPr>
              <w:t>даптация здания</w:t>
            </w:r>
            <w:r>
              <w:rPr>
                <w:rFonts w:ascii="Times New Roman" w:hAnsi="Times New Roman" w:cs="Times New Roman"/>
              </w:rPr>
              <w:t xml:space="preserve"> администрации Старотитаровского сельского поселения Темрюкского района</w:t>
            </w:r>
            <w:r w:rsidRPr="0072468C">
              <w:rPr>
                <w:rFonts w:ascii="Times New Roman" w:hAnsi="Times New Roman" w:cs="Times New Roman"/>
              </w:rPr>
              <w:t xml:space="preserve"> для инвалидов и МГН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4624" w:rsidRPr="00B6573C" w:rsidRDefault="00E44624" w:rsidP="00AA7AF2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E44624" w:rsidRPr="00B6573C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4624" w:rsidRPr="00B6573C" w:rsidRDefault="00E44624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44624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4624" w:rsidRPr="00B6573C" w:rsidRDefault="00E44624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44624" w:rsidRPr="00B6573C" w:rsidTr="00AA7AF2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E44624" w:rsidRPr="00B6573C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4624" w:rsidRPr="00B6573C" w:rsidTr="00AA7AF2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24" w:rsidRPr="00B6573C" w:rsidRDefault="00E4462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24" w:rsidRPr="00B6573C" w:rsidRDefault="00E44624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E44624" w:rsidRPr="00B6573C" w:rsidRDefault="00E44624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E44624" w:rsidRDefault="00E44624" w:rsidP="00EF6F81">
      <w:pPr>
        <w:jc w:val="center"/>
        <w:rPr>
          <w:szCs w:val="28"/>
        </w:rPr>
      </w:pPr>
    </w:p>
    <w:p w:rsidR="00E44624" w:rsidRDefault="00E44624" w:rsidP="00EF6F81">
      <w:pPr>
        <w:jc w:val="center"/>
        <w:rPr>
          <w:szCs w:val="28"/>
        </w:rPr>
        <w:sectPr w:rsidR="00E44624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44624" w:rsidRPr="00484E94" w:rsidRDefault="00E44624" w:rsidP="00842371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E44624" w:rsidRPr="00484E94" w:rsidRDefault="00E4462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E44624" w:rsidRPr="00484E94" w:rsidRDefault="00E44624" w:rsidP="00484E94">
      <w:pPr>
        <w:pStyle w:val="ConsPlusNormal0"/>
        <w:jc w:val="center"/>
        <w:rPr>
          <w:szCs w:val="28"/>
        </w:rPr>
      </w:pPr>
    </w:p>
    <w:p w:rsidR="00E44624" w:rsidRPr="0016103B" w:rsidRDefault="00E44624" w:rsidP="00F0726C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_______________</w:t>
      </w:r>
      <w:r w:rsidRPr="00465E45">
        <w:t xml:space="preserve"> 2021 года № </w:t>
      </w:r>
      <w:r>
        <w:t>_______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E44624" w:rsidRPr="00484E94" w:rsidRDefault="00E44624" w:rsidP="00F0726C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E44624" w:rsidRDefault="00E44624" w:rsidP="00484E94">
      <w:pPr>
        <w:jc w:val="both"/>
      </w:pPr>
    </w:p>
    <w:p w:rsidR="00E44624" w:rsidRPr="00484E94" w:rsidRDefault="00E44624" w:rsidP="00842371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E44624" w:rsidRPr="00484E94" w:rsidRDefault="00E4462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E44624" w:rsidRPr="00484E94" w:rsidRDefault="00E44624" w:rsidP="00484E94">
      <w:pPr>
        <w:pStyle w:val="ConsPlusNormal0"/>
        <w:jc w:val="both"/>
        <w:rPr>
          <w:szCs w:val="28"/>
        </w:rPr>
      </w:pPr>
    </w:p>
    <w:p w:rsidR="00E44624" w:rsidRPr="007F34E4" w:rsidRDefault="00E44624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E44624" w:rsidRPr="007F34E4" w:rsidRDefault="00E4462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E44624" w:rsidRPr="007F34E4" w:rsidRDefault="00E4462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E44624" w:rsidRPr="007F34E4" w:rsidRDefault="00E4462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E44624" w:rsidRPr="007F34E4" w:rsidRDefault="00E4462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E44624" w:rsidRPr="007F34E4" w:rsidRDefault="00E4462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E44624" w:rsidRPr="007F34E4" w:rsidRDefault="00E4462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E44624" w:rsidRPr="007F34E4" w:rsidRDefault="00E4462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E44624" w:rsidRPr="007F34E4" w:rsidRDefault="00E4462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E44624" w:rsidRPr="007F34E4" w:rsidRDefault="00E4462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E44624" w:rsidRPr="007F34E4" w:rsidRDefault="00E4462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E44624" w:rsidRPr="007F34E4" w:rsidRDefault="00E4462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E44624" w:rsidRPr="007F34E4" w:rsidRDefault="00E4462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E44624" w:rsidRPr="007F34E4" w:rsidRDefault="00E4462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E44624" w:rsidRDefault="00E44624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E44624" w:rsidRPr="007F34E4" w:rsidRDefault="00E44624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E44624" w:rsidRPr="007F34E4" w:rsidRDefault="00E4462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E44624" w:rsidRPr="007F34E4" w:rsidRDefault="00E4462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E44624" w:rsidRPr="007F34E4" w:rsidRDefault="00E44624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E44624" w:rsidRPr="007F34E4" w:rsidRDefault="00E44624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E44624" w:rsidRPr="007F34E4" w:rsidRDefault="00E4462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E44624" w:rsidRPr="007F34E4" w:rsidRDefault="00E44624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E44624" w:rsidRPr="007F34E4" w:rsidRDefault="00E44624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E44624" w:rsidRPr="007F34E4" w:rsidRDefault="00E4462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E44624" w:rsidRPr="007F34E4" w:rsidRDefault="00E4462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E44624" w:rsidRPr="007F34E4" w:rsidRDefault="00E44624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44624" w:rsidRPr="007F34E4" w:rsidRDefault="00E44624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E44624" w:rsidRDefault="00E44624" w:rsidP="00484E94">
      <w:pPr>
        <w:ind w:firstLine="709"/>
        <w:jc w:val="both"/>
        <w:rPr>
          <w:szCs w:val="28"/>
        </w:rPr>
      </w:pPr>
    </w:p>
    <w:p w:rsidR="00E44624" w:rsidRDefault="00E44624" w:rsidP="00484E94">
      <w:pPr>
        <w:ind w:firstLine="709"/>
        <w:jc w:val="both"/>
        <w:rPr>
          <w:szCs w:val="28"/>
        </w:rPr>
      </w:pPr>
    </w:p>
    <w:p w:rsidR="00E44624" w:rsidRDefault="00E44624" w:rsidP="00484E94">
      <w:pPr>
        <w:ind w:firstLine="709"/>
        <w:jc w:val="both"/>
        <w:rPr>
          <w:szCs w:val="28"/>
        </w:rPr>
      </w:pPr>
    </w:p>
    <w:p w:rsidR="00E44624" w:rsidRDefault="00E44624" w:rsidP="00484E94">
      <w:pPr>
        <w:ind w:firstLine="709"/>
        <w:jc w:val="both"/>
        <w:rPr>
          <w:szCs w:val="28"/>
        </w:rPr>
      </w:pPr>
    </w:p>
    <w:p w:rsidR="00E44624" w:rsidRDefault="00E44624" w:rsidP="006E0053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E44624" w:rsidRDefault="00E44624" w:rsidP="006E0053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 Т.И. Опарина</w:t>
      </w:r>
    </w:p>
    <w:p w:rsidR="00E44624" w:rsidRDefault="00E44624" w:rsidP="00484E94">
      <w:pPr>
        <w:ind w:firstLine="709"/>
        <w:jc w:val="both"/>
        <w:rPr>
          <w:szCs w:val="28"/>
        </w:rPr>
      </w:pPr>
    </w:p>
    <w:p w:rsidR="00E44624" w:rsidRDefault="00E44624" w:rsidP="00010261">
      <w:pPr>
        <w:jc w:val="both"/>
        <w:rPr>
          <w:szCs w:val="28"/>
        </w:rPr>
        <w:sectPr w:rsidR="00E44624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bookmarkStart w:id="0" w:name="_GoBack"/>
      <w:bookmarkEnd w:id="0"/>
    </w:p>
    <w:p w:rsidR="00E44624" w:rsidRDefault="00E44624" w:rsidP="001F5CA2">
      <w:pPr>
        <w:jc w:val="center"/>
        <w:rPr>
          <w:b/>
        </w:rPr>
      </w:pPr>
    </w:p>
    <w:sectPr w:rsidR="00E4462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624" w:rsidRDefault="00E44624" w:rsidP="00EF6F81">
      <w:r>
        <w:separator/>
      </w:r>
    </w:p>
  </w:endnote>
  <w:endnote w:type="continuationSeparator" w:id="0">
    <w:p w:rsidR="00E44624" w:rsidRDefault="00E44624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624" w:rsidRDefault="00E44624" w:rsidP="00EF6F81">
      <w:r>
        <w:separator/>
      </w:r>
    </w:p>
  </w:footnote>
  <w:footnote w:type="continuationSeparator" w:id="0">
    <w:p w:rsidR="00E44624" w:rsidRDefault="00E44624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624" w:rsidRDefault="00E44624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624" w:rsidRDefault="00E44624">
    <w:pPr>
      <w:pStyle w:val="Header"/>
      <w:jc w:val="center"/>
    </w:pPr>
  </w:p>
  <w:p w:rsidR="00E44624" w:rsidRDefault="00E44624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E44624" w:rsidRPr="005E024B" w:rsidRDefault="00E4462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3BDC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B6B46"/>
    <w:rsid w:val="002C031E"/>
    <w:rsid w:val="002C7291"/>
    <w:rsid w:val="002D1729"/>
    <w:rsid w:val="002D2249"/>
    <w:rsid w:val="002D6BB0"/>
    <w:rsid w:val="002E03BF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3D12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3592"/>
    <w:rsid w:val="004D4038"/>
    <w:rsid w:val="004E184B"/>
    <w:rsid w:val="004E660F"/>
    <w:rsid w:val="00500747"/>
    <w:rsid w:val="0050378D"/>
    <w:rsid w:val="005040C7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71645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024B"/>
    <w:rsid w:val="005E3ACA"/>
    <w:rsid w:val="005E5E02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77984"/>
    <w:rsid w:val="00682340"/>
    <w:rsid w:val="0068329E"/>
    <w:rsid w:val="006976D8"/>
    <w:rsid w:val="00697A60"/>
    <w:rsid w:val="006C4020"/>
    <w:rsid w:val="006C6075"/>
    <w:rsid w:val="006C707C"/>
    <w:rsid w:val="006D0695"/>
    <w:rsid w:val="006D2BB7"/>
    <w:rsid w:val="006E0053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3AB9"/>
    <w:rsid w:val="007066D2"/>
    <w:rsid w:val="00707421"/>
    <w:rsid w:val="00710491"/>
    <w:rsid w:val="0072468C"/>
    <w:rsid w:val="00734314"/>
    <w:rsid w:val="00741C5B"/>
    <w:rsid w:val="00741FA6"/>
    <w:rsid w:val="00745D1A"/>
    <w:rsid w:val="00753FD7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2371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A7AF2"/>
    <w:rsid w:val="00AB1990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49D2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03D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2508"/>
    <w:rsid w:val="00BC5DC4"/>
    <w:rsid w:val="00BC5EDF"/>
    <w:rsid w:val="00BD16FB"/>
    <w:rsid w:val="00BD5F4F"/>
    <w:rsid w:val="00BD6208"/>
    <w:rsid w:val="00BD6669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341F7"/>
    <w:rsid w:val="00D34FE0"/>
    <w:rsid w:val="00D3506A"/>
    <w:rsid w:val="00D4255E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4624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2AA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0726C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872FB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EE32AA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99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2101</TotalTime>
  <Pages>11</Pages>
  <Words>1644</Words>
  <Characters>9372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193</cp:revision>
  <cp:lastPrinted>2021-06-11T06:36:00Z</cp:lastPrinted>
  <dcterms:created xsi:type="dcterms:W3CDTF">2018-08-07T11:48:00Z</dcterms:created>
  <dcterms:modified xsi:type="dcterms:W3CDTF">2021-09-03T08:14:00Z</dcterms:modified>
</cp:coreProperties>
</file>