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36DBA" w:rsidRPr="005E024B" w:rsidTr="005E024B">
        <w:tc>
          <w:tcPr>
            <w:tcW w:w="8934" w:type="dxa"/>
          </w:tcPr>
          <w:p w:rsidR="00836DBA" w:rsidRPr="005E024B" w:rsidRDefault="00836DBA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36DBA" w:rsidRPr="00EE5BAC" w:rsidRDefault="00836DBA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36DBA" w:rsidRPr="00EE5BAC" w:rsidRDefault="00836DBA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36DBA" w:rsidRPr="00EE5BAC" w:rsidRDefault="00836DBA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36DBA" w:rsidRPr="00EE5BAC" w:rsidRDefault="00836DBA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36DBA" w:rsidRPr="00EE5BAC" w:rsidRDefault="00836DBA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36DBA" w:rsidRPr="00EE5BAC" w:rsidRDefault="00836DBA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836DBA" w:rsidRPr="005E024B" w:rsidRDefault="00836DBA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836DBA" w:rsidRPr="00885C29" w:rsidRDefault="00836DBA" w:rsidP="001157F7"/>
    <w:p w:rsidR="00836DBA" w:rsidRDefault="00836DB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36DBA" w:rsidRDefault="00836DBA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836DBA" w:rsidRDefault="00836DBA" w:rsidP="00BB769B">
      <w:pPr>
        <w:jc w:val="center"/>
        <w:rPr>
          <w:b/>
          <w:szCs w:val="28"/>
        </w:rPr>
      </w:pPr>
    </w:p>
    <w:p w:rsidR="00836DBA" w:rsidRPr="00950972" w:rsidRDefault="00836DB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36DBA" w:rsidRDefault="00836DBA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836DBA" w:rsidRPr="00D13FB1" w:rsidRDefault="00836DBA" w:rsidP="00AB1990">
      <w:pPr>
        <w:jc w:val="center"/>
        <w:rPr>
          <w:b/>
          <w:bCs/>
          <w:szCs w:val="28"/>
        </w:rPr>
      </w:pPr>
    </w:p>
    <w:p w:rsidR="00836DBA" w:rsidRPr="00950972" w:rsidRDefault="00836DBA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36DBA" w:rsidRDefault="00836DBA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36DBA" w:rsidRPr="00855115" w:rsidRDefault="00836DBA" w:rsidP="00AA7AF2">
            <w:pPr>
              <w:rPr>
                <w:szCs w:val="28"/>
              </w:rPr>
            </w:pP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36DBA" w:rsidRDefault="00836DBA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36DBA" w:rsidRPr="00157189" w:rsidRDefault="00836DBA" w:rsidP="00AA7AF2">
            <w:pPr>
              <w:rPr>
                <w:szCs w:val="28"/>
              </w:rPr>
            </w:pP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36DBA" w:rsidRDefault="00836DBA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836DBA" w:rsidRPr="00190885" w:rsidRDefault="00836DBA" w:rsidP="00AA7AF2">
            <w:pPr>
              <w:rPr>
                <w:b/>
                <w:szCs w:val="28"/>
              </w:rPr>
            </w:pP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36DBA" w:rsidRDefault="00836DBA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36DBA" w:rsidRPr="00190885" w:rsidRDefault="00836DBA" w:rsidP="00AA7AF2">
            <w:pPr>
              <w:rPr>
                <w:b/>
                <w:szCs w:val="28"/>
              </w:rPr>
            </w:pP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36DBA" w:rsidRPr="00190885" w:rsidRDefault="00836DBA" w:rsidP="00AA7AF2">
            <w:pPr>
              <w:rPr>
                <w:b/>
                <w:szCs w:val="28"/>
              </w:rPr>
            </w:pPr>
            <w:r w:rsidRPr="003902BF">
              <w:rPr>
                <w:szCs w:val="28"/>
              </w:rPr>
              <w:t>создание комфортных условий жизнед</w:t>
            </w:r>
            <w:r>
              <w:rPr>
                <w:szCs w:val="28"/>
              </w:rPr>
              <w:t>еятельности населения</w:t>
            </w:r>
            <w:r w:rsidRPr="0032047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</w:t>
            </w:r>
            <w:r w:rsidRPr="0032047B">
              <w:rPr>
                <w:szCs w:val="28"/>
              </w:rPr>
              <w:t>формирование позитивного отношения к сельской местности и сельскому образу жизни</w:t>
            </w: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36DBA" w:rsidRDefault="00836DBA" w:rsidP="004E0B9F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4E0B9F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836DBA" w:rsidRPr="004E0B9F" w:rsidRDefault="00836DBA" w:rsidP="004E0B9F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836DBA" w:rsidRPr="000C3C23" w:rsidRDefault="00836DBA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36DBA" w:rsidRPr="001A617B" w:rsidRDefault="00836DBA" w:rsidP="00AA7AF2">
            <w:pPr>
              <w:rPr>
                <w:szCs w:val="28"/>
              </w:rPr>
            </w:pPr>
            <w:r>
              <w:rPr>
                <w:szCs w:val="28"/>
              </w:rPr>
              <w:t>выполнение р</w:t>
            </w:r>
            <w:r w:rsidRPr="001A617B">
              <w:rPr>
                <w:szCs w:val="28"/>
              </w:rPr>
              <w:t>абот</w:t>
            </w:r>
            <w:r>
              <w:rPr>
                <w:szCs w:val="28"/>
              </w:rPr>
              <w:t>,</w:t>
            </w:r>
            <w:r w:rsidRPr="001A617B">
              <w:rPr>
                <w:szCs w:val="28"/>
              </w:rPr>
              <w:t xml:space="preserve"> неразрывно св</w:t>
            </w:r>
            <w:r>
              <w:rPr>
                <w:szCs w:val="28"/>
              </w:rPr>
              <w:t>язанных</w:t>
            </w:r>
            <w:r w:rsidRPr="001A617B">
              <w:rPr>
                <w:szCs w:val="28"/>
              </w:rPr>
              <w:t xml:space="preserve"> со строительством газопровода к пер.</w:t>
            </w:r>
            <w:r>
              <w:rPr>
                <w:szCs w:val="28"/>
              </w:rPr>
              <w:t xml:space="preserve"> </w:t>
            </w:r>
            <w:r w:rsidRPr="001A617B">
              <w:rPr>
                <w:szCs w:val="28"/>
              </w:rPr>
              <w:t>Юность</w:t>
            </w: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36DBA" w:rsidRDefault="00836DBA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36DBA" w:rsidRPr="00A46A72" w:rsidRDefault="00836DBA" w:rsidP="00AA7AF2">
            <w:pPr>
              <w:rPr>
                <w:szCs w:val="28"/>
              </w:rPr>
            </w:pP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36DBA" w:rsidRPr="00A46A72" w:rsidRDefault="00836DBA" w:rsidP="00AA7AF2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36DBA" w:rsidRPr="00190885" w:rsidRDefault="00836DBA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36DBA" w:rsidRPr="00190885" w:rsidRDefault="00836DBA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36DBA" w:rsidRPr="00190885" w:rsidRDefault="00836DBA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36DBA" w:rsidRPr="00190885" w:rsidRDefault="00836DBA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36DBA" w:rsidRPr="00190885" w:rsidRDefault="00836DBA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36DBA" w:rsidRPr="00190885" w:rsidRDefault="00836DBA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36DBA" w:rsidRPr="008A6FA1" w:rsidTr="00AA7AF2">
        <w:tc>
          <w:tcPr>
            <w:tcW w:w="14560" w:type="dxa"/>
            <w:gridSpan w:val="6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36DBA" w:rsidRPr="008A6FA1" w:rsidTr="00AA7AF2">
        <w:tc>
          <w:tcPr>
            <w:tcW w:w="14560" w:type="dxa"/>
            <w:gridSpan w:val="6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36DBA" w:rsidRPr="00190885" w:rsidRDefault="00836DBA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36DBA" w:rsidRPr="00190885" w:rsidRDefault="00836DBA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36DBA" w:rsidRPr="00190885" w:rsidRDefault="00836DBA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36DBA" w:rsidRPr="00190885" w:rsidRDefault="00836DBA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36DBA" w:rsidRPr="00190885" w:rsidRDefault="00836DBA" w:rsidP="00AA7AF2">
            <w:pPr>
              <w:pStyle w:val="ConsPlusNormal0"/>
              <w:rPr>
                <w:szCs w:val="28"/>
              </w:rPr>
            </w:pPr>
          </w:p>
        </w:tc>
      </w:tr>
      <w:tr w:rsidR="00836DBA" w:rsidRPr="008A6FA1" w:rsidTr="00AA7AF2">
        <w:tc>
          <w:tcPr>
            <w:tcW w:w="6374" w:type="dxa"/>
          </w:tcPr>
          <w:p w:rsidR="00836DBA" w:rsidRPr="00190885" w:rsidRDefault="00836DBA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36DBA" w:rsidRPr="00190885" w:rsidRDefault="00836DBA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36DBA" w:rsidRDefault="00836DBA" w:rsidP="00EF6F81">
      <w:pPr>
        <w:jc w:val="center"/>
        <w:rPr>
          <w:szCs w:val="28"/>
        </w:rPr>
        <w:sectPr w:rsidR="00836DB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36DBA" w:rsidRDefault="00836DBA" w:rsidP="00753FD7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836DBA" w:rsidRDefault="00836DBA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836DBA" w:rsidRDefault="00836DBA" w:rsidP="00A374D6">
      <w:pPr>
        <w:jc w:val="center"/>
      </w:pPr>
    </w:p>
    <w:p w:rsidR="00836DBA" w:rsidRDefault="00836DB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36DBA" w:rsidRDefault="00836DBA" w:rsidP="00EF6F81">
      <w:pPr>
        <w:jc w:val="center"/>
        <w:rPr>
          <w:szCs w:val="28"/>
        </w:rPr>
      </w:pPr>
    </w:p>
    <w:p w:rsidR="00836DBA" w:rsidRDefault="00836DBA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836DBA" w:rsidRDefault="00836DBA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36DBA" w:rsidTr="00AA7AF2">
        <w:tc>
          <w:tcPr>
            <w:tcW w:w="648" w:type="dxa"/>
            <w:vMerge w:val="restart"/>
            <w:vAlign w:val="center"/>
          </w:tcPr>
          <w:p w:rsidR="00836DBA" w:rsidRPr="00AC26F6" w:rsidRDefault="00836DBA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36DBA" w:rsidRPr="00AC26F6" w:rsidRDefault="00836DBA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36DBA" w:rsidRPr="00AC26F6" w:rsidRDefault="00836DBA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36DBA" w:rsidRPr="00AC26F6" w:rsidRDefault="00836DBA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36DBA" w:rsidRPr="00AC26F6" w:rsidRDefault="00836DBA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36DBA" w:rsidTr="00AA7AF2">
        <w:tc>
          <w:tcPr>
            <w:tcW w:w="648" w:type="dxa"/>
            <w:vMerge/>
          </w:tcPr>
          <w:p w:rsidR="00836DBA" w:rsidRPr="00AC26F6" w:rsidRDefault="00836DBA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36DBA" w:rsidRPr="00AC26F6" w:rsidRDefault="00836DBA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36DBA" w:rsidRPr="00AC26F6" w:rsidRDefault="00836DBA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36DBA" w:rsidRPr="00AC26F6" w:rsidRDefault="00836DBA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36DBA" w:rsidRPr="00AC26F6" w:rsidRDefault="00836DBA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836DBA" w:rsidRPr="00AC26F6" w:rsidRDefault="00836DBA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836DBA" w:rsidTr="00AA7AF2">
        <w:tc>
          <w:tcPr>
            <w:tcW w:w="648" w:type="dxa"/>
          </w:tcPr>
          <w:p w:rsidR="00836DBA" w:rsidRPr="00AC26F6" w:rsidRDefault="00836DBA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36DBA" w:rsidRPr="00AC26F6" w:rsidRDefault="00836DBA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36DBA" w:rsidRPr="00AC26F6" w:rsidRDefault="00836DBA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36DBA" w:rsidRPr="00AC26F6" w:rsidRDefault="00836DBA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36DBA" w:rsidRPr="00AC26F6" w:rsidRDefault="00836DBA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36DBA" w:rsidRPr="00AC26F6" w:rsidRDefault="00836DBA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36DBA" w:rsidTr="00AA7AF2">
        <w:tc>
          <w:tcPr>
            <w:tcW w:w="648" w:type="dxa"/>
            <w:vAlign w:val="center"/>
          </w:tcPr>
          <w:p w:rsidR="00836DBA" w:rsidRPr="00AC26F6" w:rsidRDefault="00836DBA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36DBA" w:rsidRPr="00AC26F6" w:rsidRDefault="00836DBA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выполнение р</w:t>
            </w:r>
            <w:r w:rsidRPr="001A617B">
              <w:rPr>
                <w:szCs w:val="28"/>
              </w:rPr>
              <w:t>абот</w:t>
            </w:r>
            <w:r>
              <w:rPr>
                <w:szCs w:val="28"/>
              </w:rPr>
              <w:t>,</w:t>
            </w:r>
            <w:r w:rsidRPr="001A617B">
              <w:rPr>
                <w:szCs w:val="28"/>
              </w:rPr>
              <w:t xml:space="preserve"> неразрывно св</w:t>
            </w:r>
            <w:r>
              <w:rPr>
                <w:szCs w:val="28"/>
              </w:rPr>
              <w:t>язанных</w:t>
            </w:r>
            <w:r w:rsidRPr="001A617B">
              <w:rPr>
                <w:szCs w:val="28"/>
              </w:rPr>
              <w:t xml:space="preserve"> со строительством газопровода к пер.</w:t>
            </w:r>
            <w:r>
              <w:rPr>
                <w:szCs w:val="28"/>
              </w:rPr>
              <w:t xml:space="preserve"> </w:t>
            </w:r>
            <w:r w:rsidRPr="001A617B">
              <w:rPr>
                <w:szCs w:val="28"/>
              </w:rPr>
              <w:t>Юность</w:t>
            </w:r>
          </w:p>
        </w:tc>
        <w:tc>
          <w:tcPr>
            <w:tcW w:w="1620" w:type="dxa"/>
            <w:vAlign w:val="center"/>
          </w:tcPr>
          <w:p w:rsidR="00836DBA" w:rsidRPr="00AC26F6" w:rsidRDefault="00836DBA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836DBA" w:rsidRPr="00AC26F6" w:rsidRDefault="00836DBA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36DBA" w:rsidRPr="00AC26F6" w:rsidRDefault="00836DBA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36DBA" w:rsidRPr="00AC26F6" w:rsidRDefault="00836DBA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836DBA" w:rsidRPr="00A74297" w:rsidRDefault="00836DBA" w:rsidP="00225687">
      <w:pPr>
        <w:jc w:val="center"/>
        <w:rPr>
          <w:b/>
          <w:szCs w:val="28"/>
        </w:rPr>
      </w:pPr>
    </w:p>
    <w:p w:rsidR="00836DBA" w:rsidRPr="00225687" w:rsidRDefault="00836DBA">
      <w:pPr>
        <w:rPr>
          <w:sz w:val="6"/>
          <w:szCs w:val="6"/>
        </w:rPr>
      </w:pPr>
    </w:p>
    <w:p w:rsidR="00836DBA" w:rsidRDefault="00836DBA" w:rsidP="0054045D">
      <w:pPr>
        <w:pStyle w:val="ConsPlusNormal0"/>
        <w:jc w:val="center"/>
        <w:rPr>
          <w:b/>
        </w:rPr>
      </w:pPr>
    </w:p>
    <w:p w:rsidR="00836DBA" w:rsidRDefault="00836DBA" w:rsidP="0054045D">
      <w:pPr>
        <w:pStyle w:val="ConsPlusNormal0"/>
        <w:jc w:val="center"/>
        <w:rPr>
          <w:b/>
        </w:rPr>
      </w:pPr>
    </w:p>
    <w:p w:rsidR="00836DBA" w:rsidRDefault="00836DBA" w:rsidP="0054045D">
      <w:pPr>
        <w:pStyle w:val="ConsPlusNormal0"/>
        <w:jc w:val="center"/>
        <w:rPr>
          <w:b/>
        </w:rPr>
      </w:pPr>
    </w:p>
    <w:p w:rsidR="00836DBA" w:rsidRDefault="00836DBA" w:rsidP="0054045D">
      <w:pPr>
        <w:pStyle w:val="ConsPlusNormal0"/>
        <w:jc w:val="center"/>
        <w:rPr>
          <w:b/>
        </w:rPr>
      </w:pPr>
    </w:p>
    <w:p w:rsidR="00836DBA" w:rsidRDefault="00836DBA" w:rsidP="0054045D">
      <w:pPr>
        <w:pStyle w:val="ConsPlusNormal0"/>
        <w:jc w:val="center"/>
        <w:rPr>
          <w:b/>
        </w:rPr>
      </w:pPr>
    </w:p>
    <w:p w:rsidR="00836DBA" w:rsidRDefault="00836DBA" w:rsidP="0054045D">
      <w:pPr>
        <w:pStyle w:val="ConsPlusNormal0"/>
        <w:jc w:val="center"/>
        <w:rPr>
          <w:b/>
        </w:rPr>
      </w:pPr>
    </w:p>
    <w:p w:rsidR="00836DBA" w:rsidRDefault="00836DBA" w:rsidP="0054045D">
      <w:pPr>
        <w:pStyle w:val="ConsPlusNormal0"/>
        <w:jc w:val="center"/>
        <w:rPr>
          <w:b/>
        </w:rPr>
      </w:pPr>
    </w:p>
    <w:p w:rsidR="00836DBA" w:rsidRDefault="00836DBA" w:rsidP="0054045D">
      <w:pPr>
        <w:pStyle w:val="ConsPlusNormal0"/>
        <w:jc w:val="center"/>
        <w:rPr>
          <w:b/>
        </w:rPr>
      </w:pPr>
    </w:p>
    <w:p w:rsidR="00836DBA" w:rsidRDefault="00836DBA" w:rsidP="0054045D">
      <w:pPr>
        <w:pStyle w:val="ConsPlusNormal0"/>
        <w:jc w:val="center"/>
        <w:rPr>
          <w:b/>
        </w:rPr>
      </w:pPr>
    </w:p>
    <w:p w:rsidR="00836DBA" w:rsidRDefault="00836DBA" w:rsidP="0054045D">
      <w:pPr>
        <w:pStyle w:val="ConsPlusNormal0"/>
        <w:jc w:val="center"/>
        <w:rPr>
          <w:b/>
        </w:rPr>
      </w:pPr>
    </w:p>
    <w:p w:rsidR="00836DBA" w:rsidRDefault="00836DBA" w:rsidP="0054045D">
      <w:pPr>
        <w:pStyle w:val="ConsPlusNormal0"/>
        <w:jc w:val="center"/>
        <w:rPr>
          <w:b/>
        </w:rPr>
      </w:pPr>
    </w:p>
    <w:p w:rsidR="00836DBA" w:rsidRDefault="00836DBA" w:rsidP="0054045D">
      <w:pPr>
        <w:pStyle w:val="ConsPlusNormal0"/>
        <w:jc w:val="center"/>
        <w:rPr>
          <w:b/>
        </w:rPr>
      </w:pPr>
    </w:p>
    <w:p w:rsidR="00836DBA" w:rsidRPr="003C75F8" w:rsidRDefault="00836DBA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836DBA" w:rsidRPr="003C75F8" w:rsidRDefault="00836DB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36DBA" w:rsidRDefault="00836DBA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836DBA" w:rsidRDefault="00836DBA" w:rsidP="00A374D6">
      <w:pPr>
        <w:ind w:firstLine="709"/>
        <w:jc w:val="both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836DBA" w:rsidRPr="005E5E02" w:rsidTr="00AA7AF2">
        <w:tc>
          <w:tcPr>
            <w:tcW w:w="594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836DBA" w:rsidRPr="005E5E02" w:rsidRDefault="00836DBA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836DBA" w:rsidRPr="005E5E02" w:rsidTr="00AA7AF2">
        <w:trPr>
          <w:tblHeader/>
        </w:trPr>
        <w:tc>
          <w:tcPr>
            <w:tcW w:w="468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836DBA" w:rsidRPr="005E5E02" w:rsidTr="00AA7AF2">
        <w:tc>
          <w:tcPr>
            <w:tcW w:w="468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836DBA" w:rsidRPr="00A374D6" w:rsidRDefault="00836DBA" w:rsidP="00AA7AF2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выполнение работ, неразрывно связанных со строительством газопровода к пер. Юность</w:t>
            </w:r>
          </w:p>
        </w:tc>
        <w:tc>
          <w:tcPr>
            <w:tcW w:w="1220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836DBA" w:rsidRPr="005E5E02" w:rsidRDefault="00836DBA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36DBA" w:rsidRPr="0054045D" w:rsidRDefault="00836DBA">
      <w:pPr>
        <w:rPr>
          <w:sz w:val="6"/>
          <w:szCs w:val="6"/>
        </w:rPr>
      </w:pPr>
    </w:p>
    <w:p w:rsidR="00836DBA" w:rsidRDefault="00836DBA" w:rsidP="00FA1A72">
      <w:pPr>
        <w:jc w:val="both"/>
        <w:rPr>
          <w:szCs w:val="28"/>
        </w:rPr>
      </w:pPr>
    </w:p>
    <w:p w:rsidR="00836DBA" w:rsidRDefault="00836DBA" w:rsidP="00FA1A72">
      <w:pPr>
        <w:jc w:val="both"/>
        <w:rPr>
          <w:szCs w:val="28"/>
        </w:rPr>
      </w:pPr>
    </w:p>
    <w:p w:rsidR="00836DBA" w:rsidRDefault="00836DBA" w:rsidP="00FA1A72">
      <w:pPr>
        <w:jc w:val="both"/>
        <w:rPr>
          <w:szCs w:val="28"/>
        </w:rPr>
      </w:pPr>
    </w:p>
    <w:p w:rsidR="00836DBA" w:rsidRDefault="00836DBA" w:rsidP="00FA1A72">
      <w:pPr>
        <w:jc w:val="both"/>
        <w:rPr>
          <w:szCs w:val="28"/>
        </w:rPr>
      </w:pPr>
    </w:p>
    <w:p w:rsidR="00836DBA" w:rsidRDefault="00836DBA" w:rsidP="00FA1A72">
      <w:pPr>
        <w:jc w:val="both"/>
        <w:rPr>
          <w:szCs w:val="28"/>
        </w:rPr>
      </w:pPr>
    </w:p>
    <w:p w:rsidR="00836DBA" w:rsidRDefault="00836DBA" w:rsidP="00FA1A72">
      <w:pPr>
        <w:jc w:val="both"/>
        <w:rPr>
          <w:szCs w:val="28"/>
        </w:rPr>
      </w:pPr>
    </w:p>
    <w:p w:rsidR="00836DBA" w:rsidRDefault="00836DBA" w:rsidP="00FA1A72">
      <w:pPr>
        <w:jc w:val="both"/>
        <w:rPr>
          <w:szCs w:val="28"/>
        </w:rPr>
      </w:pPr>
    </w:p>
    <w:p w:rsidR="00836DBA" w:rsidRPr="00753FD7" w:rsidRDefault="00836DBA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836DBA" w:rsidRDefault="00836DBA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836DBA" w:rsidRDefault="00836DBA" w:rsidP="00CC0414">
      <w:pPr>
        <w:jc w:val="center"/>
        <w:rPr>
          <w:b/>
          <w:szCs w:val="28"/>
        </w:rPr>
      </w:pPr>
    </w:p>
    <w:p w:rsidR="00836DBA" w:rsidRDefault="00836DBA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836DBA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36DBA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500747" w:rsidRDefault="00836DBA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500747" w:rsidRDefault="00836DBA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500747" w:rsidRDefault="00836DBA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500747" w:rsidRDefault="00836DBA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500747" w:rsidRDefault="00836DBA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DBA" w:rsidRPr="00500747" w:rsidRDefault="00836DBA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DBA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500747" w:rsidRDefault="00836DBA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500747" w:rsidRDefault="00836DBA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500747" w:rsidRDefault="00836DBA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500747" w:rsidRDefault="00836DBA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500747" w:rsidRDefault="00836DBA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500747" w:rsidRDefault="00836DBA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DBA" w:rsidRPr="00500747" w:rsidRDefault="00836DBA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6DBA" w:rsidRDefault="00836DBA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836DBA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F872FB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F872FB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F872FB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F872FB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F872FB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F872FB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F872FB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F872FB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F872FB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F872FB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DBA" w:rsidRPr="00F872FB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36DBA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DBA" w:rsidRDefault="00836DBA" w:rsidP="00015613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создание комфортных условий жизнедеятельности населения и формирование позитивного отношения к сельской местности и сельскому образу жизни</w:t>
            </w:r>
          </w:p>
          <w:p w:rsidR="00836DBA" w:rsidRPr="00A374D6" w:rsidRDefault="00836DBA" w:rsidP="00015613">
            <w:pPr>
              <w:rPr>
                <w:b/>
                <w:sz w:val="24"/>
                <w:szCs w:val="24"/>
              </w:rPr>
            </w:pPr>
          </w:p>
        </w:tc>
      </w:tr>
      <w:tr w:rsidR="00836DBA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DBA" w:rsidRPr="00A374D6" w:rsidRDefault="00836DBA" w:rsidP="0001561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374D6"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836DBA" w:rsidRPr="00A374D6" w:rsidRDefault="00836DBA" w:rsidP="0001561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6DBA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72468C" w:rsidRDefault="00836DBA" w:rsidP="00AA7A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Pr="004E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385B">
              <w:rPr>
                <w:rFonts w:ascii="Times New Roman" w:hAnsi="Times New Roman"/>
              </w:rPr>
              <w:t>территории поселения объектами  инженерной инфраструктуры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F49D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DBA" w:rsidRPr="0072468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Улучшение </w:t>
            </w:r>
            <w:r w:rsidRPr="00515C57">
              <w:rPr>
                <w:rFonts w:ascii="Times New Roman" w:hAnsi="Times New Roman" w:cs="Times New Roman"/>
              </w:rPr>
              <w:t>условий жизнедеятельности населения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36DBA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36DBA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36DBA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6DBA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DBA" w:rsidRPr="00B6573C" w:rsidRDefault="00836DBA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36DBA" w:rsidRPr="00B6573C" w:rsidRDefault="00836DBA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836DBA" w:rsidRDefault="00836DBA" w:rsidP="00EF6F81">
      <w:pPr>
        <w:jc w:val="center"/>
        <w:rPr>
          <w:szCs w:val="28"/>
        </w:rPr>
      </w:pPr>
    </w:p>
    <w:p w:rsidR="00836DBA" w:rsidRDefault="00836DBA" w:rsidP="00EF6F81">
      <w:pPr>
        <w:jc w:val="center"/>
        <w:rPr>
          <w:szCs w:val="28"/>
        </w:rPr>
        <w:sectPr w:rsidR="00836DB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36DBA" w:rsidRPr="00484E94" w:rsidRDefault="00836DBA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36DBA" w:rsidRPr="00484E94" w:rsidRDefault="00836DB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36DBA" w:rsidRPr="00484E94" w:rsidRDefault="00836DBA" w:rsidP="00484E94">
      <w:pPr>
        <w:pStyle w:val="ConsPlusNormal0"/>
        <w:jc w:val="center"/>
        <w:rPr>
          <w:szCs w:val="28"/>
        </w:rPr>
      </w:pPr>
    </w:p>
    <w:p w:rsidR="00836DBA" w:rsidRPr="0016103B" w:rsidRDefault="00836DBA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36DBA" w:rsidRPr="00484E94" w:rsidRDefault="00836DBA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36DBA" w:rsidRDefault="00836DBA" w:rsidP="00484E94">
      <w:pPr>
        <w:jc w:val="both"/>
      </w:pPr>
    </w:p>
    <w:p w:rsidR="00836DBA" w:rsidRPr="00484E94" w:rsidRDefault="00836DBA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36DBA" w:rsidRPr="00484E94" w:rsidRDefault="00836DB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36DBA" w:rsidRPr="00484E94" w:rsidRDefault="00836DBA" w:rsidP="00484E94">
      <w:pPr>
        <w:pStyle w:val="ConsPlusNormal0"/>
        <w:jc w:val="both"/>
        <w:rPr>
          <w:szCs w:val="28"/>
        </w:rPr>
      </w:pP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836DBA" w:rsidRDefault="00836DBA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836DBA" w:rsidRPr="007F34E4" w:rsidRDefault="00836DBA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836DBA" w:rsidRPr="007F34E4" w:rsidRDefault="00836DBA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836DBA" w:rsidRPr="007F34E4" w:rsidRDefault="00836DB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836DBA" w:rsidRPr="007F34E4" w:rsidRDefault="00836DBA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36DBA" w:rsidRPr="007F34E4" w:rsidRDefault="00836DBA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836DBA" w:rsidRDefault="00836DBA" w:rsidP="00484E94">
      <w:pPr>
        <w:ind w:firstLine="709"/>
        <w:jc w:val="both"/>
        <w:rPr>
          <w:szCs w:val="28"/>
        </w:rPr>
      </w:pPr>
    </w:p>
    <w:p w:rsidR="00836DBA" w:rsidRDefault="00836DBA" w:rsidP="00484E94">
      <w:pPr>
        <w:ind w:firstLine="709"/>
        <w:jc w:val="both"/>
        <w:rPr>
          <w:szCs w:val="28"/>
        </w:rPr>
      </w:pPr>
    </w:p>
    <w:p w:rsidR="00836DBA" w:rsidRDefault="00836DBA" w:rsidP="00484E94">
      <w:pPr>
        <w:ind w:firstLine="709"/>
        <w:jc w:val="both"/>
        <w:rPr>
          <w:szCs w:val="28"/>
        </w:rPr>
      </w:pPr>
    </w:p>
    <w:p w:rsidR="00836DBA" w:rsidRDefault="00836DBA" w:rsidP="00484E94">
      <w:pPr>
        <w:ind w:firstLine="709"/>
        <w:jc w:val="both"/>
        <w:rPr>
          <w:szCs w:val="28"/>
        </w:rPr>
      </w:pPr>
    </w:p>
    <w:p w:rsidR="00836DBA" w:rsidRDefault="00836DBA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836DBA" w:rsidRDefault="00836DBA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Е.М. Зимина</w:t>
      </w:r>
    </w:p>
    <w:p w:rsidR="00836DBA" w:rsidRDefault="00836DBA" w:rsidP="00484E94">
      <w:pPr>
        <w:ind w:firstLine="709"/>
        <w:jc w:val="both"/>
        <w:rPr>
          <w:szCs w:val="28"/>
        </w:rPr>
      </w:pPr>
    </w:p>
    <w:p w:rsidR="00836DBA" w:rsidRDefault="00836DBA" w:rsidP="00010261">
      <w:pPr>
        <w:jc w:val="both"/>
        <w:rPr>
          <w:szCs w:val="28"/>
        </w:rPr>
        <w:sectPr w:rsidR="00836DB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836DBA" w:rsidRDefault="00836DBA" w:rsidP="001F5CA2">
      <w:pPr>
        <w:jc w:val="center"/>
        <w:rPr>
          <w:b/>
        </w:rPr>
      </w:pPr>
    </w:p>
    <w:sectPr w:rsidR="00836DB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DBA" w:rsidRDefault="00836DBA" w:rsidP="00EF6F81">
      <w:r>
        <w:separator/>
      </w:r>
    </w:p>
  </w:endnote>
  <w:endnote w:type="continuationSeparator" w:id="0">
    <w:p w:rsidR="00836DBA" w:rsidRDefault="00836DB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DBA" w:rsidRDefault="00836DBA" w:rsidP="00EF6F81">
      <w:r>
        <w:separator/>
      </w:r>
    </w:p>
  </w:footnote>
  <w:footnote w:type="continuationSeparator" w:id="0">
    <w:p w:rsidR="00836DBA" w:rsidRDefault="00836DB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DBA" w:rsidRDefault="00836DB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DBA" w:rsidRDefault="00836DBA">
    <w:pPr>
      <w:pStyle w:val="Header"/>
      <w:jc w:val="center"/>
    </w:pPr>
  </w:p>
  <w:p w:rsidR="00836DBA" w:rsidRDefault="00836DB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36DBA" w:rsidRPr="005E024B" w:rsidRDefault="00836DB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3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A617B"/>
    <w:rsid w:val="001B7870"/>
    <w:rsid w:val="001B7AD5"/>
    <w:rsid w:val="001D03CB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91E"/>
    <w:rsid w:val="002E5323"/>
    <w:rsid w:val="002E62B4"/>
    <w:rsid w:val="00306055"/>
    <w:rsid w:val="0032047B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02B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FB0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0B9F"/>
    <w:rsid w:val="004E184B"/>
    <w:rsid w:val="004E660F"/>
    <w:rsid w:val="00500747"/>
    <w:rsid w:val="0050378D"/>
    <w:rsid w:val="005040C7"/>
    <w:rsid w:val="0050519C"/>
    <w:rsid w:val="00506C43"/>
    <w:rsid w:val="00510D19"/>
    <w:rsid w:val="00515C57"/>
    <w:rsid w:val="0053507E"/>
    <w:rsid w:val="0054045D"/>
    <w:rsid w:val="0054063E"/>
    <w:rsid w:val="005450A9"/>
    <w:rsid w:val="00547B81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58E"/>
    <w:rsid w:val="00831B7E"/>
    <w:rsid w:val="00836DBA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63F6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0D4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374D6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63CD9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22B17"/>
    <w:rsid w:val="00D247F5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385B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510"/>
    <w:rsid w:val="00ED794E"/>
    <w:rsid w:val="00EE32AA"/>
    <w:rsid w:val="00EE5BAC"/>
    <w:rsid w:val="00EE5FCA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EE32A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8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2117</TotalTime>
  <Pages>9</Pages>
  <Words>1538</Words>
  <Characters>8769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203</cp:revision>
  <cp:lastPrinted>2021-06-11T06:36:00Z</cp:lastPrinted>
  <dcterms:created xsi:type="dcterms:W3CDTF">2018-08-07T11:48:00Z</dcterms:created>
  <dcterms:modified xsi:type="dcterms:W3CDTF">2021-09-28T06:26:00Z</dcterms:modified>
</cp:coreProperties>
</file>